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F06" w:rsidRPr="002E7B2F" w:rsidRDefault="001E1F06" w:rsidP="001E1F06">
      <w:pPr>
        <w:shd w:val="clear" w:color="auto" w:fill="C0C0C0"/>
        <w:jc w:val="center"/>
        <w:rPr>
          <w:rFonts w:ascii="Garamond" w:hAnsi="Garamond" w:cs="Arial"/>
          <w:b/>
          <w:sz w:val="28"/>
          <w:szCs w:val="28"/>
        </w:rPr>
      </w:pPr>
      <w:r w:rsidRPr="002E7B2F">
        <w:rPr>
          <w:rFonts w:ascii="Garamond" w:hAnsi="Garamond" w:cs="Arial"/>
          <w:b/>
          <w:sz w:val="28"/>
          <w:szCs w:val="28"/>
        </w:rPr>
        <w:t>BKV Zrt.</w:t>
      </w:r>
    </w:p>
    <w:p w:rsidR="00C03991" w:rsidRPr="002E7B2F" w:rsidRDefault="00C03991" w:rsidP="00D37AA0">
      <w:pPr>
        <w:rPr>
          <w:rFonts w:ascii="Garamond" w:hAnsi="Garamond" w:cs="Arial"/>
          <w:sz w:val="28"/>
          <w:szCs w:val="28"/>
        </w:rPr>
      </w:pPr>
    </w:p>
    <w:p w:rsidR="00C03991" w:rsidRPr="002E7B2F" w:rsidRDefault="002D66E8" w:rsidP="00D37AA0">
      <w:pPr>
        <w:pStyle w:val="Cmsor1"/>
        <w:spacing w:before="0" w:after="0"/>
        <w:rPr>
          <w:rFonts w:ascii="Garamond" w:hAnsi="Garamond" w:cs="Arial"/>
          <w:i w:val="0"/>
          <w:color w:val="auto"/>
          <w:szCs w:val="28"/>
        </w:rPr>
      </w:pPr>
      <w:r w:rsidRPr="002E7B2F">
        <w:rPr>
          <w:rFonts w:ascii="Garamond" w:hAnsi="Garamond" w:cs="Arial"/>
          <w:i w:val="0"/>
          <w:color w:val="auto"/>
          <w:szCs w:val="28"/>
        </w:rPr>
        <w:t>SZÁLLÍTÁSI KERET</w:t>
      </w:r>
      <w:r w:rsidR="005E3434" w:rsidRPr="002E7B2F">
        <w:rPr>
          <w:rFonts w:ascii="Garamond" w:hAnsi="Garamond" w:cs="Arial"/>
          <w:i w:val="0"/>
          <w:color w:val="auto"/>
          <w:szCs w:val="28"/>
        </w:rPr>
        <w:t>SZERZŐDÉS</w:t>
      </w:r>
    </w:p>
    <w:p w:rsidR="0014712D" w:rsidRPr="002E7B2F" w:rsidRDefault="0014712D" w:rsidP="00D37AA0">
      <w:pPr>
        <w:rPr>
          <w:rFonts w:ascii="Garamond" w:hAnsi="Garamond" w:cs="Arial"/>
          <w:sz w:val="22"/>
          <w:szCs w:val="22"/>
        </w:rPr>
      </w:pPr>
    </w:p>
    <w:p w:rsidR="00D37AA0" w:rsidRPr="002E7B2F" w:rsidRDefault="00D37AA0" w:rsidP="00D37AA0">
      <w:pPr>
        <w:rPr>
          <w:rFonts w:ascii="Garamond" w:hAnsi="Garamond" w:cs="Arial"/>
          <w:sz w:val="22"/>
          <w:szCs w:val="22"/>
        </w:rPr>
      </w:pPr>
    </w:p>
    <w:p w:rsidR="0014712D" w:rsidRPr="002E7B2F" w:rsidRDefault="000A32FE" w:rsidP="00D37AA0">
      <w:pPr>
        <w:tabs>
          <w:tab w:val="center" w:pos="5130"/>
        </w:tabs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 xml:space="preserve">(a továbbiakban: Keretszerződés), </w:t>
      </w:r>
      <w:r w:rsidR="0014608F" w:rsidRPr="002E7B2F">
        <w:rPr>
          <w:rFonts w:ascii="Garamond" w:hAnsi="Garamond" w:cs="Arial"/>
          <w:szCs w:val="24"/>
        </w:rPr>
        <w:t>amely létrejött</w:t>
      </w:r>
      <w:r w:rsidR="0014712D" w:rsidRPr="002E7B2F">
        <w:rPr>
          <w:rFonts w:ascii="Garamond" w:hAnsi="Garamond" w:cs="Arial"/>
          <w:szCs w:val="24"/>
        </w:rPr>
        <w:t xml:space="preserve"> egyrészről </w:t>
      </w:r>
      <w:r w:rsidR="0014608F" w:rsidRPr="002E7B2F">
        <w:rPr>
          <w:rFonts w:ascii="Garamond" w:hAnsi="Garamond" w:cs="Arial"/>
          <w:szCs w:val="24"/>
        </w:rPr>
        <w:t xml:space="preserve">a </w:t>
      </w:r>
    </w:p>
    <w:p w:rsidR="00961DCD" w:rsidRPr="002E7B2F" w:rsidRDefault="00961DCD" w:rsidP="00D37AA0">
      <w:pPr>
        <w:tabs>
          <w:tab w:val="center" w:pos="5130"/>
        </w:tabs>
        <w:jc w:val="both"/>
        <w:rPr>
          <w:rFonts w:ascii="Garamond" w:hAnsi="Garamond" w:cs="Arial"/>
          <w:szCs w:val="24"/>
        </w:rPr>
      </w:pPr>
    </w:p>
    <w:p w:rsidR="00CA4CE8" w:rsidRPr="002E7B2F" w:rsidRDefault="00CA4CE8" w:rsidP="00CA4CE8">
      <w:pPr>
        <w:pStyle w:val="cmzett2"/>
        <w:overflowPunct/>
        <w:autoSpaceDN/>
        <w:adjustRightInd/>
        <w:ind w:left="540"/>
        <w:jc w:val="both"/>
        <w:rPr>
          <w:rFonts w:ascii="Garamond" w:hAnsi="Garamond" w:cs="Arial"/>
          <w:b/>
        </w:rPr>
      </w:pPr>
      <w:r w:rsidRPr="002E7B2F">
        <w:rPr>
          <w:rFonts w:ascii="Garamond" w:hAnsi="Garamond" w:cs="Arial"/>
          <w:b/>
        </w:rPr>
        <w:t>Budapesti Közlekedési Zártkörűen Működő Részvénytársaság</w:t>
      </w:r>
    </w:p>
    <w:p w:rsidR="00CA4CE8" w:rsidRPr="002E7B2F" w:rsidRDefault="00A01745" w:rsidP="00CA4CE8">
      <w:pPr>
        <w:pStyle w:val="cmzett2"/>
        <w:overflowPunct/>
        <w:autoSpaceDN/>
        <w:adjustRightInd/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S</w:t>
      </w:r>
      <w:r w:rsidR="00CA4CE8" w:rsidRPr="002E7B2F">
        <w:rPr>
          <w:rFonts w:ascii="Garamond" w:hAnsi="Garamond" w:cs="Arial"/>
        </w:rPr>
        <w:t>zékhely: 1</w:t>
      </w:r>
      <w:r w:rsidR="00622D93" w:rsidRPr="002E7B2F">
        <w:rPr>
          <w:rFonts w:ascii="Garamond" w:hAnsi="Garamond" w:cs="Arial"/>
        </w:rPr>
        <w:t>980</w:t>
      </w:r>
      <w:r w:rsidR="00CA4CE8" w:rsidRPr="002E7B2F">
        <w:rPr>
          <w:rFonts w:ascii="Garamond" w:hAnsi="Garamond" w:cs="Arial"/>
        </w:rPr>
        <w:t xml:space="preserve"> Budapest, Akácfa utca 15.</w:t>
      </w:r>
    </w:p>
    <w:p w:rsidR="00CA4CE8" w:rsidRPr="002E7B2F" w:rsidRDefault="00A01745" w:rsidP="00CA4CE8">
      <w:pPr>
        <w:pStyle w:val="cmzett2"/>
        <w:overflowPunct/>
        <w:autoSpaceDN/>
        <w:adjustRightInd/>
        <w:ind w:left="540"/>
        <w:jc w:val="both"/>
        <w:rPr>
          <w:rFonts w:ascii="Garamond" w:hAnsi="Garamond" w:cs="Arial"/>
          <w:bCs/>
        </w:rPr>
      </w:pPr>
      <w:r w:rsidRPr="002E7B2F">
        <w:rPr>
          <w:rFonts w:ascii="Garamond" w:hAnsi="Garamond" w:cs="Arial"/>
        </w:rPr>
        <w:t>Cégjegyzékszám</w:t>
      </w:r>
      <w:r w:rsidR="00CA4CE8" w:rsidRPr="002E7B2F">
        <w:rPr>
          <w:rFonts w:ascii="Garamond" w:hAnsi="Garamond" w:cs="Arial"/>
        </w:rPr>
        <w:t>: 01-10-043037</w:t>
      </w:r>
    </w:p>
    <w:p w:rsidR="00CA4CE8" w:rsidRPr="002E7B2F" w:rsidRDefault="00A01745" w:rsidP="00CA4CE8">
      <w:pPr>
        <w:pStyle w:val="cmzett2"/>
        <w:overflowPunct/>
        <w:autoSpaceDN/>
        <w:adjustRightInd/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A</w:t>
      </w:r>
      <w:r w:rsidR="00CA4CE8" w:rsidRPr="002E7B2F">
        <w:rPr>
          <w:rFonts w:ascii="Garamond" w:hAnsi="Garamond" w:cs="Arial"/>
        </w:rPr>
        <w:t>dószám: 12154481-</w:t>
      </w:r>
      <w:r w:rsidR="0087424A" w:rsidRPr="002E7B2F">
        <w:rPr>
          <w:rFonts w:ascii="Garamond" w:hAnsi="Garamond" w:cs="Arial"/>
        </w:rPr>
        <w:t>4</w:t>
      </w:r>
      <w:r w:rsidR="00CA4CE8" w:rsidRPr="002E7B2F">
        <w:rPr>
          <w:rFonts w:ascii="Garamond" w:hAnsi="Garamond" w:cs="Arial"/>
        </w:rPr>
        <w:t>-44</w:t>
      </w:r>
    </w:p>
    <w:p w:rsidR="0087424A" w:rsidRPr="002E7B2F" w:rsidRDefault="0087424A" w:rsidP="0087424A">
      <w:pPr>
        <w:pStyle w:val="cmzett2"/>
        <w:overflowPunct/>
        <w:autoSpaceDE/>
        <w:autoSpaceDN/>
        <w:adjustRightInd/>
        <w:ind w:firstLine="540"/>
        <w:jc w:val="both"/>
        <w:rPr>
          <w:rFonts w:ascii="Garamond" w:hAnsi="Garamond" w:cs="Arial"/>
        </w:rPr>
      </w:pPr>
      <w:r w:rsidRPr="002E7B2F">
        <w:rPr>
          <w:rFonts w:ascii="Garamond" w:hAnsi="Garamond"/>
          <w:bCs/>
        </w:rPr>
        <w:t>Csoport azonosító: 17781372-5-44</w:t>
      </w:r>
    </w:p>
    <w:p w:rsidR="00F54DA2" w:rsidRPr="002E7B2F" w:rsidRDefault="00F54DA2" w:rsidP="00CA4CE8">
      <w:pPr>
        <w:pStyle w:val="llb"/>
        <w:tabs>
          <w:tab w:val="clear" w:pos="4536"/>
          <w:tab w:val="clear" w:pos="9072"/>
          <w:tab w:val="left" w:pos="3544"/>
        </w:tabs>
        <w:ind w:left="540"/>
        <w:rPr>
          <w:rFonts w:ascii="Garamond" w:hAnsi="Garamond" w:cs="Arial"/>
          <w:color w:val="auto"/>
          <w:szCs w:val="24"/>
        </w:rPr>
      </w:pPr>
    </w:p>
    <w:p w:rsidR="00CA4CE8" w:rsidRPr="002E7B2F" w:rsidRDefault="00CA4CE8" w:rsidP="00CA4CE8">
      <w:pPr>
        <w:pStyle w:val="llb"/>
        <w:tabs>
          <w:tab w:val="clear" w:pos="4536"/>
          <w:tab w:val="clear" w:pos="9072"/>
          <w:tab w:val="left" w:pos="3544"/>
        </w:tabs>
        <w:ind w:left="540"/>
        <w:rPr>
          <w:rFonts w:ascii="Garamond" w:hAnsi="Garamond" w:cs="Arial"/>
          <w:b/>
          <w:bCs/>
          <w:color w:val="auto"/>
          <w:szCs w:val="24"/>
        </w:rPr>
      </w:pPr>
      <w:r w:rsidRPr="002E7B2F">
        <w:rPr>
          <w:rFonts w:ascii="Garamond" w:hAnsi="Garamond" w:cs="Arial"/>
          <w:color w:val="auto"/>
          <w:szCs w:val="24"/>
        </w:rPr>
        <w:t>mint megrendelő</w:t>
      </w:r>
      <w:r w:rsidR="00F54DA2" w:rsidRPr="002E7B2F">
        <w:rPr>
          <w:rFonts w:ascii="Garamond" w:hAnsi="Garamond" w:cs="Arial"/>
          <w:color w:val="auto"/>
          <w:szCs w:val="24"/>
        </w:rPr>
        <w:t xml:space="preserve"> (</w:t>
      </w:r>
      <w:r w:rsidRPr="002E7B2F">
        <w:rPr>
          <w:rFonts w:ascii="Garamond" w:hAnsi="Garamond" w:cs="Arial"/>
          <w:color w:val="auto"/>
          <w:szCs w:val="24"/>
        </w:rPr>
        <w:t xml:space="preserve">a továbbiakban: </w:t>
      </w:r>
      <w:r w:rsidRPr="002E7B2F">
        <w:rPr>
          <w:rFonts w:ascii="Garamond" w:hAnsi="Garamond" w:cs="Arial"/>
          <w:b/>
          <w:bCs/>
          <w:color w:val="auto"/>
          <w:szCs w:val="24"/>
        </w:rPr>
        <w:t>Megrendelő</w:t>
      </w:r>
      <w:r w:rsidR="00F54DA2" w:rsidRPr="002E7B2F">
        <w:rPr>
          <w:rFonts w:ascii="Garamond" w:hAnsi="Garamond" w:cs="Arial"/>
          <w:bCs/>
          <w:color w:val="auto"/>
          <w:szCs w:val="24"/>
        </w:rPr>
        <w:t>)</w:t>
      </w:r>
    </w:p>
    <w:p w:rsidR="00CA4CE8" w:rsidRPr="002E7B2F" w:rsidRDefault="00CA4CE8" w:rsidP="00D37AA0">
      <w:pPr>
        <w:pStyle w:val="llb"/>
        <w:tabs>
          <w:tab w:val="clear" w:pos="4536"/>
          <w:tab w:val="clear" w:pos="9072"/>
          <w:tab w:val="left" w:pos="3544"/>
        </w:tabs>
        <w:rPr>
          <w:rFonts w:ascii="Garamond" w:hAnsi="Garamond" w:cs="Arial"/>
          <w:color w:val="auto"/>
          <w:szCs w:val="24"/>
        </w:rPr>
      </w:pPr>
    </w:p>
    <w:p w:rsidR="0014712D" w:rsidRPr="002E7B2F" w:rsidRDefault="0014712D" w:rsidP="00D37AA0">
      <w:pPr>
        <w:tabs>
          <w:tab w:val="left" w:pos="3686"/>
        </w:tabs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 xml:space="preserve">másrészről </w:t>
      </w:r>
      <w:r w:rsidR="0014608F" w:rsidRPr="002E7B2F">
        <w:rPr>
          <w:rFonts w:ascii="Garamond" w:hAnsi="Garamond" w:cs="Arial"/>
          <w:szCs w:val="24"/>
        </w:rPr>
        <w:t xml:space="preserve">a </w:t>
      </w:r>
    </w:p>
    <w:p w:rsidR="0014712D" w:rsidRPr="002E7B2F" w:rsidRDefault="0014712D" w:rsidP="00D37AA0">
      <w:pPr>
        <w:tabs>
          <w:tab w:val="left" w:pos="3686"/>
        </w:tabs>
        <w:jc w:val="both"/>
        <w:rPr>
          <w:rFonts w:ascii="Garamond" w:hAnsi="Garamond" w:cs="Arial"/>
          <w:szCs w:val="24"/>
        </w:rPr>
      </w:pPr>
    </w:p>
    <w:p w:rsidR="00412039" w:rsidRPr="007865F2" w:rsidRDefault="0014712D" w:rsidP="00D37AA0">
      <w:pPr>
        <w:tabs>
          <w:tab w:val="left" w:pos="3686"/>
        </w:tabs>
        <w:ind w:left="540"/>
        <w:jc w:val="both"/>
        <w:rPr>
          <w:rFonts w:ascii="Garamond" w:hAnsi="Garamond" w:cs="Arial"/>
          <w:b/>
          <w:szCs w:val="24"/>
        </w:rPr>
      </w:pPr>
      <w:r w:rsidRPr="007865F2">
        <w:rPr>
          <w:rFonts w:ascii="Garamond" w:hAnsi="Garamond" w:cs="Arial"/>
          <w:b/>
          <w:szCs w:val="24"/>
        </w:rPr>
        <w:t>…………………………</w:t>
      </w:r>
    </w:p>
    <w:p w:rsidR="0014608F" w:rsidRPr="007865F2" w:rsidRDefault="00A01745" w:rsidP="00D37AA0">
      <w:pPr>
        <w:tabs>
          <w:tab w:val="left" w:pos="3686"/>
        </w:tabs>
        <w:ind w:left="540"/>
        <w:jc w:val="both"/>
        <w:rPr>
          <w:rFonts w:ascii="Garamond" w:hAnsi="Garamond" w:cs="Arial"/>
          <w:szCs w:val="24"/>
        </w:rPr>
      </w:pPr>
      <w:r w:rsidRPr="007865F2">
        <w:rPr>
          <w:rFonts w:ascii="Garamond" w:hAnsi="Garamond" w:cs="Arial"/>
          <w:szCs w:val="24"/>
        </w:rPr>
        <w:t>S</w:t>
      </w:r>
      <w:r w:rsidR="0014712D" w:rsidRPr="007865F2">
        <w:rPr>
          <w:rFonts w:ascii="Garamond" w:hAnsi="Garamond" w:cs="Arial"/>
          <w:szCs w:val="24"/>
        </w:rPr>
        <w:t>zékhely: ………………………</w:t>
      </w:r>
    </w:p>
    <w:p w:rsidR="0014712D" w:rsidRPr="007865F2" w:rsidRDefault="00A01745" w:rsidP="00D37AA0">
      <w:pPr>
        <w:tabs>
          <w:tab w:val="left" w:pos="3544"/>
        </w:tabs>
        <w:ind w:left="540"/>
        <w:jc w:val="both"/>
        <w:rPr>
          <w:rFonts w:ascii="Garamond" w:hAnsi="Garamond" w:cs="Arial"/>
          <w:szCs w:val="24"/>
        </w:rPr>
      </w:pPr>
      <w:r w:rsidRPr="007865F2">
        <w:rPr>
          <w:rFonts w:ascii="Garamond" w:hAnsi="Garamond" w:cs="Arial"/>
          <w:szCs w:val="24"/>
        </w:rPr>
        <w:t>C</w:t>
      </w:r>
      <w:r w:rsidR="0014608F" w:rsidRPr="007865F2">
        <w:rPr>
          <w:rFonts w:ascii="Garamond" w:hAnsi="Garamond" w:cs="Arial"/>
          <w:szCs w:val="24"/>
        </w:rPr>
        <w:t>égjegyzékszám: ……………………</w:t>
      </w:r>
    </w:p>
    <w:p w:rsidR="0014608F" w:rsidRPr="007865F2" w:rsidRDefault="00A01745" w:rsidP="00D37AA0">
      <w:pPr>
        <w:tabs>
          <w:tab w:val="left" w:pos="3544"/>
        </w:tabs>
        <w:ind w:left="540"/>
        <w:jc w:val="both"/>
        <w:rPr>
          <w:rFonts w:ascii="Garamond" w:hAnsi="Garamond" w:cs="Arial"/>
          <w:szCs w:val="24"/>
        </w:rPr>
      </w:pPr>
      <w:r w:rsidRPr="007865F2">
        <w:rPr>
          <w:rFonts w:ascii="Garamond" w:hAnsi="Garamond" w:cs="Arial"/>
          <w:szCs w:val="24"/>
        </w:rPr>
        <w:t>A</w:t>
      </w:r>
      <w:r w:rsidR="0014608F" w:rsidRPr="007865F2">
        <w:rPr>
          <w:rFonts w:ascii="Garamond" w:hAnsi="Garamond" w:cs="Arial"/>
          <w:szCs w:val="24"/>
        </w:rPr>
        <w:t>dószám: ………………………….</w:t>
      </w:r>
    </w:p>
    <w:p w:rsidR="003B3D56" w:rsidRPr="007865F2" w:rsidRDefault="00A01745" w:rsidP="00D37AA0">
      <w:pPr>
        <w:pStyle w:val="llb"/>
        <w:tabs>
          <w:tab w:val="clear" w:pos="4536"/>
          <w:tab w:val="clear" w:pos="9072"/>
          <w:tab w:val="left" w:pos="3544"/>
        </w:tabs>
        <w:ind w:left="540"/>
        <w:rPr>
          <w:rFonts w:ascii="Garamond" w:hAnsi="Garamond" w:cs="Arial"/>
          <w:color w:val="auto"/>
          <w:szCs w:val="24"/>
        </w:rPr>
      </w:pPr>
      <w:r w:rsidRPr="007865F2">
        <w:rPr>
          <w:rFonts w:ascii="Garamond" w:hAnsi="Garamond" w:cs="Arial"/>
          <w:color w:val="auto"/>
          <w:szCs w:val="24"/>
        </w:rPr>
        <w:t>B</w:t>
      </w:r>
      <w:r w:rsidR="003B3D56" w:rsidRPr="007865F2">
        <w:rPr>
          <w:rFonts w:ascii="Garamond" w:hAnsi="Garamond" w:cs="Arial"/>
          <w:color w:val="auto"/>
          <w:szCs w:val="24"/>
        </w:rPr>
        <w:t>ankszámlaszám:</w:t>
      </w:r>
      <w:r w:rsidR="00F668C8" w:rsidRPr="007865F2">
        <w:rPr>
          <w:rFonts w:ascii="Garamond" w:hAnsi="Garamond" w:cs="Arial"/>
          <w:color w:val="auto"/>
          <w:szCs w:val="24"/>
        </w:rPr>
        <w:t xml:space="preserve"> …………………..</w:t>
      </w:r>
    </w:p>
    <w:p w:rsidR="00F54DA2" w:rsidRPr="007865F2" w:rsidRDefault="00F54DA2" w:rsidP="00D37AA0">
      <w:pPr>
        <w:pStyle w:val="llb"/>
        <w:tabs>
          <w:tab w:val="clear" w:pos="4536"/>
          <w:tab w:val="clear" w:pos="9072"/>
          <w:tab w:val="left" w:pos="3544"/>
        </w:tabs>
        <w:ind w:left="540"/>
        <w:rPr>
          <w:rFonts w:ascii="Garamond" w:hAnsi="Garamond" w:cs="Arial"/>
          <w:color w:val="auto"/>
          <w:szCs w:val="24"/>
        </w:rPr>
      </w:pPr>
    </w:p>
    <w:p w:rsidR="0014608F" w:rsidRPr="007865F2" w:rsidRDefault="0014712D" w:rsidP="00D37AA0">
      <w:pPr>
        <w:pStyle w:val="llb"/>
        <w:tabs>
          <w:tab w:val="clear" w:pos="4536"/>
          <w:tab w:val="clear" w:pos="9072"/>
          <w:tab w:val="left" w:pos="3544"/>
        </w:tabs>
        <w:ind w:left="540"/>
        <w:rPr>
          <w:rFonts w:ascii="Garamond" w:hAnsi="Garamond" w:cs="Arial"/>
          <w:b/>
          <w:color w:val="auto"/>
          <w:szCs w:val="24"/>
        </w:rPr>
      </w:pPr>
      <w:r w:rsidRPr="007865F2">
        <w:rPr>
          <w:rFonts w:ascii="Garamond" w:hAnsi="Garamond" w:cs="Arial"/>
          <w:color w:val="auto"/>
          <w:szCs w:val="24"/>
        </w:rPr>
        <w:t>m</w:t>
      </w:r>
      <w:r w:rsidR="0014608F" w:rsidRPr="007865F2">
        <w:rPr>
          <w:rFonts w:ascii="Garamond" w:hAnsi="Garamond" w:cs="Arial"/>
          <w:color w:val="auto"/>
          <w:szCs w:val="24"/>
        </w:rPr>
        <w:t>int</w:t>
      </w:r>
      <w:r w:rsidR="00D1644A" w:rsidRPr="007865F2">
        <w:rPr>
          <w:rFonts w:ascii="Garamond" w:hAnsi="Garamond" w:cs="Arial"/>
          <w:color w:val="auto"/>
          <w:szCs w:val="24"/>
        </w:rPr>
        <w:t xml:space="preserve"> szállító</w:t>
      </w:r>
      <w:r w:rsidR="00F54DA2" w:rsidRPr="007865F2">
        <w:rPr>
          <w:rFonts w:ascii="Garamond" w:hAnsi="Garamond" w:cs="Arial"/>
          <w:color w:val="auto"/>
          <w:szCs w:val="24"/>
        </w:rPr>
        <w:t xml:space="preserve"> (</w:t>
      </w:r>
      <w:r w:rsidRPr="007865F2">
        <w:rPr>
          <w:rFonts w:ascii="Garamond" w:hAnsi="Garamond" w:cs="Arial"/>
          <w:color w:val="auto"/>
          <w:szCs w:val="24"/>
        </w:rPr>
        <w:t>a továbbiakban:</w:t>
      </w:r>
      <w:r w:rsidR="0014608F" w:rsidRPr="007865F2">
        <w:rPr>
          <w:rFonts w:ascii="Garamond" w:hAnsi="Garamond" w:cs="Arial"/>
          <w:color w:val="auto"/>
          <w:szCs w:val="24"/>
        </w:rPr>
        <w:t xml:space="preserve"> </w:t>
      </w:r>
      <w:r w:rsidR="002D66E8" w:rsidRPr="007865F2">
        <w:rPr>
          <w:rFonts w:ascii="Garamond" w:hAnsi="Garamond" w:cs="Arial"/>
          <w:b/>
          <w:color w:val="auto"/>
          <w:szCs w:val="24"/>
        </w:rPr>
        <w:t>Szállító</w:t>
      </w:r>
      <w:r w:rsidR="00F54DA2" w:rsidRPr="007865F2">
        <w:rPr>
          <w:rFonts w:ascii="Garamond" w:hAnsi="Garamond" w:cs="Arial"/>
          <w:color w:val="auto"/>
          <w:szCs w:val="24"/>
        </w:rPr>
        <w:t>)</w:t>
      </w:r>
    </w:p>
    <w:p w:rsidR="0014712D" w:rsidRPr="007865F2" w:rsidRDefault="0014712D" w:rsidP="00D37AA0">
      <w:pPr>
        <w:pStyle w:val="llb"/>
        <w:tabs>
          <w:tab w:val="clear" w:pos="4536"/>
          <w:tab w:val="clear" w:pos="9072"/>
          <w:tab w:val="left" w:pos="3544"/>
        </w:tabs>
        <w:rPr>
          <w:rFonts w:ascii="Garamond" w:hAnsi="Garamond" w:cs="Arial"/>
          <w:color w:val="auto"/>
          <w:szCs w:val="24"/>
        </w:rPr>
      </w:pPr>
    </w:p>
    <w:p w:rsidR="00C03991" w:rsidRPr="007865F2" w:rsidRDefault="00C03991" w:rsidP="00D37AA0">
      <w:pPr>
        <w:pStyle w:val="cmzett2"/>
        <w:overflowPunct/>
        <w:autoSpaceDE/>
        <w:autoSpaceDN/>
        <w:adjustRightInd/>
        <w:jc w:val="both"/>
        <w:rPr>
          <w:rFonts w:ascii="Garamond" w:hAnsi="Garamond" w:cs="Arial"/>
        </w:rPr>
      </w:pPr>
      <w:r w:rsidRPr="007865F2">
        <w:rPr>
          <w:rFonts w:ascii="Garamond" w:hAnsi="Garamond" w:cs="Arial"/>
        </w:rPr>
        <w:t xml:space="preserve">(a továbbiakban együttesen: </w:t>
      </w:r>
      <w:r w:rsidRPr="007865F2">
        <w:rPr>
          <w:rFonts w:ascii="Garamond" w:hAnsi="Garamond" w:cs="Arial"/>
          <w:b/>
        </w:rPr>
        <w:t>Felek</w:t>
      </w:r>
      <w:r w:rsidRPr="007865F2">
        <w:rPr>
          <w:rFonts w:ascii="Garamond" w:hAnsi="Garamond" w:cs="Arial"/>
        </w:rPr>
        <w:t>)</w:t>
      </w:r>
    </w:p>
    <w:p w:rsidR="00C03991" w:rsidRPr="007865F2" w:rsidRDefault="00C03991" w:rsidP="00D37AA0">
      <w:pPr>
        <w:pStyle w:val="llb"/>
        <w:tabs>
          <w:tab w:val="clear" w:pos="4536"/>
          <w:tab w:val="clear" w:pos="9072"/>
          <w:tab w:val="left" w:pos="3544"/>
        </w:tabs>
        <w:rPr>
          <w:rFonts w:ascii="Garamond" w:hAnsi="Garamond" w:cs="Arial"/>
          <w:color w:val="auto"/>
          <w:szCs w:val="24"/>
        </w:rPr>
      </w:pPr>
    </w:p>
    <w:p w:rsidR="00C03991" w:rsidRPr="002E7B2F" w:rsidRDefault="00C03991" w:rsidP="00D37AA0">
      <w:pPr>
        <w:jc w:val="both"/>
        <w:rPr>
          <w:rFonts w:ascii="Garamond" w:hAnsi="Garamond" w:cs="Arial"/>
          <w:szCs w:val="24"/>
        </w:rPr>
      </w:pPr>
      <w:r w:rsidRPr="007865F2">
        <w:rPr>
          <w:rFonts w:ascii="Garamond" w:hAnsi="Garamond" w:cs="Arial"/>
          <w:szCs w:val="24"/>
        </w:rPr>
        <w:t xml:space="preserve">között a </w:t>
      </w:r>
      <w:r w:rsidR="00433462" w:rsidRPr="007865F2">
        <w:rPr>
          <w:rFonts w:ascii="Garamond" w:hAnsi="Garamond" w:cs="Arial"/>
          <w:szCs w:val="24"/>
        </w:rPr>
        <w:t>Vas, nehéz és könnyűfém</w:t>
      </w:r>
      <w:r w:rsidR="00263A1B" w:rsidRPr="007865F2">
        <w:rPr>
          <w:rFonts w:ascii="Garamond" w:hAnsi="Garamond" w:cs="Arial"/>
          <w:szCs w:val="24"/>
        </w:rPr>
        <w:t xml:space="preserve"> </w:t>
      </w:r>
      <w:r w:rsidR="00433462" w:rsidRPr="007865F2">
        <w:rPr>
          <w:rFonts w:ascii="Garamond" w:hAnsi="Garamond" w:cs="Arial"/>
          <w:szCs w:val="24"/>
        </w:rPr>
        <w:t>kohászati termékek szállítása</w:t>
      </w:r>
      <w:r w:rsidR="00433462" w:rsidRPr="007865F2">
        <w:rPr>
          <w:rFonts w:ascii="Garamond" w:hAnsi="Garamond" w:cs="Arial"/>
          <w:b/>
          <w:bCs/>
          <w:szCs w:val="24"/>
        </w:rPr>
        <w:t xml:space="preserve"> </w:t>
      </w:r>
      <w:r w:rsidRPr="007865F2">
        <w:rPr>
          <w:rFonts w:ascii="Garamond" w:hAnsi="Garamond" w:cs="Arial"/>
          <w:bCs/>
          <w:szCs w:val="24"/>
        </w:rPr>
        <w:t>tárgyban</w:t>
      </w:r>
      <w:r w:rsidRPr="007865F2">
        <w:rPr>
          <w:rFonts w:ascii="Garamond" w:hAnsi="Garamond" w:cs="Arial"/>
          <w:i/>
          <w:szCs w:val="24"/>
        </w:rPr>
        <w:t xml:space="preserve"> </w:t>
      </w:r>
      <w:r w:rsidRPr="007865F2">
        <w:rPr>
          <w:rFonts w:ascii="Garamond" w:hAnsi="Garamond" w:cs="Arial"/>
          <w:szCs w:val="24"/>
        </w:rPr>
        <w:t xml:space="preserve">a Megrendelő által </w:t>
      </w:r>
      <w:r w:rsidR="00433462" w:rsidRPr="007865F2">
        <w:rPr>
          <w:rFonts w:ascii="Garamond" w:hAnsi="Garamond" w:cs="Arial"/>
          <w:szCs w:val="24"/>
        </w:rPr>
        <w:t xml:space="preserve">BKV Zrt. 368/2013. </w:t>
      </w:r>
      <w:r w:rsidRPr="007865F2">
        <w:rPr>
          <w:rFonts w:ascii="Garamond" w:hAnsi="Garamond" w:cs="Arial"/>
          <w:szCs w:val="24"/>
        </w:rPr>
        <w:t xml:space="preserve">számon kiírt, </w:t>
      </w:r>
      <w:r w:rsidR="00433462" w:rsidRPr="007865F2">
        <w:rPr>
          <w:rFonts w:ascii="Garamond" w:hAnsi="Garamond" w:cs="Arial"/>
          <w:szCs w:val="24"/>
        </w:rPr>
        <w:t>nyílt köz</w:t>
      </w:r>
      <w:r w:rsidRPr="007865F2">
        <w:rPr>
          <w:rFonts w:ascii="Garamond" w:hAnsi="Garamond" w:cs="Arial"/>
          <w:szCs w:val="24"/>
        </w:rPr>
        <w:t>beszerzési</w:t>
      </w:r>
      <w:r w:rsidR="00BB6B68" w:rsidRPr="007865F2">
        <w:rPr>
          <w:rFonts w:ascii="Garamond" w:hAnsi="Garamond" w:cs="Arial"/>
          <w:szCs w:val="24"/>
        </w:rPr>
        <w:t xml:space="preserve"> </w:t>
      </w:r>
      <w:r w:rsidRPr="007865F2">
        <w:rPr>
          <w:rFonts w:ascii="Garamond" w:hAnsi="Garamond" w:cs="Arial"/>
          <w:szCs w:val="24"/>
        </w:rPr>
        <w:t>eljárás (</w:t>
      </w:r>
      <w:r w:rsidR="00D1644A" w:rsidRPr="007865F2">
        <w:rPr>
          <w:rFonts w:ascii="Garamond" w:hAnsi="Garamond" w:cs="Arial"/>
          <w:szCs w:val="24"/>
        </w:rPr>
        <w:t xml:space="preserve">a </w:t>
      </w:r>
      <w:r w:rsidRPr="007865F2">
        <w:rPr>
          <w:rFonts w:ascii="Garamond" w:hAnsi="Garamond" w:cs="Arial"/>
          <w:szCs w:val="24"/>
        </w:rPr>
        <w:t xml:space="preserve">továbbiakban: Pályázat) ajánlati </w:t>
      </w:r>
      <w:r w:rsidR="003E2870" w:rsidRPr="007865F2">
        <w:rPr>
          <w:rFonts w:ascii="Garamond" w:hAnsi="Garamond" w:cs="Arial"/>
          <w:szCs w:val="24"/>
        </w:rPr>
        <w:t>felhívása/</w:t>
      </w:r>
      <w:r w:rsidRPr="007865F2">
        <w:rPr>
          <w:rFonts w:ascii="Garamond" w:hAnsi="Garamond" w:cs="Arial"/>
          <w:szCs w:val="24"/>
        </w:rPr>
        <w:t>dokumentációja</w:t>
      </w:r>
      <w:r w:rsidR="00BB6B68" w:rsidRPr="007865F2">
        <w:rPr>
          <w:rFonts w:ascii="Garamond" w:hAnsi="Garamond" w:cs="Arial"/>
          <w:szCs w:val="24"/>
        </w:rPr>
        <w:t xml:space="preserve"> </w:t>
      </w:r>
      <w:r w:rsidRPr="007865F2">
        <w:rPr>
          <w:rFonts w:ascii="Garamond" w:hAnsi="Garamond" w:cs="Arial"/>
          <w:szCs w:val="24"/>
        </w:rPr>
        <w:t>/</w:t>
      </w:r>
      <w:r w:rsidR="00BB6B68" w:rsidRPr="007865F2">
        <w:rPr>
          <w:rFonts w:ascii="Garamond" w:hAnsi="Garamond" w:cs="Arial"/>
          <w:szCs w:val="24"/>
        </w:rPr>
        <w:t xml:space="preserve"> </w:t>
      </w:r>
      <w:r w:rsidRPr="007865F2">
        <w:rPr>
          <w:rFonts w:ascii="Garamond" w:hAnsi="Garamond" w:cs="Arial"/>
          <w:szCs w:val="24"/>
        </w:rPr>
        <w:t>ajánlatkérő levele</w:t>
      </w:r>
      <w:r w:rsidR="00BB6B68" w:rsidRPr="007865F2">
        <w:rPr>
          <w:rFonts w:ascii="Garamond" w:hAnsi="Garamond" w:cs="Arial"/>
          <w:szCs w:val="24"/>
        </w:rPr>
        <w:t xml:space="preserve"> </w:t>
      </w:r>
      <w:proofErr w:type="gramStart"/>
      <w:r w:rsidR="00BB6B68" w:rsidRPr="007865F2">
        <w:rPr>
          <w:rFonts w:ascii="Garamond" w:hAnsi="Garamond" w:cs="Arial"/>
          <w:szCs w:val="24"/>
        </w:rPr>
        <w:t>/ …</w:t>
      </w:r>
      <w:proofErr w:type="gramEnd"/>
      <w:r w:rsidR="00BB6B68" w:rsidRPr="007865F2">
        <w:rPr>
          <w:rFonts w:ascii="Garamond" w:hAnsi="Garamond" w:cs="Arial"/>
          <w:szCs w:val="24"/>
        </w:rPr>
        <w:t>…………….</w:t>
      </w:r>
      <w:r w:rsidRPr="007865F2">
        <w:rPr>
          <w:rFonts w:ascii="Garamond" w:hAnsi="Garamond" w:cs="Arial"/>
          <w:szCs w:val="24"/>
        </w:rPr>
        <w:t xml:space="preserve">, valamint a </w:t>
      </w:r>
      <w:r w:rsidR="001836FE" w:rsidRPr="007865F2">
        <w:rPr>
          <w:rFonts w:ascii="Garamond" w:hAnsi="Garamond" w:cs="Arial"/>
          <w:szCs w:val="24"/>
        </w:rPr>
        <w:t>Szállító</w:t>
      </w:r>
      <w:r w:rsidRPr="007865F2">
        <w:rPr>
          <w:rFonts w:ascii="Garamond" w:hAnsi="Garamond" w:cs="Arial"/>
          <w:szCs w:val="24"/>
        </w:rPr>
        <w:t xml:space="preserve"> által a </w:t>
      </w:r>
      <w:r w:rsidR="001836FE" w:rsidRPr="007865F2">
        <w:rPr>
          <w:rFonts w:ascii="Garamond" w:hAnsi="Garamond" w:cs="Arial"/>
          <w:szCs w:val="24"/>
        </w:rPr>
        <w:t>P</w:t>
      </w:r>
      <w:r w:rsidRPr="007865F2">
        <w:rPr>
          <w:rFonts w:ascii="Garamond" w:hAnsi="Garamond" w:cs="Arial"/>
          <w:szCs w:val="24"/>
        </w:rPr>
        <w:t>ályázatra ………………………. napján benyújtott ajánlat (</w:t>
      </w:r>
      <w:r w:rsidR="00D1644A" w:rsidRPr="007865F2">
        <w:rPr>
          <w:rFonts w:ascii="Garamond" w:hAnsi="Garamond" w:cs="Arial"/>
          <w:szCs w:val="24"/>
        </w:rPr>
        <w:t xml:space="preserve">a </w:t>
      </w:r>
      <w:r w:rsidRPr="007865F2">
        <w:rPr>
          <w:rFonts w:ascii="Garamond" w:hAnsi="Garamond" w:cs="Arial"/>
          <w:szCs w:val="24"/>
        </w:rPr>
        <w:t>továbbiakban: Ajánlat) alapján.</w:t>
      </w:r>
    </w:p>
    <w:p w:rsidR="00924A4C" w:rsidRPr="002E7B2F" w:rsidRDefault="00924A4C" w:rsidP="00D37AA0">
      <w:pPr>
        <w:jc w:val="center"/>
        <w:rPr>
          <w:rFonts w:ascii="Garamond" w:hAnsi="Garamond" w:cs="Arial"/>
          <w:szCs w:val="24"/>
        </w:rPr>
      </w:pPr>
    </w:p>
    <w:p w:rsidR="00922C74" w:rsidRPr="002E7B2F" w:rsidRDefault="00922C74" w:rsidP="00D37AA0">
      <w:pPr>
        <w:jc w:val="both"/>
        <w:rPr>
          <w:rFonts w:ascii="Garamond" w:hAnsi="Garamond" w:cs="Arial"/>
          <w:szCs w:val="24"/>
        </w:rPr>
      </w:pPr>
    </w:p>
    <w:p w:rsidR="00FA4F93" w:rsidRPr="002E7B2F" w:rsidRDefault="00FA4F93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1.</w:t>
      </w:r>
      <w:r w:rsidRPr="002E7B2F">
        <w:rPr>
          <w:rFonts w:ascii="Garamond" w:hAnsi="Garamond" w:cs="Arial"/>
          <w:b/>
          <w:smallCaps/>
        </w:rPr>
        <w:tab/>
        <w:t xml:space="preserve">A </w:t>
      </w:r>
      <w:r w:rsidR="005E3434" w:rsidRPr="002E7B2F">
        <w:rPr>
          <w:rFonts w:ascii="Garamond" w:hAnsi="Garamond" w:cs="Arial"/>
          <w:b/>
          <w:smallCaps/>
        </w:rPr>
        <w:t>Keretszerződés</w:t>
      </w:r>
      <w:r w:rsidRPr="002E7B2F">
        <w:rPr>
          <w:rFonts w:ascii="Garamond" w:hAnsi="Garamond" w:cs="Arial"/>
          <w:b/>
          <w:smallCaps/>
        </w:rPr>
        <w:t xml:space="preserve"> tárgya</w:t>
      </w:r>
    </w:p>
    <w:p w:rsidR="00FA4F93" w:rsidRPr="002E7B2F" w:rsidRDefault="00FA4F93" w:rsidP="00D37AA0">
      <w:pPr>
        <w:jc w:val="both"/>
        <w:rPr>
          <w:rFonts w:ascii="Garamond" w:hAnsi="Garamond" w:cs="Arial"/>
          <w:szCs w:val="24"/>
        </w:rPr>
      </w:pPr>
    </w:p>
    <w:p w:rsidR="00DB29DD" w:rsidRPr="002E7B2F" w:rsidRDefault="00DB29DD" w:rsidP="00DB29DD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 xml:space="preserve">1.1. </w:t>
      </w:r>
      <w:r w:rsidRPr="002E7B2F">
        <w:rPr>
          <w:rFonts w:ascii="Garamond" w:hAnsi="Garamond" w:cs="Arial"/>
          <w:szCs w:val="24"/>
        </w:rPr>
        <w:tab/>
      </w:r>
      <w:r w:rsidR="002D66E8" w:rsidRPr="002E7B2F">
        <w:rPr>
          <w:rFonts w:ascii="Garamond" w:hAnsi="Garamond" w:cs="Arial"/>
          <w:szCs w:val="24"/>
        </w:rPr>
        <w:t>A Megrendelő által bonyolított</w:t>
      </w:r>
      <w:r w:rsidR="001836FE" w:rsidRPr="002E7B2F">
        <w:rPr>
          <w:rFonts w:ascii="Garamond" w:hAnsi="Garamond" w:cs="Arial"/>
          <w:szCs w:val="24"/>
        </w:rPr>
        <w:t xml:space="preserve"> Pályázat </w:t>
      </w:r>
      <w:r w:rsidR="00B57B8E" w:rsidRPr="002E7B2F">
        <w:rPr>
          <w:rFonts w:ascii="Garamond" w:hAnsi="Garamond" w:cs="Arial"/>
          <w:szCs w:val="24"/>
        </w:rPr>
        <w:t xml:space="preserve">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B57B8E" w:rsidRPr="002E7B2F">
        <w:rPr>
          <w:rFonts w:ascii="Garamond" w:hAnsi="Garamond" w:cs="Arial"/>
          <w:szCs w:val="24"/>
        </w:rPr>
        <w:t xml:space="preserve"> </w:t>
      </w:r>
      <w:r w:rsidR="001836FE" w:rsidRPr="002E7B2F">
        <w:rPr>
          <w:rFonts w:ascii="Garamond" w:hAnsi="Garamond" w:cs="Arial"/>
          <w:szCs w:val="24"/>
        </w:rPr>
        <w:t xml:space="preserve">1. </w:t>
      </w:r>
      <w:r w:rsidR="002D66E8" w:rsidRPr="002E7B2F">
        <w:rPr>
          <w:rFonts w:ascii="Garamond" w:hAnsi="Garamond" w:cs="Arial"/>
          <w:szCs w:val="24"/>
        </w:rPr>
        <w:t>sz. melléklet</w:t>
      </w:r>
      <w:r w:rsidR="00B57B8E" w:rsidRPr="002E7B2F">
        <w:rPr>
          <w:rFonts w:ascii="Garamond" w:hAnsi="Garamond" w:cs="Arial"/>
          <w:szCs w:val="24"/>
        </w:rPr>
        <w:t>ében</w:t>
      </w:r>
      <w:r w:rsidR="002D66E8" w:rsidRPr="002E7B2F">
        <w:rPr>
          <w:rFonts w:ascii="Garamond" w:hAnsi="Garamond" w:cs="Arial"/>
          <w:szCs w:val="24"/>
        </w:rPr>
        <w:t xml:space="preserve"> meghatározott</w:t>
      </w:r>
      <w:r w:rsidR="001836FE" w:rsidRPr="002E7B2F">
        <w:rPr>
          <w:rFonts w:ascii="Garamond" w:hAnsi="Garamond" w:cs="Arial"/>
          <w:szCs w:val="24"/>
        </w:rPr>
        <w:t xml:space="preserve"> </w:t>
      </w:r>
      <w:proofErr w:type="gramStart"/>
      <w:r w:rsidR="00F06213" w:rsidRPr="002E7B2F">
        <w:rPr>
          <w:rFonts w:ascii="Garamond" w:hAnsi="Garamond" w:cs="Arial"/>
          <w:szCs w:val="24"/>
        </w:rPr>
        <w:t>á</w:t>
      </w:r>
      <w:r w:rsidR="00E75AF1" w:rsidRPr="002E7B2F">
        <w:rPr>
          <w:rFonts w:ascii="Garamond" w:hAnsi="Garamond" w:cs="Arial"/>
          <w:szCs w:val="24"/>
        </w:rPr>
        <w:t>ru</w:t>
      </w:r>
      <w:r w:rsidR="001836FE" w:rsidRPr="002E7B2F">
        <w:rPr>
          <w:rFonts w:ascii="Garamond" w:hAnsi="Garamond" w:cs="Arial"/>
          <w:szCs w:val="24"/>
        </w:rPr>
        <w:t>(</w:t>
      </w:r>
      <w:proofErr w:type="gramEnd"/>
      <w:r w:rsidR="001836FE" w:rsidRPr="002E7B2F">
        <w:rPr>
          <w:rFonts w:ascii="Garamond" w:hAnsi="Garamond" w:cs="Arial"/>
          <w:szCs w:val="24"/>
        </w:rPr>
        <w:t>k),</w:t>
      </w:r>
      <w:r w:rsidR="00F06213" w:rsidRPr="002E7B2F">
        <w:rPr>
          <w:rFonts w:ascii="Garamond" w:hAnsi="Garamond" w:cs="Arial"/>
          <w:szCs w:val="24"/>
        </w:rPr>
        <w:t xml:space="preserve"> </w:t>
      </w:r>
      <w:r w:rsidR="00DD2F3F" w:rsidRPr="002E7B2F">
        <w:rPr>
          <w:rFonts w:ascii="Garamond" w:hAnsi="Garamond" w:cs="Arial"/>
          <w:szCs w:val="24"/>
        </w:rPr>
        <w:t>(</w:t>
      </w:r>
      <w:r w:rsidR="00F06213" w:rsidRPr="002E7B2F">
        <w:rPr>
          <w:rFonts w:ascii="Garamond" w:hAnsi="Garamond" w:cs="Arial"/>
          <w:szCs w:val="24"/>
        </w:rPr>
        <w:t>továbbiakban: Áruk</w:t>
      </w:r>
      <w:r w:rsidR="00DD2F3F" w:rsidRPr="002E7B2F">
        <w:rPr>
          <w:rFonts w:ascii="Garamond" w:hAnsi="Garamond" w:cs="Arial"/>
          <w:szCs w:val="24"/>
        </w:rPr>
        <w:t>)</w:t>
      </w:r>
      <w:r w:rsidR="001836FE" w:rsidRPr="002E7B2F">
        <w:rPr>
          <w:rFonts w:ascii="Garamond" w:hAnsi="Garamond" w:cs="Arial"/>
          <w:szCs w:val="24"/>
        </w:rPr>
        <w:t xml:space="preserve"> azaz </w:t>
      </w:r>
      <w:r w:rsidR="00433462">
        <w:rPr>
          <w:rFonts w:ascii="Garamond" w:hAnsi="Garamond" w:cs="Arial"/>
          <w:szCs w:val="24"/>
        </w:rPr>
        <w:t>Vas, nehéz és könnyűfém</w:t>
      </w:r>
      <w:r w:rsidR="00E460C7">
        <w:rPr>
          <w:rFonts w:ascii="Garamond" w:hAnsi="Garamond" w:cs="Arial"/>
          <w:szCs w:val="24"/>
        </w:rPr>
        <w:t xml:space="preserve"> </w:t>
      </w:r>
      <w:r w:rsidR="00433462">
        <w:rPr>
          <w:rFonts w:ascii="Garamond" w:hAnsi="Garamond" w:cs="Arial"/>
          <w:szCs w:val="24"/>
        </w:rPr>
        <w:t xml:space="preserve">kohászati termékek </w:t>
      </w:r>
      <w:r w:rsidR="001836FE" w:rsidRPr="002E7B2F">
        <w:rPr>
          <w:rFonts w:ascii="Garamond" w:hAnsi="Garamond" w:cs="Arial"/>
          <w:szCs w:val="24"/>
        </w:rPr>
        <w:t>M</w:t>
      </w:r>
      <w:r w:rsidR="002D66E8" w:rsidRPr="002E7B2F">
        <w:rPr>
          <w:rFonts w:ascii="Garamond" w:hAnsi="Garamond" w:cs="Arial"/>
          <w:szCs w:val="24"/>
        </w:rPr>
        <w:t>egrendelőnek történő leszállítása</w:t>
      </w:r>
      <w:r w:rsidR="00922024" w:rsidRPr="002E7B2F">
        <w:rPr>
          <w:rFonts w:ascii="Garamond" w:hAnsi="Garamond" w:cs="Arial"/>
          <w:szCs w:val="24"/>
        </w:rPr>
        <w:t xml:space="preserve"> </w:t>
      </w:r>
      <w:r w:rsidR="00F668C8" w:rsidRPr="002E7B2F">
        <w:rPr>
          <w:rFonts w:ascii="Garamond" w:hAnsi="Garamond" w:cs="Arial"/>
          <w:szCs w:val="24"/>
        </w:rPr>
        <w:t>(a</w:t>
      </w:r>
      <w:r w:rsidR="00922024" w:rsidRPr="002E7B2F">
        <w:rPr>
          <w:rFonts w:ascii="Garamond" w:hAnsi="Garamond" w:cs="Arial"/>
          <w:szCs w:val="24"/>
        </w:rPr>
        <w:t xml:space="preserve"> továbbiakban: </w:t>
      </w:r>
      <w:r w:rsidR="00FB6ABE" w:rsidRPr="002E7B2F">
        <w:rPr>
          <w:rFonts w:ascii="Garamond" w:hAnsi="Garamond" w:cs="Arial"/>
          <w:szCs w:val="24"/>
        </w:rPr>
        <w:t>Sz</w:t>
      </w:r>
      <w:r w:rsidR="007526DA" w:rsidRPr="002E7B2F">
        <w:rPr>
          <w:rFonts w:ascii="Garamond" w:hAnsi="Garamond" w:cs="Arial"/>
          <w:szCs w:val="24"/>
        </w:rPr>
        <w:t>á</w:t>
      </w:r>
      <w:r w:rsidR="00FB6ABE" w:rsidRPr="002E7B2F">
        <w:rPr>
          <w:rFonts w:ascii="Garamond" w:hAnsi="Garamond" w:cs="Arial"/>
          <w:szCs w:val="24"/>
        </w:rPr>
        <w:t>llítás</w:t>
      </w:r>
      <w:r w:rsidR="00F668C8" w:rsidRPr="002E7B2F">
        <w:rPr>
          <w:rFonts w:ascii="Garamond" w:hAnsi="Garamond" w:cs="Arial"/>
          <w:szCs w:val="24"/>
        </w:rPr>
        <w:t>)</w:t>
      </w:r>
      <w:r w:rsidR="002D66E8" w:rsidRPr="002E7B2F">
        <w:rPr>
          <w:rFonts w:ascii="Garamond" w:hAnsi="Garamond" w:cs="Arial"/>
          <w:szCs w:val="24"/>
        </w:rPr>
        <w:t xml:space="preserve"> az alábbiakban meghatározott </w:t>
      </w:r>
      <w:r w:rsidR="003B3D56" w:rsidRPr="002E7B2F">
        <w:rPr>
          <w:rFonts w:ascii="Garamond" w:hAnsi="Garamond" w:cs="Arial"/>
          <w:szCs w:val="24"/>
        </w:rPr>
        <w:t>feltételek szerint</w:t>
      </w:r>
      <w:r w:rsidR="002D66E8" w:rsidRPr="002E7B2F">
        <w:rPr>
          <w:rFonts w:ascii="Garamond" w:hAnsi="Garamond" w:cs="Arial"/>
          <w:szCs w:val="24"/>
        </w:rPr>
        <w:t>.</w:t>
      </w:r>
    </w:p>
    <w:p w:rsidR="00684157" w:rsidRPr="002E7B2F" w:rsidRDefault="00684157" w:rsidP="000A32FE">
      <w:pPr>
        <w:jc w:val="both"/>
        <w:rPr>
          <w:rFonts w:ascii="Garamond" w:hAnsi="Garamond" w:cs="Arial"/>
          <w:szCs w:val="24"/>
        </w:rPr>
      </w:pPr>
    </w:p>
    <w:p w:rsidR="000A32FE" w:rsidRPr="002E7B2F" w:rsidRDefault="00DB29DD" w:rsidP="00DB29DD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/>
          <w:szCs w:val="24"/>
        </w:rPr>
        <w:t xml:space="preserve">1.2. </w:t>
      </w:r>
      <w:r w:rsidRPr="002E7B2F">
        <w:rPr>
          <w:rFonts w:ascii="Garamond" w:hAnsi="Garamond"/>
          <w:szCs w:val="24"/>
        </w:rPr>
        <w:tab/>
      </w:r>
      <w:r w:rsidR="000A32FE" w:rsidRPr="002E7B2F">
        <w:rPr>
          <w:rFonts w:ascii="Garamond" w:hAnsi="Garamond"/>
          <w:szCs w:val="24"/>
        </w:rPr>
        <w:t>Megrendelő a jelen Keretszerződés hatálya alatt megrendelés (a továbbiakban: Megrendelés) leadásával jogosult a Szállítótól a</w:t>
      </w:r>
      <w:r w:rsidR="00DD2F3F" w:rsidRPr="002E7B2F">
        <w:rPr>
          <w:rFonts w:ascii="Garamond" w:hAnsi="Garamond"/>
          <w:szCs w:val="24"/>
        </w:rPr>
        <w:t xml:space="preserve">z Áruk </w:t>
      </w:r>
      <w:r w:rsidR="000A32FE" w:rsidRPr="002E7B2F">
        <w:rPr>
          <w:rFonts w:ascii="Garamond" w:hAnsi="Garamond"/>
          <w:szCs w:val="24"/>
        </w:rPr>
        <w:t xml:space="preserve">szállítását megrendelni. Az egyes Megrendelésekben Megrendelő köteles megjelölni a Szállító részére az adott Megrendelés teljesítésének határidejét, a teljesítési helyet, továbbá az egyéb, az adott Megrendelés teljesítésére vonatkozó különös feltételeket. </w:t>
      </w:r>
      <w:r w:rsidR="0006694D" w:rsidRPr="002E7B2F">
        <w:rPr>
          <w:rFonts w:ascii="Garamond" w:hAnsi="Garamond"/>
          <w:szCs w:val="24"/>
        </w:rPr>
        <w:t xml:space="preserve">Az egyes Megrendeléseket, azok módosítását, törlését a Szállító minden esetben köteles visszaigazolni a kézhezvételtől számított </w:t>
      </w:r>
      <w:r w:rsidR="00F87D9A" w:rsidRPr="002E7B2F">
        <w:rPr>
          <w:rFonts w:ascii="Garamond" w:hAnsi="Garamond"/>
          <w:szCs w:val="24"/>
        </w:rPr>
        <w:t>2 munkanapon</w:t>
      </w:r>
      <w:r w:rsidR="0006694D" w:rsidRPr="002E7B2F">
        <w:rPr>
          <w:rFonts w:ascii="Garamond" w:hAnsi="Garamond"/>
          <w:szCs w:val="24"/>
        </w:rPr>
        <w:t xml:space="preserve"> belül, valamint köteles</w:t>
      </w:r>
      <w:r w:rsidR="000A32FE" w:rsidRPr="002E7B2F">
        <w:rPr>
          <w:rFonts w:ascii="Garamond" w:hAnsi="Garamond"/>
          <w:szCs w:val="24"/>
        </w:rPr>
        <w:t xml:space="preserve"> a jelen </w:t>
      </w:r>
      <w:r w:rsidR="00B73573" w:rsidRPr="002E7B2F">
        <w:rPr>
          <w:rFonts w:ascii="Garamond" w:hAnsi="Garamond"/>
          <w:szCs w:val="24"/>
        </w:rPr>
        <w:t>K</w:t>
      </w:r>
      <w:r w:rsidR="000A32FE" w:rsidRPr="002E7B2F">
        <w:rPr>
          <w:rFonts w:ascii="Garamond" w:hAnsi="Garamond"/>
          <w:szCs w:val="24"/>
        </w:rPr>
        <w:t xml:space="preserve">eretszerződésben, valamint az adott Megrendelésben foglaltak alapján teljesíteni. </w:t>
      </w:r>
      <w:r w:rsidR="009831DC" w:rsidRPr="002E7B2F">
        <w:rPr>
          <w:rFonts w:ascii="Garamond" w:hAnsi="Garamond"/>
          <w:szCs w:val="24"/>
        </w:rPr>
        <w:t>Szállító</w:t>
      </w:r>
      <w:r w:rsidR="000A32FE" w:rsidRPr="002E7B2F">
        <w:rPr>
          <w:rFonts w:ascii="Garamond" w:hAnsi="Garamond"/>
          <w:szCs w:val="24"/>
        </w:rPr>
        <w:t xml:space="preserve"> a Megrendelésben foglalt valamely feltételtől eltérni csak Megrendelő előzetes írásbeli hozzájárulásával jogosult.</w:t>
      </w:r>
    </w:p>
    <w:p w:rsidR="000A32FE" w:rsidRPr="002E7B2F" w:rsidRDefault="000A32FE" w:rsidP="00920323">
      <w:pPr>
        <w:ind w:left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Felek a Megrendelések és azok visszaigazolása megküldése módjára a jelen Keretszerződés 1</w:t>
      </w:r>
      <w:r w:rsidR="00CA6C29" w:rsidRPr="002E7B2F">
        <w:rPr>
          <w:rFonts w:ascii="Garamond" w:hAnsi="Garamond" w:cs="Arial"/>
          <w:szCs w:val="24"/>
        </w:rPr>
        <w:t>3</w:t>
      </w:r>
      <w:r w:rsidRPr="002E7B2F">
        <w:rPr>
          <w:rFonts w:ascii="Garamond" w:hAnsi="Garamond" w:cs="Arial"/>
          <w:szCs w:val="24"/>
        </w:rPr>
        <w:t>. pontjában foglaltakat kötelesek alkalmazni.</w:t>
      </w:r>
    </w:p>
    <w:p w:rsidR="00F95F98" w:rsidRPr="002E7B2F" w:rsidRDefault="00F95F98" w:rsidP="00D37AA0">
      <w:pPr>
        <w:tabs>
          <w:tab w:val="num" w:pos="0"/>
        </w:tabs>
        <w:ind w:left="540" w:hanging="540"/>
        <w:jc w:val="both"/>
        <w:rPr>
          <w:rFonts w:ascii="Garamond" w:hAnsi="Garamond" w:cs="Arial"/>
          <w:szCs w:val="24"/>
        </w:rPr>
      </w:pPr>
    </w:p>
    <w:p w:rsidR="00922C74" w:rsidRPr="002E7B2F" w:rsidRDefault="00DB29DD" w:rsidP="00DB29DD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/>
        </w:rPr>
        <w:t xml:space="preserve">1.3. </w:t>
      </w:r>
      <w:r w:rsidRPr="002E7B2F">
        <w:rPr>
          <w:rFonts w:ascii="Garamond" w:hAnsi="Garamond"/>
        </w:rPr>
        <w:tab/>
      </w:r>
      <w:r w:rsidR="009836A7" w:rsidRPr="002E7B2F">
        <w:rPr>
          <w:rFonts w:ascii="Garamond" w:hAnsi="Garamond"/>
        </w:rPr>
        <w:t xml:space="preserve">Megrendelő a jelen </w:t>
      </w:r>
      <w:r w:rsidR="00D80B16" w:rsidRPr="002E7B2F">
        <w:rPr>
          <w:rFonts w:ascii="Garamond" w:hAnsi="Garamond"/>
        </w:rPr>
        <w:t>Keret</w:t>
      </w:r>
      <w:r w:rsidR="009836A7" w:rsidRPr="002E7B2F">
        <w:rPr>
          <w:rFonts w:ascii="Garamond" w:hAnsi="Garamond"/>
        </w:rPr>
        <w:t>szerződés 1</w:t>
      </w:r>
      <w:r w:rsidR="00263A1B">
        <w:rPr>
          <w:rFonts w:ascii="Garamond" w:hAnsi="Garamond"/>
        </w:rPr>
        <w:t>. és 2.</w:t>
      </w:r>
      <w:r w:rsidR="009836A7" w:rsidRPr="002E7B2F">
        <w:rPr>
          <w:rFonts w:ascii="Garamond" w:hAnsi="Garamond"/>
        </w:rPr>
        <w:t xml:space="preserve"> sz. mellékletében szereplő tételeken felül kérheti egyéb, a jelen </w:t>
      </w:r>
      <w:r w:rsidR="00D80B16" w:rsidRPr="002E7B2F">
        <w:rPr>
          <w:rFonts w:ascii="Garamond" w:hAnsi="Garamond"/>
        </w:rPr>
        <w:t>Keret</w:t>
      </w:r>
      <w:r w:rsidR="009836A7" w:rsidRPr="002E7B2F">
        <w:rPr>
          <w:rFonts w:ascii="Garamond" w:hAnsi="Garamond"/>
        </w:rPr>
        <w:t>szerződés tárgyát képező tételek szállítását</w:t>
      </w:r>
      <w:r w:rsidR="00433462">
        <w:rPr>
          <w:rFonts w:ascii="Garamond" w:hAnsi="Garamond"/>
        </w:rPr>
        <w:t>.</w:t>
      </w:r>
      <w:r w:rsidR="009836A7" w:rsidRPr="002E7B2F">
        <w:rPr>
          <w:rFonts w:ascii="Garamond" w:hAnsi="Garamond"/>
        </w:rPr>
        <w:t xml:space="preserve"> </w:t>
      </w:r>
      <w:r w:rsidR="007A4592" w:rsidRPr="002E7B2F">
        <w:rPr>
          <w:rFonts w:ascii="Garamond" w:hAnsi="Garamond"/>
        </w:rPr>
        <w:t>Ezen tételek</w:t>
      </w:r>
      <w:r w:rsidR="00E94252" w:rsidRPr="002E7B2F">
        <w:rPr>
          <w:rFonts w:ascii="Garamond" w:hAnsi="Garamond"/>
        </w:rPr>
        <w:t xml:space="preserve"> </w:t>
      </w:r>
      <w:r w:rsidR="007A4592" w:rsidRPr="002E7B2F">
        <w:rPr>
          <w:rFonts w:ascii="Garamond" w:hAnsi="Garamond"/>
        </w:rPr>
        <w:t xml:space="preserve">a </w:t>
      </w:r>
      <w:r w:rsidR="00D80B16" w:rsidRPr="002E7B2F">
        <w:rPr>
          <w:rFonts w:ascii="Garamond" w:hAnsi="Garamond"/>
        </w:rPr>
        <w:t>Keret</w:t>
      </w:r>
      <w:r w:rsidR="009836A7" w:rsidRPr="002E7B2F">
        <w:rPr>
          <w:rFonts w:ascii="Garamond" w:hAnsi="Garamond"/>
        </w:rPr>
        <w:t xml:space="preserve">szerződés </w:t>
      </w:r>
      <w:r w:rsidR="00171106" w:rsidRPr="002E7B2F">
        <w:rPr>
          <w:rFonts w:ascii="Garamond" w:hAnsi="Garamond"/>
        </w:rPr>
        <w:t>módosítása nélkül a</w:t>
      </w:r>
      <w:r w:rsidR="009836A7" w:rsidRPr="002E7B2F">
        <w:rPr>
          <w:rFonts w:ascii="Garamond" w:hAnsi="Garamond"/>
        </w:rPr>
        <w:t xml:space="preserve"> Felek külön megállapodása alapján </w:t>
      </w:r>
      <w:r w:rsidR="00123B0B" w:rsidRPr="002E7B2F">
        <w:rPr>
          <w:rFonts w:ascii="Garamond" w:hAnsi="Garamond"/>
        </w:rPr>
        <w:t>megrendelhetők</w:t>
      </w:r>
      <w:r w:rsidR="009836A7" w:rsidRPr="002E7B2F">
        <w:rPr>
          <w:rFonts w:ascii="Garamond" w:hAnsi="Garamond"/>
        </w:rPr>
        <w:t>.</w:t>
      </w:r>
    </w:p>
    <w:p w:rsidR="00060702" w:rsidRPr="002E7B2F" w:rsidRDefault="00060702" w:rsidP="00D37AA0">
      <w:pPr>
        <w:jc w:val="both"/>
        <w:rPr>
          <w:rFonts w:ascii="Garamond" w:hAnsi="Garamond" w:cs="Arial"/>
          <w:szCs w:val="24"/>
        </w:rPr>
      </w:pPr>
    </w:p>
    <w:p w:rsidR="000A32FE" w:rsidRPr="002E7B2F" w:rsidRDefault="000A32FE" w:rsidP="00D37AA0">
      <w:pPr>
        <w:jc w:val="both"/>
        <w:rPr>
          <w:rFonts w:ascii="Garamond" w:hAnsi="Garamond" w:cs="Arial"/>
          <w:szCs w:val="24"/>
        </w:rPr>
      </w:pPr>
    </w:p>
    <w:p w:rsidR="00924A4C" w:rsidRPr="002E7B2F" w:rsidRDefault="00961DCD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2</w:t>
      </w:r>
      <w:r w:rsidR="00B62721" w:rsidRPr="002E7B2F">
        <w:rPr>
          <w:rFonts w:ascii="Garamond" w:hAnsi="Garamond" w:cs="Arial"/>
          <w:b/>
          <w:smallCaps/>
        </w:rPr>
        <w:t>.</w:t>
      </w:r>
      <w:r w:rsidR="00B62721" w:rsidRPr="002E7B2F">
        <w:rPr>
          <w:rFonts w:ascii="Garamond" w:hAnsi="Garamond" w:cs="Arial"/>
          <w:b/>
          <w:smallCaps/>
        </w:rPr>
        <w:tab/>
      </w:r>
      <w:r w:rsidR="00AC1169" w:rsidRPr="002E7B2F">
        <w:rPr>
          <w:rFonts w:ascii="Garamond" w:hAnsi="Garamond" w:cs="Arial"/>
          <w:b/>
          <w:smallCaps/>
        </w:rPr>
        <w:t>Minőségi és műszaki követelmények</w:t>
      </w:r>
    </w:p>
    <w:p w:rsidR="00FA4F93" w:rsidRPr="002E7B2F" w:rsidRDefault="00FA4F93" w:rsidP="00D37AA0">
      <w:pPr>
        <w:jc w:val="both"/>
        <w:rPr>
          <w:rFonts w:ascii="Garamond" w:hAnsi="Garamond" w:cs="Arial"/>
          <w:szCs w:val="24"/>
        </w:rPr>
      </w:pPr>
    </w:p>
    <w:p w:rsidR="00EF6931" w:rsidRPr="002E7B2F" w:rsidRDefault="00DB29DD" w:rsidP="00DB29DD">
      <w:pPr>
        <w:tabs>
          <w:tab w:val="left" w:pos="0"/>
        </w:tabs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 xml:space="preserve">2.1. </w:t>
      </w:r>
      <w:r w:rsidRPr="002E7B2F">
        <w:rPr>
          <w:rFonts w:ascii="Garamond" w:hAnsi="Garamond" w:cs="Arial"/>
          <w:szCs w:val="24"/>
        </w:rPr>
        <w:tab/>
      </w:r>
      <w:r w:rsidR="00BD4D41" w:rsidRPr="002E7B2F">
        <w:rPr>
          <w:rFonts w:ascii="Garamond" w:hAnsi="Garamond" w:cs="Arial"/>
          <w:szCs w:val="24"/>
        </w:rPr>
        <w:t>A</w:t>
      </w:r>
      <w:r w:rsidR="003A494D" w:rsidRPr="002E7B2F">
        <w:rPr>
          <w:rFonts w:ascii="Garamond" w:hAnsi="Garamond" w:cs="Arial"/>
          <w:szCs w:val="24"/>
        </w:rPr>
        <w:t>z</w:t>
      </w:r>
      <w:r w:rsidR="00BD4D41" w:rsidRPr="002E7B2F">
        <w:rPr>
          <w:rFonts w:ascii="Garamond" w:hAnsi="Garamond" w:cs="Arial"/>
          <w:szCs w:val="24"/>
        </w:rPr>
        <w:t xml:space="preserve"> </w:t>
      </w:r>
      <w:r w:rsidR="00DD2F3F" w:rsidRPr="002E7B2F">
        <w:rPr>
          <w:rFonts w:ascii="Garamond" w:hAnsi="Garamond" w:cs="Arial"/>
          <w:szCs w:val="24"/>
        </w:rPr>
        <w:t>Á</w:t>
      </w:r>
      <w:r w:rsidR="00E75AF1" w:rsidRPr="002E7B2F">
        <w:rPr>
          <w:rFonts w:ascii="Garamond" w:hAnsi="Garamond" w:cs="Arial"/>
          <w:szCs w:val="24"/>
        </w:rPr>
        <w:t>ru</w:t>
      </w:r>
      <w:r w:rsidR="00BD4D41" w:rsidRPr="002E7B2F">
        <w:rPr>
          <w:rFonts w:ascii="Garamond" w:hAnsi="Garamond" w:cs="Arial"/>
          <w:szCs w:val="24"/>
        </w:rPr>
        <w:t>k</w:t>
      </w:r>
      <w:r w:rsidR="00E75AF1" w:rsidRPr="002E7B2F">
        <w:rPr>
          <w:rFonts w:ascii="Garamond" w:hAnsi="Garamond" w:cs="Arial"/>
          <w:szCs w:val="24"/>
        </w:rPr>
        <w:t xml:space="preserve"> </w:t>
      </w:r>
      <w:r w:rsidR="00BD4D41" w:rsidRPr="002E7B2F">
        <w:rPr>
          <w:rFonts w:ascii="Garamond" w:hAnsi="Garamond" w:cs="Arial"/>
          <w:szCs w:val="24"/>
        </w:rPr>
        <w:t xml:space="preserve">részletes minőségi és műszaki paramétereit </w:t>
      </w:r>
      <w:r w:rsidR="00B57B8E" w:rsidRPr="002E7B2F">
        <w:rPr>
          <w:rFonts w:ascii="Garamond" w:hAnsi="Garamond" w:cs="Arial"/>
          <w:szCs w:val="24"/>
        </w:rPr>
        <w:t xml:space="preserve">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B57B8E" w:rsidRPr="002E7B2F">
        <w:rPr>
          <w:rFonts w:ascii="Garamond" w:hAnsi="Garamond" w:cs="Arial"/>
          <w:szCs w:val="24"/>
        </w:rPr>
        <w:t xml:space="preserve"> 1.</w:t>
      </w:r>
      <w:r w:rsidR="00263A1B">
        <w:rPr>
          <w:rFonts w:ascii="Garamond" w:hAnsi="Garamond" w:cs="Arial"/>
          <w:szCs w:val="24"/>
        </w:rPr>
        <w:t xml:space="preserve"> és 2. </w:t>
      </w:r>
      <w:r w:rsidR="00B57B8E" w:rsidRPr="002E7B2F">
        <w:rPr>
          <w:rFonts w:ascii="Garamond" w:hAnsi="Garamond" w:cs="Arial"/>
          <w:szCs w:val="24"/>
        </w:rPr>
        <w:t>sz</w:t>
      </w:r>
      <w:r w:rsidR="000A32FE" w:rsidRPr="002E7B2F">
        <w:rPr>
          <w:rFonts w:ascii="Garamond" w:hAnsi="Garamond" w:cs="Arial"/>
          <w:szCs w:val="24"/>
        </w:rPr>
        <w:t>ámú</w:t>
      </w:r>
      <w:r w:rsidR="00B57B8E" w:rsidRPr="002E7B2F">
        <w:rPr>
          <w:rFonts w:ascii="Garamond" w:hAnsi="Garamond" w:cs="Arial"/>
          <w:szCs w:val="24"/>
        </w:rPr>
        <w:t xml:space="preserve"> melléklete </w:t>
      </w:r>
      <w:r w:rsidR="00BD4D41" w:rsidRPr="002E7B2F">
        <w:rPr>
          <w:rFonts w:ascii="Garamond" w:hAnsi="Garamond" w:cs="Arial"/>
          <w:szCs w:val="24"/>
        </w:rPr>
        <w:t>tartalmazza</w:t>
      </w:r>
      <w:r w:rsidR="0023610D">
        <w:rPr>
          <w:rFonts w:ascii="Garamond" w:hAnsi="Garamond" w:cs="Arial"/>
          <w:szCs w:val="24"/>
        </w:rPr>
        <w:t>.</w:t>
      </w:r>
    </w:p>
    <w:p w:rsidR="00A01745" w:rsidRPr="002E7B2F" w:rsidRDefault="00A01745" w:rsidP="00A01745">
      <w:pPr>
        <w:tabs>
          <w:tab w:val="left" w:pos="0"/>
        </w:tabs>
        <w:jc w:val="both"/>
        <w:rPr>
          <w:rFonts w:ascii="Garamond" w:hAnsi="Garamond" w:cs="Arial"/>
          <w:szCs w:val="24"/>
        </w:rPr>
      </w:pPr>
    </w:p>
    <w:p w:rsidR="00A01745" w:rsidRPr="002E7B2F" w:rsidRDefault="00DB29DD" w:rsidP="00DB29DD">
      <w:pPr>
        <w:tabs>
          <w:tab w:val="left" w:pos="0"/>
        </w:tabs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2.2.</w:t>
      </w:r>
      <w:r w:rsidRPr="002E7B2F">
        <w:rPr>
          <w:rFonts w:ascii="Garamond" w:hAnsi="Garamond" w:cs="Arial"/>
          <w:szCs w:val="24"/>
        </w:rPr>
        <w:tab/>
      </w:r>
      <w:r w:rsidR="00A01745" w:rsidRPr="002E7B2F">
        <w:rPr>
          <w:rFonts w:ascii="Garamond" w:hAnsi="Garamond" w:cs="Arial"/>
          <w:szCs w:val="24"/>
        </w:rPr>
        <w:t xml:space="preserve">A </w:t>
      </w:r>
      <w:r w:rsidR="005E3434" w:rsidRPr="002E7B2F">
        <w:rPr>
          <w:rFonts w:ascii="Garamond" w:hAnsi="Garamond" w:cs="Arial"/>
          <w:szCs w:val="24"/>
        </w:rPr>
        <w:t>jelen Keretszerződés</w:t>
      </w:r>
      <w:r w:rsidR="00A01745" w:rsidRPr="002E7B2F">
        <w:rPr>
          <w:rFonts w:ascii="Garamond" w:hAnsi="Garamond" w:cs="Arial"/>
          <w:szCs w:val="24"/>
        </w:rPr>
        <w:t xml:space="preserve"> teljesítése során szállított Áruknak </w:t>
      </w:r>
      <w:r w:rsidR="0023610D">
        <w:rPr>
          <w:rFonts w:ascii="Garamond" w:hAnsi="Garamond" w:cs="Arial"/>
          <w:szCs w:val="24"/>
        </w:rPr>
        <w:t>az ajánlati dokumentációszerinti</w:t>
      </w:r>
      <w:r w:rsidR="00A01745" w:rsidRPr="002E7B2F">
        <w:rPr>
          <w:rFonts w:ascii="Garamond" w:hAnsi="Garamond" w:cs="Arial"/>
          <w:szCs w:val="24"/>
        </w:rPr>
        <w:t xml:space="preserve"> szabvány</w:t>
      </w:r>
      <w:r w:rsidR="0023610D">
        <w:rPr>
          <w:rFonts w:ascii="Garamond" w:hAnsi="Garamond" w:cs="Arial"/>
          <w:szCs w:val="24"/>
        </w:rPr>
        <w:t>ok</w:t>
      </w:r>
      <w:r w:rsidR="00A01745" w:rsidRPr="002E7B2F">
        <w:rPr>
          <w:rFonts w:ascii="Garamond" w:hAnsi="Garamond" w:cs="Arial"/>
          <w:szCs w:val="24"/>
        </w:rPr>
        <w:t xml:space="preserve">ban meghatározott műszaki követelményeknek kell megfelelniük. </w:t>
      </w:r>
    </w:p>
    <w:p w:rsidR="00EF6931" w:rsidRPr="002E7B2F" w:rsidRDefault="00EF6931" w:rsidP="00EF6931">
      <w:pPr>
        <w:tabs>
          <w:tab w:val="left" w:pos="0"/>
        </w:tabs>
        <w:ind w:left="600" w:hanging="600"/>
        <w:jc w:val="both"/>
        <w:rPr>
          <w:rFonts w:ascii="Garamond" w:hAnsi="Garamond" w:cs="Arial"/>
          <w:szCs w:val="24"/>
        </w:rPr>
      </w:pPr>
    </w:p>
    <w:p w:rsidR="00EF6931" w:rsidRPr="002E7B2F" w:rsidRDefault="00EF6931" w:rsidP="00EF6931">
      <w:pPr>
        <w:tabs>
          <w:tab w:val="left" w:pos="0"/>
        </w:tabs>
        <w:ind w:left="600" w:hanging="600"/>
        <w:jc w:val="both"/>
        <w:rPr>
          <w:rFonts w:ascii="Garamond" w:hAnsi="Garamond" w:cs="Arial"/>
          <w:szCs w:val="24"/>
        </w:rPr>
      </w:pPr>
    </w:p>
    <w:p w:rsidR="00EF6931" w:rsidRPr="002E7B2F" w:rsidRDefault="00EF6931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 xml:space="preserve">3. </w:t>
      </w:r>
      <w:r w:rsidR="00AF7BA9" w:rsidRPr="002E7B2F">
        <w:rPr>
          <w:rFonts w:ascii="Garamond" w:hAnsi="Garamond" w:cs="Arial"/>
          <w:b/>
          <w:smallCaps/>
        </w:rPr>
        <w:tab/>
      </w:r>
      <w:r w:rsidRPr="002E7B2F">
        <w:rPr>
          <w:rFonts w:ascii="Garamond" w:hAnsi="Garamond" w:cs="Arial"/>
          <w:b/>
          <w:smallCaps/>
        </w:rPr>
        <w:t>Mennyiség</w:t>
      </w:r>
    </w:p>
    <w:p w:rsidR="00EF6931" w:rsidRPr="002E7B2F" w:rsidRDefault="00EF6931" w:rsidP="00EF6931">
      <w:pPr>
        <w:tabs>
          <w:tab w:val="left" w:pos="0"/>
        </w:tabs>
        <w:ind w:left="600" w:hanging="600"/>
        <w:jc w:val="both"/>
        <w:rPr>
          <w:rFonts w:ascii="Garamond" w:hAnsi="Garamond" w:cs="Arial"/>
          <w:szCs w:val="24"/>
        </w:rPr>
      </w:pPr>
    </w:p>
    <w:p w:rsidR="00961DCD" w:rsidRPr="002E7B2F" w:rsidRDefault="00EF6931" w:rsidP="00920323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3.</w:t>
      </w:r>
      <w:r w:rsidR="00FD1299" w:rsidRPr="002E7B2F">
        <w:rPr>
          <w:rFonts w:ascii="Garamond" w:hAnsi="Garamond" w:cs="Arial"/>
          <w:szCs w:val="24"/>
        </w:rPr>
        <w:t>1</w:t>
      </w:r>
      <w:r w:rsidR="00DB29DD" w:rsidRPr="002E7B2F">
        <w:rPr>
          <w:rFonts w:ascii="Garamond" w:hAnsi="Garamond" w:cs="Arial"/>
          <w:szCs w:val="24"/>
        </w:rPr>
        <w:t>.</w:t>
      </w:r>
      <w:r w:rsidRPr="002E7B2F">
        <w:rPr>
          <w:rFonts w:ascii="Garamond" w:hAnsi="Garamond" w:cs="Arial"/>
          <w:szCs w:val="24"/>
        </w:rPr>
        <w:t xml:space="preserve"> </w:t>
      </w:r>
      <w:r w:rsidR="00DB29DD" w:rsidRPr="002E7B2F">
        <w:rPr>
          <w:rFonts w:ascii="Garamond" w:hAnsi="Garamond" w:cs="Arial"/>
          <w:szCs w:val="24"/>
        </w:rPr>
        <w:tab/>
      </w:r>
      <w:r w:rsidRPr="002E7B2F">
        <w:rPr>
          <w:rFonts w:ascii="Garamond" w:hAnsi="Garamond" w:cs="Arial"/>
          <w:szCs w:val="24"/>
        </w:rPr>
        <w:t xml:space="preserve">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FB6ABE" w:rsidRPr="002E7B2F">
        <w:rPr>
          <w:rFonts w:ascii="Garamond" w:hAnsi="Garamond" w:cs="Arial"/>
          <w:szCs w:val="24"/>
        </w:rPr>
        <w:t xml:space="preserve"> </w:t>
      </w:r>
      <w:r w:rsidR="00684157" w:rsidRPr="002E7B2F">
        <w:rPr>
          <w:rFonts w:ascii="Garamond" w:hAnsi="Garamond" w:cs="Arial"/>
          <w:szCs w:val="24"/>
        </w:rPr>
        <w:t xml:space="preserve">hatálya alatt </w:t>
      </w:r>
      <w:r w:rsidRPr="002E7B2F">
        <w:rPr>
          <w:rFonts w:ascii="Garamond" w:hAnsi="Garamond" w:cs="Arial"/>
          <w:szCs w:val="24"/>
        </w:rPr>
        <w:t xml:space="preserve">Megrendelő </w:t>
      </w:r>
      <w:r w:rsidR="00684157" w:rsidRPr="002E7B2F">
        <w:rPr>
          <w:rFonts w:ascii="Garamond" w:hAnsi="Garamond" w:cs="Arial"/>
          <w:szCs w:val="24"/>
        </w:rPr>
        <w:t xml:space="preserve">az alábbiakban meghatározott mennyiségű Áru beszerzését tervezi, </w:t>
      </w:r>
      <w:r w:rsidRPr="002E7B2F">
        <w:rPr>
          <w:rFonts w:ascii="Garamond" w:hAnsi="Garamond" w:cs="Arial"/>
          <w:szCs w:val="24"/>
        </w:rPr>
        <w:t>de az egyes árucikkek megrendelése a Megrendelő</w:t>
      </w:r>
      <w:r w:rsidR="00B806FA" w:rsidRPr="002E7B2F">
        <w:rPr>
          <w:rFonts w:ascii="Garamond" w:hAnsi="Garamond" w:cs="Arial"/>
          <w:szCs w:val="24"/>
        </w:rPr>
        <w:t xml:space="preserve"> </w:t>
      </w:r>
      <w:r w:rsidR="00A22BB3" w:rsidRPr="002E7B2F">
        <w:rPr>
          <w:rFonts w:ascii="Garamond" w:hAnsi="Garamond" w:cs="Arial"/>
          <w:szCs w:val="24"/>
        </w:rPr>
        <w:t>alábbiakban</w:t>
      </w:r>
      <w:r w:rsidRPr="002E7B2F">
        <w:rPr>
          <w:rFonts w:ascii="Garamond" w:hAnsi="Garamond" w:cs="Arial"/>
          <w:szCs w:val="24"/>
        </w:rPr>
        <w:t xml:space="preserve"> meghatározott </w:t>
      </w:r>
      <w:r w:rsidR="00357A85" w:rsidRPr="002E7B2F">
        <w:rPr>
          <w:rFonts w:ascii="Garamond" w:hAnsi="Garamond" w:cs="Arial"/>
          <w:szCs w:val="24"/>
        </w:rPr>
        <w:t xml:space="preserve">képviselői </w:t>
      </w:r>
      <w:r w:rsidR="001019E7" w:rsidRPr="002E7B2F">
        <w:rPr>
          <w:rFonts w:ascii="Garamond" w:hAnsi="Garamond" w:cs="Arial"/>
          <w:szCs w:val="24"/>
        </w:rPr>
        <w:t>által faxon, levélben vagy e-mailen elküldött</w:t>
      </w:r>
      <w:r w:rsidR="002E2DB2" w:rsidRPr="002E7B2F">
        <w:rPr>
          <w:rFonts w:ascii="Garamond" w:hAnsi="Garamond" w:cs="Arial"/>
          <w:szCs w:val="24"/>
        </w:rPr>
        <w:t>,</w:t>
      </w:r>
      <w:r w:rsidR="001019E7" w:rsidRPr="002E7B2F">
        <w:rPr>
          <w:rFonts w:ascii="Garamond" w:hAnsi="Garamond" w:cs="Arial"/>
          <w:szCs w:val="24"/>
        </w:rPr>
        <w:t xml:space="preserve"> írásos formában történő </w:t>
      </w:r>
      <w:r w:rsidR="00B43187" w:rsidRPr="002E7B2F">
        <w:rPr>
          <w:rFonts w:ascii="Garamond" w:hAnsi="Garamond" w:cs="Arial"/>
          <w:szCs w:val="24"/>
        </w:rPr>
        <w:t xml:space="preserve">eseti </w:t>
      </w:r>
      <w:r w:rsidR="00357A85" w:rsidRPr="002E7B2F">
        <w:rPr>
          <w:rFonts w:ascii="Garamond" w:hAnsi="Garamond" w:cs="Arial"/>
          <w:szCs w:val="24"/>
        </w:rPr>
        <w:t>M</w:t>
      </w:r>
      <w:r w:rsidR="001019E7" w:rsidRPr="002E7B2F">
        <w:rPr>
          <w:rFonts w:ascii="Garamond" w:hAnsi="Garamond" w:cs="Arial"/>
          <w:szCs w:val="24"/>
        </w:rPr>
        <w:t>egrendelése</w:t>
      </w:r>
      <w:r w:rsidR="00D80B16" w:rsidRPr="002E7B2F">
        <w:rPr>
          <w:rFonts w:ascii="Garamond" w:hAnsi="Garamond" w:cs="Arial"/>
          <w:szCs w:val="24"/>
        </w:rPr>
        <w:t>ine</w:t>
      </w:r>
      <w:r w:rsidR="001019E7" w:rsidRPr="002E7B2F">
        <w:rPr>
          <w:rFonts w:ascii="Garamond" w:hAnsi="Garamond" w:cs="Arial"/>
          <w:szCs w:val="24"/>
        </w:rPr>
        <w:t>k útján történik.</w:t>
      </w:r>
    </w:p>
    <w:p w:rsidR="005E3434" w:rsidRPr="002E7B2F" w:rsidRDefault="005E3434" w:rsidP="00EF6931">
      <w:pPr>
        <w:ind w:left="540" w:hanging="540"/>
        <w:jc w:val="both"/>
        <w:rPr>
          <w:rFonts w:ascii="Garamond" w:hAnsi="Garamond" w:cs="Arial"/>
          <w:szCs w:val="24"/>
        </w:rPr>
      </w:pPr>
    </w:p>
    <w:p w:rsidR="005E3434" w:rsidRPr="002E7B2F" w:rsidRDefault="00E21C71" w:rsidP="00E21C71">
      <w:pPr>
        <w:ind w:left="540" w:hanging="540"/>
        <w:jc w:val="both"/>
        <w:rPr>
          <w:rFonts w:ascii="Garamond" w:hAnsi="Garamond"/>
          <w:u w:val="single"/>
        </w:rPr>
      </w:pPr>
      <w:r w:rsidRPr="00B62A31">
        <w:rPr>
          <w:rFonts w:ascii="Garamond" w:hAnsi="Garamond"/>
        </w:rPr>
        <w:t>3.2</w:t>
      </w:r>
      <w:r w:rsidRPr="00B62A31">
        <w:rPr>
          <w:rFonts w:ascii="Garamond" w:hAnsi="Garamond"/>
        </w:rPr>
        <w:tab/>
      </w:r>
      <w:r w:rsidR="005E3434" w:rsidRPr="002E7B2F">
        <w:rPr>
          <w:rFonts w:ascii="Garamond" w:hAnsi="Garamond"/>
          <w:u w:val="single"/>
        </w:rPr>
        <w:t xml:space="preserve">Megrendelés kiadására Megrendelő alábbi képviselői jogosultak. </w:t>
      </w:r>
    </w:p>
    <w:p w:rsidR="005E3434" w:rsidRPr="002E7B2F" w:rsidRDefault="005E3434" w:rsidP="005E3434"/>
    <w:p w:rsidR="005E3434" w:rsidRPr="002E7B2F" w:rsidRDefault="005E3434" w:rsidP="005E3434">
      <w:pPr>
        <w:ind w:firstLine="900"/>
      </w:pPr>
      <w:r w:rsidRPr="002E7B2F">
        <w:t>………………………….. ………………………..</w:t>
      </w:r>
    </w:p>
    <w:p w:rsidR="005E3434" w:rsidRPr="002E7B2F" w:rsidRDefault="005E3434" w:rsidP="005E3434">
      <w:pPr>
        <w:tabs>
          <w:tab w:val="num" w:pos="180"/>
          <w:tab w:val="num" w:pos="360"/>
        </w:tabs>
        <w:ind w:left="360" w:firstLine="540"/>
        <w:rPr>
          <w:rFonts w:ascii="Garamond" w:hAnsi="Garamond"/>
        </w:rPr>
      </w:pPr>
      <w:r w:rsidRPr="002E7B2F">
        <w:rPr>
          <w:rFonts w:ascii="Garamond" w:hAnsi="Garamond"/>
        </w:rPr>
        <w:t xml:space="preserve">Telefon: </w:t>
      </w:r>
    </w:p>
    <w:p w:rsidR="005E3434" w:rsidRPr="002E7B2F" w:rsidRDefault="005E3434" w:rsidP="005E3434">
      <w:pPr>
        <w:tabs>
          <w:tab w:val="num" w:pos="180"/>
          <w:tab w:val="num" w:pos="360"/>
        </w:tabs>
        <w:ind w:left="360" w:firstLine="540"/>
        <w:rPr>
          <w:rFonts w:ascii="Garamond" w:hAnsi="Garamond"/>
        </w:rPr>
      </w:pPr>
      <w:r w:rsidRPr="002E7B2F">
        <w:rPr>
          <w:rFonts w:ascii="Garamond" w:hAnsi="Garamond"/>
        </w:rPr>
        <w:t xml:space="preserve">E-mail: </w:t>
      </w:r>
    </w:p>
    <w:p w:rsidR="005E3434" w:rsidRPr="002E7B2F" w:rsidRDefault="005E3434" w:rsidP="005E3434">
      <w:pPr>
        <w:tabs>
          <w:tab w:val="num" w:pos="180"/>
        </w:tabs>
        <w:ind w:firstLine="540"/>
        <w:rPr>
          <w:rFonts w:ascii="Garamond" w:hAnsi="Garamond"/>
        </w:rPr>
      </w:pPr>
    </w:p>
    <w:p w:rsidR="005E3434" w:rsidRPr="002E7B2F" w:rsidRDefault="005E3434" w:rsidP="005E3434">
      <w:pPr>
        <w:tabs>
          <w:tab w:val="num" w:pos="180"/>
          <w:tab w:val="num" w:pos="360"/>
        </w:tabs>
        <w:ind w:left="360" w:firstLine="540"/>
        <w:jc w:val="both"/>
        <w:rPr>
          <w:rFonts w:ascii="Garamond" w:hAnsi="Garamond"/>
        </w:rPr>
      </w:pPr>
      <w:r w:rsidRPr="002E7B2F">
        <w:rPr>
          <w:rFonts w:ascii="Garamond" w:hAnsi="Garamond"/>
        </w:rPr>
        <w:t>…………………………………….</w:t>
      </w:r>
    </w:p>
    <w:p w:rsidR="005E3434" w:rsidRPr="002E7B2F" w:rsidRDefault="005E3434" w:rsidP="005E3434">
      <w:pPr>
        <w:tabs>
          <w:tab w:val="num" w:pos="180"/>
          <w:tab w:val="num" w:pos="360"/>
        </w:tabs>
        <w:ind w:left="360" w:firstLine="540"/>
        <w:jc w:val="both"/>
        <w:rPr>
          <w:rFonts w:ascii="Garamond" w:hAnsi="Garamond"/>
        </w:rPr>
      </w:pPr>
      <w:r w:rsidRPr="002E7B2F">
        <w:rPr>
          <w:rFonts w:ascii="Garamond" w:hAnsi="Garamond"/>
        </w:rPr>
        <w:t>Telefon:</w:t>
      </w:r>
    </w:p>
    <w:p w:rsidR="005E3434" w:rsidRPr="002E7B2F" w:rsidRDefault="005E3434" w:rsidP="005E3434">
      <w:pPr>
        <w:tabs>
          <w:tab w:val="num" w:pos="180"/>
          <w:tab w:val="num" w:pos="360"/>
        </w:tabs>
        <w:ind w:left="360" w:firstLine="540"/>
        <w:jc w:val="both"/>
        <w:rPr>
          <w:rFonts w:ascii="Garamond" w:hAnsi="Garamond"/>
        </w:rPr>
      </w:pPr>
      <w:r w:rsidRPr="002E7B2F">
        <w:rPr>
          <w:rFonts w:ascii="Garamond" w:hAnsi="Garamond"/>
        </w:rPr>
        <w:t xml:space="preserve">E-mail: </w:t>
      </w:r>
    </w:p>
    <w:p w:rsidR="001019E7" w:rsidRPr="002E7B2F" w:rsidRDefault="001019E7" w:rsidP="00EF6931">
      <w:pPr>
        <w:ind w:left="540" w:hanging="540"/>
        <w:jc w:val="both"/>
        <w:rPr>
          <w:rFonts w:ascii="Garamond" w:hAnsi="Garamond" w:cs="Arial"/>
          <w:szCs w:val="24"/>
        </w:rPr>
      </w:pPr>
    </w:p>
    <w:p w:rsidR="001019E7" w:rsidRPr="002E7B2F" w:rsidRDefault="001019E7" w:rsidP="00EF6931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3.</w:t>
      </w:r>
      <w:r w:rsidR="00460378" w:rsidRPr="002E7B2F">
        <w:rPr>
          <w:rFonts w:ascii="Garamond" w:hAnsi="Garamond" w:cs="Arial"/>
          <w:szCs w:val="24"/>
        </w:rPr>
        <w:t>3</w:t>
      </w:r>
      <w:r w:rsidR="00DB29DD" w:rsidRPr="002E7B2F">
        <w:rPr>
          <w:rFonts w:ascii="Garamond" w:hAnsi="Garamond" w:cs="Arial"/>
          <w:szCs w:val="24"/>
        </w:rPr>
        <w:t>.</w:t>
      </w:r>
      <w:r w:rsidRPr="002E7B2F">
        <w:rPr>
          <w:rFonts w:ascii="Garamond" w:hAnsi="Garamond" w:cs="Arial"/>
          <w:szCs w:val="24"/>
        </w:rPr>
        <w:t xml:space="preserve"> </w:t>
      </w:r>
      <w:r w:rsidRPr="002E7B2F">
        <w:rPr>
          <w:rFonts w:ascii="Garamond" w:hAnsi="Garamond" w:cs="Arial"/>
          <w:szCs w:val="24"/>
        </w:rPr>
        <w:tab/>
        <w:t xml:space="preserve">Szállító kötelezettséget vállal a folyamatos </w:t>
      </w:r>
      <w:r w:rsidR="00FB6ABE" w:rsidRPr="002E7B2F">
        <w:rPr>
          <w:rFonts w:ascii="Garamond" w:hAnsi="Garamond" w:cs="Arial"/>
          <w:szCs w:val="24"/>
        </w:rPr>
        <w:t>S</w:t>
      </w:r>
      <w:r w:rsidRPr="002E7B2F">
        <w:rPr>
          <w:rFonts w:ascii="Garamond" w:hAnsi="Garamond" w:cs="Arial"/>
          <w:szCs w:val="24"/>
        </w:rPr>
        <w:t xml:space="preserve">zállításra, és a </w:t>
      </w:r>
      <w:r w:rsidR="00B745BA" w:rsidRPr="002E7B2F">
        <w:rPr>
          <w:rFonts w:ascii="Garamond" w:hAnsi="Garamond" w:cs="Arial"/>
          <w:szCs w:val="24"/>
        </w:rPr>
        <w:t>standardok</w:t>
      </w:r>
      <w:r w:rsidRPr="002E7B2F">
        <w:rPr>
          <w:rFonts w:ascii="Garamond" w:hAnsi="Garamond" w:cs="Arial"/>
          <w:szCs w:val="24"/>
        </w:rPr>
        <w:t xml:space="preserve"> biztosítása érdekében raktárában megfelelő tartalék készletezéséről gondoskodik</w:t>
      </w:r>
      <w:r w:rsidR="00D80B16" w:rsidRPr="002E7B2F">
        <w:rPr>
          <w:rFonts w:ascii="Garamond" w:hAnsi="Garamond" w:cs="Arial"/>
          <w:szCs w:val="24"/>
        </w:rPr>
        <w:t>.</w:t>
      </w:r>
    </w:p>
    <w:p w:rsidR="001019E7" w:rsidRPr="002E7B2F" w:rsidRDefault="001019E7" w:rsidP="00EF6931">
      <w:pPr>
        <w:ind w:left="540" w:hanging="540"/>
        <w:jc w:val="both"/>
        <w:rPr>
          <w:rFonts w:ascii="Garamond" w:hAnsi="Garamond" w:cs="Arial"/>
          <w:szCs w:val="24"/>
        </w:rPr>
      </w:pPr>
    </w:p>
    <w:p w:rsidR="001019E7" w:rsidRPr="002E7B2F" w:rsidRDefault="001019E7" w:rsidP="00EF6931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3.</w:t>
      </w:r>
      <w:r w:rsidR="00460378" w:rsidRPr="002E7B2F">
        <w:rPr>
          <w:rFonts w:ascii="Garamond" w:hAnsi="Garamond" w:cs="Arial"/>
          <w:szCs w:val="24"/>
        </w:rPr>
        <w:t>4</w:t>
      </w:r>
      <w:r w:rsidR="00DB29DD" w:rsidRPr="002E7B2F">
        <w:rPr>
          <w:rFonts w:ascii="Garamond" w:hAnsi="Garamond" w:cs="Arial"/>
          <w:szCs w:val="24"/>
        </w:rPr>
        <w:t>.</w:t>
      </w:r>
      <w:r w:rsidRPr="002E7B2F">
        <w:rPr>
          <w:rFonts w:ascii="Garamond" w:hAnsi="Garamond" w:cs="Arial"/>
          <w:szCs w:val="24"/>
        </w:rPr>
        <w:t xml:space="preserve"> </w:t>
      </w:r>
      <w:r w:rsidRPr="002E7B2F">
        <w:rPr>
          <w:rFonts w:ascii="Garamond" w:hAnsi="Garamond" w:cs="Arial"/>
          <w:szCs w:val="24"/>
        </w:rPr>
        <w:tab/>
        <w:t xml:space="preserve">A már leadott </w:t>
      </w:r>
      <w:r w:rsidR="00357A85" w:rsidRPr="002E7B2F">
        <w:rPr>
          <w:rFonts w:ascii="Garamond" w:hAnsi="Garamond" w:cs="Arial"/>
          <w:szCs w:val="24"/>
        </w:rPr>
        <w:t>M</w:t>
      </w:r>
      <w:r w:rsidRPr="002E7B2F">
        <w:rPr>
          <w:rFonts w:ascii="Garamond" w:hAnsi="Garamond" w:cs="Arial"/>
          <w:szCs w:val="24"/>
        </w:rPr>
        <w:t>egrendelés szerinti mennyiség esetleges módosítására</w:t>
      </w:r>
      <w:r w:rsidR="002E2DB2" w:rsidRPr="002E7B2F">
        <w:rPr>
          <w:rFonts w:ascii="Garamond" w:hAnsi="Garamond" w:cs="Arial"/>
          <w:szCs w:val="24"/>
        </w:rPr>
        <w:t>,</w:t>
      </w:r>
      <w:r w:rsidRPr="002E7B2F">
        <w:rPr>
          <w:rFonts w:ascii="Garamond" w:hAnsi="Garamond" w:cs="Arial"/>
          <w:szCs w:val="24"/>
        </w:rPr>
        <w:t xml:space="preserve"> ill</w:t>
      </w:r>
      <w:r w:rsidR="00673C02" w:rsidRPr="002E7B2F">
        <w:rPr>
          <w:rFonts w:ascii="Garamond" w:hAnsi="Garamond" w:cs="Arial"/>
          <w:szCs w:val="24"/>
        </w:rPr>
        <w:t>etve törlésére Megrendelőnek a</w:t>
      </w:r>
      <w:r w:rsidR="00FD1299" w:rsidRPr="002E7B2F">
        <w:rPr>
          <w:rFonts w:ascii="Garamond" w:hAnsi="Garamond" w:cs="Arial"/>
          <w:szCs w:val="24"/>
        </w:rPr>
        <w:t>z</w:t>
      </w:r>
      <w:r w:rsidR="00673C02" w:rsidRPr="002E7B2F">
        <w:rPr>
          <w:rFonts w:ascii="Garamond" w:hAnsi="Garamond" w:cs="Arial"/>
          <w:szCs w:val="24"/>
        </w:rPr>
        <w:t xml:space="preserve"> 5.1</w:t>
      </w:r>
      <w:r w:rsidRPr="002E7B2F">
        <w:rPr>
          <w:rFonts w:ascii="Garamond" w:hAnsi="Garamond" w:cs="Arial"/>
          <w:szCs w:val="24"/>
        </w:rPr>
        <w:t>. pont szerinti szállítási határidőt</w:t>
      </w:r>
      <w:r w:rsidR="00E75AF1" w:rsidRPr="002E7B2F">
        <w:rPr>
          <w:rFonts w:ascii="Garamond" w:hAnsi="Garamond" w:cs="Arial"/>
          <w:szCs w:val="24"/>
        </w:rPr>
        <w:t xml:space="preserve"> </w:t>
      </w:r>
      <w:r w:rsidR="0023610D">
        <w:rPr>
          <w:rFonts w:ascii="Garamond" w:hAnsi="Garamond" w:cs="Arial"/>
          <w:szCs w:val="24"/>
        </w:rPr>
        <w:t>5 munkanappal</w:t>
      </w:r>
      <w:r w:rsidRPr="002E7B2F">
        <w:rPr>
          <w:rFonts w:ascii="Garamond" w:hAnsi="Garamond" w:cs="Arial"/>
          <w:szCs w:val="24"/>
        </w:rPr>
        <w:t xml:space="preserve"> megelőzően faxon vagy e-mailen küldött írásbeli értesítés formájában van lehetősége.</w:t>
      </w:r>
    </w:p>
    <w:p w:rsidR="000C7225" w:rsidRPr="002E7B2F" w:rsidRDefault="000C7225" w:rsidP="00EF6931">
      <w:pPr>
        <w:ind w:left="540" w:hanging="540"/>
        <w:jc w:val="both"/>
        <w:rPr>
          <w:rFonts w:ascii="Garamond" w:hAnsi="Garamond" w:cs="Arial"/>
          <w:szCs w:val="24"/>
        </w:rPr>
      </w:pPr>
    </w:p>
    <w:p w:rsidR="00D63777" w:rsidRPr="002E7B2F" w:rsidRDefault="00D63777" w:rsidP="00D37AA0">
      <w:pPr>
        <w:jc w:val="both"/>
        <w:rPr>
          <w:rFonts w:ascii="Garamond" w:hAnsi="Garamond" w:cs="Arial"/>
          <w:szCs w:val="24"/>
        </w:rPr>
      </w:pPr>
    </w:p>
    <w:p w:rsidR="00924A4C" w:rsidRPr="002E7B2F" w:rsidRDefault="001019E7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4</w:t>
      </w:r>
      <w:r w:rsidR="00FA4F93" w:rsidRPr="002E7B2F">
        <w:rPr>
          <w:rFonts w:ascii="Garamond" w:hAnsi="Garamond" w:cs="Arial"/>
          <w:b/>
          <w:smallCaps/>
        </w:rPr>
        <w:t>.</w:t>
      </w:r>
      <w:r w:rsidR="00FA4F93" w:rsidRPr="002E7B2F">
        <w:rPr>
          <w:rFonts w:ascii="Garamond" w:hAnsi="Garamond" w:cs="Arial"/>
          <w:b/>
          <w:smallCaps/>
        </w:rPr>
        <w:tab/>
      </w:r>
      <w:r w:rsidR="00F97BC0" w:rsidRPr="002E7B2F">
        <w:rPr>
          <w:rFonts w:ascii="Garamond" w:hAnsi="Garamond" w:cs="Arial"/>
          <w:b/>
          <w:smallCaps/>
        </w:rPr>
        <w:t>S</w:t>
      </w:r>
      <w:r w:rsidR="005253D4" w:rsidRPr="002E7B2F">
        <w:rPr>
          <w:rFonts w:ascii="Garamond" w:hAnsi="Garamond" w:cs="Arial"/>
          <w:b/>
          <w:smallCaps/>
        </w:rPr>
        <w:t>z</w:t>
      </w:r>
      <w:r w:rsidR="00FD6A7D" w:rsidRPr="002E7B2F">
        <w:rPr>
          <w:rFonts w:ascii="Garamond" w:hAnsi="Garamond" w:cs="Arial"/>
          <w:b/>
          <w:smallCaps/>
        </w:rPr>
        <w:t>állítási D</w:t>
      </w:r>
      <w:r w:rsidR="00F97BC0" w:rsidRPr="002E7B2F">
        <w:rPr>
          <w:rFonts w:ascii="Garamond" w:hAnsi="Garamond" w:cs="Arial"/>
          <w:b/>
          <w:smallCaps/>
        </w:rPr>
        <w:t>íj</w:t>
      </w:r>
    </w:p>
    <w:p w:rsidR="00251B0D" w:rsidRPr="002E7B2F" w:rsidRDefault="00251B0D" w:rsidP="00251B0D">
      <w:pPr>
        <w:jc w:val="both"/>
        <w:rPr>
          <w:rFonts w:ascii="Garamond" w:hAnsi="Garamond"/>
          <w:szCs w:val="24"/>
        </w:rPr>
      </w:pPr>
    </w:p>
    <w:p w:rsidR="00251B0D" w:rsidRPr="002E7B2F" w:rsidRDefault="00251B0D" w:rsidP="008E5D56">
      <w:pPr>
        <w:numPr>
          <w:ilvl w:val="0"/>
          <w:numId w:val="1"/>
        </w:numPr>
        <w:tabs>
          <w:tab w:val="clear" w:pos="720"/>
        </w:tabs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 w:cs="Arial"/>
        </w:rPr>
        <w:t>A Felek megállapodnak abban, hogy a Megrendelő a jelen Keretszerződés 1. pontja szerinti feladatok ellátásáért az 1.</w:t>
      </w:r>
      <w:r w:rsidR="00263A1B">
        <w:rPr>
          <w:rFonts w:ascii="Garamond" w:hAnsi="Garamond" w:cs="Arial"/>
        </w:rPr>
        <w:t xml:space="preserve"> és 2. </w:t>
      </w:r>
      <w:r w:rsidRPr="002E7B2F">
        <w:rPr>
          <w:rFonts w:ascii="Garamond" w:hAnsi="Garamond" w:cs="Arial"/>
        </w:rPr>
        <w:t>számú mellékletben meghatározott</w:t>
      </w:r>
      <w:r w:rsidR="00B12BFC" w:rsidRPr="002E7B2F">
        <w:rPr>
          <w:rFonts w:ascii="Garamond" w:hAnsi="Garamond" w:cs="Arial"/>
        </w:rPr>
        <w:t xml:space="preserve"> </w:t>
      </w:r>
      <w:r w:rsidRPr="002E7B2F">
        <w:rPr>
          <w:rFonts w:ascii="Garamond" w:hAnsi="Garamond" w:cs="Arial"/>
        </w:rPr>
        <w:t xml:space="preserve">egységárak </w:t>
      </w:r>
      <w:r w:rsidR="00E31545" w:rsidRPr="002E7B2F">
        <w:rPr>
          <w:rFonts w:ascii="Garamond" w:hAnsi="Garamond" w:cs="Arial"/>
        </w:rPr>
        <w:t xml:space="preserve">(a továbbiakban: Egységárak) </w:t>
      </w:r>
      <w:r w:rsidRPr="002E7B2F">
        <w:rPr>
          <w:rFonts w:ascii="Garamond" w:hAnsi="Garamond" w:cs="Arial"/>
        </w:rPr>
        <w:t>alapján kalkulált szállítási díjat (a továbbiakban:</w:t>
      </w:r>
      <w:r w:rsidRPr="002E7B2F" w:rsidDel="00820F69">
        <w:rPr>
          <w:rFonts w:ascii="Garamond" w:hAnsi="Garamond" w:cs="Arial"/>
        </w:rPr>
        <w:t xml:space="preserve"> </w:t>
      </w:r>
      <w:r w:rsidRPr="002E7B2F">
        <w:rPr>
          <w:rFonts w:ascii="Garamond" w:hAnsi="Garamond" w:cs="Arial"/>
        </w:rPr>
        <w:t>Szállítási Díj) fizeti meg a Szállító számlán szereplő bankszámlájára.</w:t>
      </w:r>
    </w:p>
    <w:p w:rsidR="00251B0D" w:rsidRPr="002E7B2F" w:rsidRDefault="00251B0D" w:rsidP="00251B0D">
      <w:pPr>
        <w:jc w:val="both"/>
        <w:rPr>
          <w:rFonts w:ascii="Garamond" w:hAnsi="Garamond"/>
          <w:szCs w:val="24"/>
        </w:rPr>
      </w:pPr>
    </w:p>
    <w:p w:rsidR="005253D4" w:rsidRPr="002E7B2F" w:rsidRDefault="005253D4" w:rsidP="00FF4188">
      <w:pPr>
        <w:numPr>
          <w:ilvl w:val="0"/>
          <w:numId w:val="1"/>
        </w:numPr>
        <w:tabs>
          <w:tab w:val="clear" w:pos="720"/>
        </w:tabs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A</w:t>
      </w:r>
      <w:r w:rsidR="00B12BFC" w:rsidRPr="002E7B2F">
        <w:rPr>
          <w:rFonts w:ascii="Garamond" w:hAnsi="Garamond"/>
          <w:szCs w:val="24"/>
        </w:rPr>
        <w:t>z</w:t>
      </w:r>
      <w:r w:rsidRPr="002E7B2F">
        <w:rPr>
          <w:rFonts w:ascii="Garamond" w:hAnsi="Garamond"/>
          <w:szCs w:val="24"/>
        </w:rPr>
        <w:t xml:space="preserve"> </w:t>
      </w:r>
      <w:r w:rsidR="00ED0589" w:rsidRPr="002E7B2F">
        <w:rPr>
          <w:rFonts w:ascii="Garamond" w:hAnsi="Garamond"/>
          <w:szCs w:val="24"/>
        </w:rPr>
        <w:t xml:space="preserve">Egységár és az annak alapján kalkulált </w:t>
      </w:r>
      <w:r w:rsidR="00F97BC0" w:rsidRPr="002E7B2F">
        <w:rPr>
          <w:rFonts w:ascii="Garamond" w:hAnsi="Garamond"/>
          <w:szCs w:val="24"/>
        </w:rPr>
        <w:t xml:space="preserve">Szállítási Díj </w:t>
      </w:r>
      <w:r w:rsidRPr="002E7B2F">
        <w:rPr>
          <w:rFonts w:ascii="Garamond" w:hAnsi="Garamond"/>
          <w:szCs w:val="24"/>
        </w:rPr>
        <w:t xml:space="preserve">magában foglalja a jelen </w:t>
      </w:r>
      <w:r w:rsidR="005E3434" w:rsidRPr="002E7B2F">
        <w:rPr>
          <w:rFonts w:ascii="Garamond" w:hAnsi="Garamond"/>
          <w:szCs w:val="24"/>
        </w:rPr>
        <w:t>Keretszerződés</w:t>
      </w:r>
      <w:r w:rsidRPr="002E7B2F">
        <w:rPr>
          <w:rFonts w:ascii="Garamond" w:hAnsi="Garamond"/>
          <w:szCs w:val="24"/>
        </w:rPr>
        <w:t xml:space="preserve">ben meghatározott </w:t>
      </w:r>
      <w:r w:rsidR="00FB6ABE" w:rsidRPr="002E7B2F">
        <w:rPr>
          <w:rFonts w:ascii="Garamond" w:hAnsi="Garamond"/>
          <w:szCs w:val="24"/>
        </w:rPr>
        <w:t>Szállítás</w:t>
      </w:r>
      <w:r w:rsidRPr="002E7B2F">
        <w:rPr>
          <w:rFonts w:ascii="Garamond" w:hAnsi="Garamond"/>
          <w:szCs w:val="24"/>
        </w:rPr>
        <w:t xml:space="preserve"> </w:t>
      </w:r>
      <w:r w:rsidR="005E3434" w:rsidRPr="002E7B2F">
        <w:rPr>
          <w:rFonts w:ascii="Garamond" w:hAnsi="Garamond"/>
          <w:szCs w:val="24"/>
        </w:rPr>
        <w:t>szerződés</w:t>
      </w:r>
      <w:r w:rsidRPr="002E7B2F">
        <w:rPr>
          <w:rFonts w:ascii="Garamond" w:hAnsi="Garamond"/>
          <w:szCs w:val="24"/>
        </w:rPr>
        <w:t xml:space="preserve">szerű teljesítéséhez szükséges valamennyi munka-, anyag- és egyéb költséget – ideértve a fuvarozás, tárolás, </w:t>
      </w:r>
      <w:r w:rsidR="00D713AC" w:rsidRPr="002E7B2F">
        <w:rPr>
          <w:rFonts w:ascii="Garamond" w:hAnsi="Garamond"/>
          <w:szCs w:val="24"/>
        </w:rPr>
        <w:t xml:space="preserve">csomagolás, </w:t>
      </w:r>
      <w:r w:rsidRPr="002E7B2F">
        <w:rPr>
          <w:rFonts w:ascii="Garamond" w:hAnsi="Garamond"/>
          <w:szCs w:val="24"/>
        </w:rPr>
        <w:t>rakodás, hatósági engedélyek költségeit és a termékdíjat is -,</w:t>
      </w:r>
      <w:r w:rsidR="00B745BA" w:rsidRPr="002E7B2F">
        <w:rPr>
          <w:rFonts w:ascii="Garamond" w:hAnsi="Garamond"/>
          <w:szCs w:val="24"/>
        </w:rPr>
        <w:t xml:space="preserve"> az esetleges betanítás, oktatás költségét,</w:t>
      </w:r>
      <w:r w:rsidRPr="002E7B2F">
        <w:rPr>
          <w:rFonts w:ascii="Garamond" w:hAnsi="Garamond"/>
          <w:szCs w:val="24"/>
        </w:rPr>
        <w:t xml:space="preserve"> valamint a </w:t>
      </w:r>
      <w:r w:rsidRPr="002E7B2F">
        <w:rPr>
          <w:rFonts w:ascii="Garamond" w:hAnsi="Garamond"/>
          <w:szCs w:val="24"/>
        </w:rPr>
        <w:lastRenderedPageBreak/>
        <w:t xml:space="preserve">különféle vámköltséget, hatósági díjakat és adókat az általános forgalmi adó kivételével. </w:t>
      </w:r>
      <w:r w:rsidR="00460378" w:rsidRPr="002E7B2F">
        <w:rPr>
          <w:rFonts w:ascii="Garamond" w:hAnsi="Garamond"/>
          <w:szCs w:val="24"/>
        </w:rPr>
        <w:t xml:space="preserve">Szállító kijelenti, hogy az Egységárakat </w:t>
      </w:r>
      <w:r w:rsidR="00460378" w:rsidRPr="002E7B2F">
        <w:rPr>
          <w:rFonts w:ascii="Garamond" w:hAnsi="Garamond"/>
        </w:rPr>
        <w:t>8.</w:t>
      </w:r>
      <w:r w:rsidR="003B0F34" w:rsidRPr="002E7B2F">
        <w:rPr>
          <w:rFonts w:ascii="Garamond" w:hAnsi="Garamond"/>
        </w:rPr>
        <w:t>8</w:t>
      </w:r>
      <w:r w:rsidR="00460378" w:rsidRPr="002E7B2F">
        <w:rPr>
          <w:rFonts w:ascii="Garamond" w:hAnsi="Garamond"/>
        </w:rPr>
        <w:t xml:space="preserve"> pontban foglalt rendelkezések figyelembevételével határozta meg</w:t>
      </w:r>
      <w:r w:rsidR="00460378" w:rsidRPr="002E7B2F">
        <w:rPr>
          <w:rFonts w:ascii="Garamond" w:hAnsi="Garamond"/>
          <w:szCs w:val="24"/>
        </w:rPr>
        <w:t>.</w:t>
      </w:r>
    </w:p>
    <w:p w:rsidR="005253D4" w:rsidRPr="002E7B2F" w:rsidRDefault="005253D4" w:rsidP="00357A85">
      <w:pPr>
        <w:ind w:left="360" w:hanging="360"/>
        <w:jc w:val="both"/>
        <w:rPr>
          <w:rFonts w:ascii="Garamond" w:hAnsi="Garamond"/>
          <w:szCs w:val="24"/>
        </w:rPr>
      </w:pPr>
    </w:p>
    <w:p w:rsidR="008D10DB" w:rsidRPr="002E7B2F" w:rsidRDefault="008D10DB" w:rsidP="008E5D56">
      <w:pPr>
        <w:numPr>
          <w:ilvl w:val="0"/>
          <w:numId w:val="1"/>
        </w:numPr>
        <w:tabs>
          <w:tab w:val="clear" w:pos="720"/>
        </w:tabs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 xml:space="preserve">A jelen </w:t>
      </w:r>
      <w:r w:rsidR="005E3434" w:rsidRPr="002E7B2F">
        <w:rPr>
          <w:rFonts w:ascii="Garamond" w:hAnsi="Garamond"/>
          <w:szCs w:val="24"/>
        </w:rPr>
        <w:t>Keretszerződés</w:t>
      </w:r>
      <w:r w:rsidR="0058140C" w:rsidRPr="002E7B2F">
        <w:rPr>
          <w:rFonts w:ascii="Garamond" w:hAnsi="Garamond"/>
          <w:szCs w:val="24"/>
        </w:rPr>
        <w:t xml:space="preserve"> 1.</w:t>
      </w:r>
      <w:r w:rsidR="006E4545">
        <w:rPr>
          <w:rFonts w:ascii="Garamond" w:hAnsi="Garamond"/>
          <w:szCs w:val="24"/>
        </w:rPr>
        <w:t xml:space="preserve"> és 2. </w:t>
      </w:r>
      <w:r w:rsidR="0058140C" w:rsidRPr="002E7B2F">
        <w:rPr>
          <w:rFonts w:ascii="Garamond" w:hAnsi="Garamond"/>
          <w:szCs w:val="24"/>
        </w:rPr>
        <w:t>sz</w:t>
      </w:r>
      <w:r w:rsidR="00357A85" w:rsidRPr="002E7B2F">
        <w:rPr>
          <w:rFonts w:ascii="Garamond" w:hAnsi="Garamond"/>
          <w:szCs w:val="24"/>
        </w:rPr>
        <w:t>ámú</w:t>
      </w:r>
      <w:r w:rsidRPr="002E7B2F">
        <w:rPr>
          <w:rFonts w:ascii="Garamond" w:hAnsi="Garamond"/>
          <w:szCs w:val="24"/>
        </w:rPr>
        <w:t xml:space="preserve"> mellékletében rögzített megállapodott </w:t>
      </w:r>
      <w:r w:rsidR="00261F42" w:rsidRPr="002E7B2F">
        <w:rPr>
          <w:rFonts w:ascii="Garamond" w:hAnsi="Garamond"/>
          <w:szCs w:val="24"/>
        </w:rPr>
        <w:t>Egységárak</w:t>
      </w:r>
      <w:r w:rsidRPr="002E7B2F">
        <w:rPr>
          <w:rFonts w:ascii="Garamond" w:hAnsi="Garamond"/>
          <w:szCs w:val="24"/>
        </w:rPr>
        <w:t xml:space="preserve"> átvételi helynél történő teljesítéssel értendőek.</w:t>
      </w:r>
    </w:p>
    <w:p w:rsidR="00357A85" w:rsidRPr="002E7B2F" w:rsidRDefault="00357A85" w:rsidP="00357A85">
      <w:pPr>
        <w:jc w:val="both"/>
        <w:rPr>
          <w:rFonts w:ascii="Garamond" w:hAnsi="Garamond"/>
          <w:szCs w:val="24"/>
        </w:rPr>
      </w:pPr>
    </w:p>
    <w:p w:rsidR="00327F15" w:rsidRPr="002E7B2F" w:rsidRDefault="00357A85" w:rsidP="00357A85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4.4</w:t>
      </w:r>
      <w:r w:rsidR="00DB29DD" w:rsidRPr="002E7B2F">
        <w:rPr>
          <w:rFonts w:ascii="Garamond" w:hAnsi="Garamond"/>
          <w:szCs w:val="24"/>
        </w:rPr>
        <w:t>.</w:t>
      </w:r>
      <w:r w:rsidRPr="002E7B2F">
        <w:rPr>
          <w:rFonts w:ascii="Garamond" w:hAnsi="Garamond"/>
          <w:szCs w:val="24"/>
        </w:rPr>
        <w:tab/>
      </w:r>
      <w:r w:rsidR="00327F15" w:rsidRPr="002E7B2F">
        <w:rPr>
          <w:rFonts w:ascii="Garamond" w:hAnsi="Garamond"/>
          <w:szCs w:val="24"/>
        </w:rPr>
        <w:t>A</w:t>
      </w:r>
      <w:r w:rsidR="00ED0589" w:rsidRPr="002E7B2F">
        <w:rPr>
          <w:rFonts w:ascii="Garamond" w:hAnsi="Garamond"/>
          <w:szCs w:val="24"/>
        </w:rPr>
        <w:t>z Egységár</w:t>
      </w:r>
      <w:r w:rsidR="00142568">
        <w:rPr>
          <w:rFonts w:ascii="Garamond" w:hAnsi="Garamond"/>
          <w:szCs w:val="24"/>
        </w:rPr>
        <w:t>ak</w:t>
      </w:r>
      <w:r w:rsidR="00327F15" w:rsidRPr="002E7B2F">
        <w:rPr>
          <w:rFonts w:ascii="Garamond" w:hAnsi="Garamond"/>
          <w:szCs w:val="24"/>
        </w:rPr>
        <w:t xml:space="preserve"> </w:t>
      </w:r>
      <w:r w:rsidR="008931BD" w:rsidRPr="002E7B2F">
        <w:rPr>
          <w:rFonts w:ascii="Garamond" w:hAnsi="Garamond"/>
          <w:szCs w:val="24"/>
        </w:rPr>
        <w:t xml:space="preserve">a jelen </w:t>
      </w:r>
      <w:r w:rsidR="005E3434" w:rsidRPr="002E7B2F">
        <w:rPr>
          <w:rFonts w:ascii="Garamond" w:hAnsi="Garamond"/>
          <w:szCs w:val="24"/>
        </w:rPr>
        <w:t>Keretszerződés</w:t>
      </w:r>
      <w:r w:rsidR="008931BD" w:rsidRPr="002E7B2F">
        <w:rPr>
          <w:rFonts w:ascii="Garamond" w:hAnsi="Garamond"/>
          <w:szCs w:val="24"/>
        </w:rPr>
        <w:t xml:space="preserve"> aláírásától számított egy éven belül </w:t>
      </w:r>
      <w:r w:rsidR="00DE6F63" w:rsidRPr="002E7B2F">
        <w:rPr>
          <w:rFonts w:ascii="Garamond" w:hAnsi="Garamond"/>
          <w:szCs w:val="24"/>
        </w:rPr>
        <w:t xml:space="preserve">/a jelen Keretszerződés hatálya alatt </w:t>
      </w:r>
      <w:bookmarkStart w:id="0" w:name="_GoBack"/>
      <w:bookmarkEnd w:id="0"/>
      <w:r w:rsidR="00327F15" w:rsidRPr="002E7B2F">
        <w:rPr>
          <w:rFonts w:ascii="Garamond" w:hAnsi="Garamond"/>
          <w:szCs w:val="24"/>
        </w:rPr>
        <w:t>semmilyen körülmények között nem emelhető</w:t>
      </w:r>
      <w:r w:rsidR="00A02743" w:rsidRPr="002E7B2F">
        <w:rPr>
          <w:rFonts w:ascii="Garamond" w:hAnsi="Garamond"/>
          <w:szCs w:val="24"/>
        </w:rPr>
        <w:t xml:space="preserve">, ide nem értve </w:t>
      </w:r>
      <w:r w:rsidR="00040BD3" w:rsidRPr="002E7B2F">
        <w:rPr>
          <w:rFonts w:ascii="Garamond" w:hAnsi="Garamond"/>
          <w:szCs w:val="24"/>
        </w:rPr>
        <w:t xml:space="preserve">a </w:t>
      </w:r>
      <w:r w:rsidR="00040BD3" w:rsidRPr="006E4545">
        <w:rPr>
          <w:rFonts w:ascii="Garamond" w:hAnsi="Garamond"/>
          <w:szCs w:val="24"/>
        </w:rPr>
        <w:t xml:space="preserve">közvetlenül </w:t>
      </w:r>
      <w:r w:rsidR="00A02743" w:rsidRPr="006E4545">
        <w:rPr>
          <w:rFonts w:ascii="Garamond" w:hAnsi="Garamond"/>
          <w:szCs w:val="24"/>
        </w:rPr>
        <w:t xml:space="preserve">jogszabályi rendelkezésből eredő </w:t>
      </w:r>
      <w:r w:rsidR="00B004DB" w:rsidRPr="006E4545">
        <w:rPr>
          <w:rFonts w:ascii="Garamond" w:hAnsi="Garamond"/>
          <w:szCs w:val="24"/>
        </w:rPr>
        <w:t>á</w:t>
      </w:r>
      <w:r w:rsidR="00A02743" w:rsidRPr="006E4545">
        <w:rPr>
          <w:rFonts w:ascii="Garamond" w:hAnsi="Garamond"/>
          <w:szCs w:val="24"/>
        </w:rPr>
        <w:t>r</w:t>
      </w:r>
      <w:r w:rsidR="000A12DC" w:rsidRPr="006E4545">
        <w:rPr>
          <w:rFonts w:ascii="Garamond" w:hAnsi="Garamond"/>
          <w:szCs w:val="24"/>
        </w:rPr>
        <w:t>változást</w:t>
      </w:r>
      <w:r w:rsidR="003A0346" w:rsidRPr="006E4545">
        <w:rPr>
          <w:rFonts w:ascii="Garamond" w:hAnsi="Garamond"/>
          <w:szCs w:val="24"/>
        </w:rPr>
        <w:t xml:space="preserve">, amely esetében Felek a </w:t>
      </w:r>
      <w:r w:rsidR="006E4545">
        <w:rPr>
          <w:rFonts w:ascii="Garamond" w:hAnsi="Garamond"/>
          <w:szCs w:val="24"/>
        </w:rPr>
        <w:t xml:space="preserve">4.6 </w:t>
      </w:r>
      <w:r w:rsidR="003A0346" w:rsidRPr="006E4545">
        <w:rPr>
          <w:rFonts w:ascii="Garamond" w:hAnsi="Garamond"/>
          <w:szCs w:val="24"/>
        </w:rPr>
        <w:t>pont szerint</w:t>
      </w:r>
      <w:r w:rsidR="003A0346" w:rsidRPr="002E7B2F">
        <w:rPr>
          <w:rFonts w:ascii="Garamond" w:hAnsi="Garamond"/>
          <w:szCs w:val="24"/>
        </w:rPr>
        <w:t xml:space="preserve"> járnak el</w:t>
      </w:r>
      <w:r w:rsidR="00327F15" w:rsidRPr="002E7B2F">
        <w:rPr>
          <w:rFonts w:ascii="Garamond" w:hAnsi="Garamond"/>
          <w:szCs w:val="24"/>
        </w:rPr>
        <w:t>.</w:t>
      </w:r>
    </w:p>
    <w:p w:rsidR="003A494D" w:rsidRPr="002E7B2F" w:rsidRDefault="003A494D" w:rsidP="005253D4">
      <w:pPr>
        <w:ind w:left="360"/>
        <w:jc w:val="both"/>
        <w:rPr>
          <w:rFonts w:ascii="Garamond" w:hAnsi="Garamond"/>
          <w:szCs w:val="24"/>
        </w:rPr>
      </w:pPr>
    </w:p>
    <w:p w:rsidR="00AC12E1" w:rsidRPr="002E7B2F" w:rsidRDefault="003A0346" w:rsidP="003A0346">
      <w:pPr>
        <w:ind w:left="540" w:hanging="540"/>
        <w:jc w:val="both"/>
        <w:rPr>
          <w:rFonts w:ascii="Garamond" w:hAnsi="Garamond"/>
        </w:rPr>
      </w:pPr>
      <w:r w:rsidRPr="002E7B2F">
        <w:rPr>
          <w:rFonts w:ascii="Garamond" w:hAnsi="Garamond"/>
          <w:szCs w:val="24"/>
        </w:rPr>
        <w:t>4.5.</w:t>
      </w:r>
      <w:r w:rsidRPr="002E7B2F">
        <w:rPr>
          <w:rFonts w:ascii="Garamond" w:hAnsi="Garamond"/>
          <w:szCs w:val="24"/>
        </w:rPr>
        <w:tab/>
      </w:r>
      <w:r w:rsidR="00327F15" w:rsidRPr="002E7B2F">
        <w:rPr>
          <w:rFonts w:ascii="Garamond" w:hAnsi="Garamond"/>
          <w:szCs w:val="24"/>
        </w:rPr>
        <w:t xml:space="preserve">A </w:t>
      </w:r>
      <w:r w:rsidRPr="002E7B2F">
        <w:rPr>
          <w:rFonts w:ascii="Garamond" w:hAnsi="Garamond"/>
          <w:szCs w:val="24"/>
        </w:rPr>
        <w:t xml:space="preserve">4.4 pontban </w:t>
      </w:r>
      <w:r w:rsidR="00327F15" w:rsidRPr="002E7B2F">
        <w:rPr>
          <w:rFonts w:ascii="Garamond" w:hAnsi="Garamond"/>
          <w:szCs w:val="24"/>
        </w:rPr>
        <w:t>meghatározott határidő elteltével</w:t>
      </w:r>
      <w:r w:rsidR="008D10DB" w:rsidRPr="002E7B2F">
        <w:rPr>
          <w:rFonts w:ascii="Garamond" w:hAnsi="Garamond"/>
          <w:szCs w:val="24"/>
        </w:rPr>
        <w:t xml:space="preserve"> </w:t>
      </w:r>
      <w:r w:rsidR="00C34E6F" w:rsidRPr="002E7B2F">
        <w:rPr>
          <w:rFonts w:ascii="Garamond" w:hAnsi="Garamond"/>
          <w:szCs w:val="24"/>
        </w:rPr>
        <w:t xml:space="preserve">a Felek </w:t>
      </w:r>
      <w:r w:rsidR="00D837EC" w:rsidRPr="002E7B2F">
        <w:rPr>
          <w:rFonts w:ascii="Garamond" w:hAnsi="Garamond"/>
          <w:szCs w:val="24"/>
        </w:rPr>
        <w:t xml:space="preserve">közösen </w:t>
      </w:r>
      <w:r w:rsidR="008D10DB" w:rsidRPr="002E7B2F">
        <w:rPr>
          <w:rFonts w:ascii="Garamond" w:hAnsi="Garamond"/>
          <w:szCs w:val="24"/>
        </w:rPr>
        <w:t>felülvizsgálj</w:t>
      </w:r>
      <w:r w:rsidR="00C34E6F" w:rsidRPr="002E7B2F">
        <w:rPr>
          <w:rFonts w:ascii="Garamond" w:hAnsi="Garamond"/>
          <w:szCs w:val="24"/>
        </w:rPr>
        <w:t>ák</w:t>
      </w:r>
      <w:r w:rsidR="008D10DB" w:rsidRPr="002E7B2F">
        <w:rPr>
          <w:rFonts w:ascii="Garamond" w:hAnsi="Garamond"/>
          <w:szCs w:val="24"/>
        </w:rPr>
        <w:t xml:space="preserve"> a</w:t>
      </w:r>
      <w:r w:rsidR="00261F42" w:rsidRPr="002E7B2F">
        <w:rPr>
          <w:rFonts w:ascii="Garamond" w:hAnsi="Garamond"/>
          <w:szCs w:val="24"/>
        </w:rPr>
        <w:t>z Egységárak</w:t>
      </w:r>
      <w:r w:rsidR="008D10DB" w:rsidRPr="002E7B2F">
        <w:rPr>
          <w:rFonts w:ascii="Garamond" w:hAnsi="Garamond"/>
          <w:szCs w:val="24"/>
        </w:rPr>
        <w:t xml:space="preserve"> változatlan formában történő megtartásának lehetőségét. </w:t>
      </w:r>
      <w:r w:rsidR="00C34E6F" w:rsidRPr="002E7B2F">
        <w:rPr>
          <w:rFonts w:ascii="Garamond" w:hAnsi="Garamond"/>
          <w:szCs w:val="24"/>
        </w:rPr>
        <w:t>A</w:t>
      </w:r>
      <w:r w:rsidR="00D837EC" w:rsidRPr="002E7B2F">
        <w:rPr>
          <w:rFonts w:ascii="Garamond" w:hAnsi="Garamond"/>
          <w:szCs w:val="24"/>
        </w:rPr>
        <w:t xml:space="preserve">mennyiben ennek eredményeképp megállapításra kerül, hogy az Egységárak </w:t>
      </w:r>
      <w:r w:rsidR="008D10DB" w:rsidRPr="002E7B2F">
        <w:rPr>
          <w:rFonts w:ascii="Garamond" w:hAnsi="Garamond"/>
          <w:szCs w:val="24"/>
        </w:rPr>
        <w:t>nem tartható</w:t>
      </w:r>
      <w:r w:rsidR="00261F42" w:rsidRPr="002E7B2F">
        <w:rPr>
          <w:rFonts w:ascii="Garamond" w:hAnsi="Garamond"/>
          <w:szCs w:val="24"/>
        </w:rPr>
        <w:t>ak</w:t>
      </w:r>
      <w:r w:rsidR="008D10DB" w:rsidRPr="002E7B2F">
        <w:rPr>
          <w:rFonts w:ascii="Garamond" w:hAnsi="Garamond"/>
          <w:szCs w:val="24"/>
        </w:rPr>
        <w:t xml:space="preserve"> </w:t>
      </w:r>
      <w:r w:rsidR="00D837EC" w:rsidRPr="002E7B2F">
        <w:rPr>
          <w:rFonts w:ascii="Garamond" w:hAnsi="Garamond"/>
          <w:szCs w:val="24"/>
        </w:rPr>
        <w:t xml:space="preserve">az addigi </w:t>
      </w:r>
      <w:r w:rsidR="008D10DB" w:rsidRPr="002E7B2F">
        <w:rPr>
          <w:rFonts w:ascii="Garamond" w:hAnsi="Garamond"/>
          <w:szCs w:val="24"/>
        </w:rPr>
        <w:t xml:space="preserve">szinten, </w:t>
      </w:r>
      <w:r w:rsidR="00B57B8E" w:rsidRPr="002E7B2F">
        <w:rPr>
          <w:rFonts w:ascii="Garamond" w:hAnsi="Garamond"/>
          <w:szCs w:val="24"/>
        </w:rPr>
        <w:t xml:space="preserve">Szállító </w:t>
      </w:r>
      <w:r w:rsidR="00CA7508" w:rsidRPr="002E7B2F">
        <w:rPr>
          <w:rFonts w:ascii="Garamond" w:hAnsi="Garamond"/>
          <w:szCs w:val="24"/>
        </w:rPr>
        <w:t xml:space="preserve">évente egy alkalommal </w:t>
      </w:r>
      <w:r w:rsidR="00B57B8E" w:rsidRPr="002E7B2F">
        <w:rPr>
          <w:rFonts w:ascii="Garamond" w:hAnsi="Garamond"/>
          <w:szCs w:val="24"/>
        </w:rPr>
        <w:t>kezdeményezheti a</w:t>
      </w:r>
      <w:r w:rsidR="00E75AF1" w:rsidRPr="002E7B2F">
        <w:rPr>
          <w:rFonts w:ascii="Garamond" w:hAnsi="Garamond"/>
          <w:szCs w:val="24"/>
        </w:rPr>
        <w:t xml:space="preserve"> maximum</w:t>
      </w:r>
      <w:r w:rsidR="008D10DB" w:rsidRPr="002E7B2F">
        <w:rPr>
          <w:rFonts w:ascii="Garamond" w:hAnsi="Garamond"/>
          <w:szCs w:val="24"/>
        </w:rPr>
        <w:t xml:space="preserve"> a KSH által </w:t>
      </w:r>
      <w:r w:rsidR="002B5B9D" w:rsidRPr="002E7B2F">
        <w:rPr>
          <w:rFonts w:ascii="Garamond" w:hAnsi="Garamond"/>
          <w:szCs w:val="24"/>
        </w:rPr>
        <w:t xml:space="preserve">tárgyévet megelőző évre vonatkozóan </w:t>
      </w:r>
      <w:r w:rsidR="008D10DB" w:rsidRPr="002E7B2F">
        <w:rPr>
          <w:rFonts w:ascii="Garamond" w:hAnsi="Garamond"/>
          <w:szCs w:val="24"/>
        </w:rPr>
        <w:t>kiadott inflációs rát</w:t>
      </w:r>
      <w:r w:rsidR="003A494D" w:rsidRPr="002E7B2F">
        <w:rPr>
          <w:rFonts w:ascii="Garamond" w:hAnsi="Garamond"/>
          <w:szCs w:val="24"/>
        </w:rPr>
        <w:t>a 80%-á</w:t>
      </w:r>
      <w:r w:rsidR="00F5230B" w:rsidRPr="002E7B2F">
        <w:rPr>
          <w:rFonts w:ascii="Garamond" w:hAnsi="Garamond"/>
          <w:szCs w:val="24"/>
        </w:rPr>
        <w:t>n</w:t>
      </w:r>
      <w:r w:rsidR="00B745BA" w:rsidRPr="002E7B2F">
        <w:rPr>
          <w:rFonts w:ascii="Garamond" w:hAnsi="Garamond"/>
          <w:szCs w:val="24"/>
        </w:rPr>
        <w:t>a</w:t>
      </w:r>
      <w:r w:rsidR="00F5230B" w:rsidRPr="002E7B2F">
        <w:rPr>
          <w:rFonts w:ascii="Garamond" w:hAnsi="Garamond"/>
          <w:szCs w:val="24"/>
        </w:rPr>
        <w:t>k</w:t>
      </w:r>
      <w:r w:rsidR="00B745BA" w:rsidRPr="002E7B2F">
        <w:rPr>
          <w:rFonts w:ascii="Garamond" w:hAnsi="Garamond"/>
          <w:szCs w:val="24"/>
        </w:rPr>
        <w:t xml:space="preserve"> </w:t>
      </w:r>
      <w:r w:rsidR="008D10DB" w:rsidRPr="002E7B2F">
        <w:rPr>
          <w:rFonts w:ascii="Garamond" w:hAnsi="Garamond"/>
          <w:szCs w:val="24"/>
        </w:rPr>
        <w:t xml:space="preserve">megfelelő mértékű </w:t>
      </w:r>
      <w:r w:rsidR="00B004DB" w:rsidRPr="002E7B2F">
        <w:rPr>
          <w:rFonts w:ascii="Garamond" w:hAnsi="Garamond"/>
          <w:szCs w:val="24"/>
        </w:rPr>
        <w:t>á</w:t>
      </w:r>
      <w:r w:rsidR="008D10DB" w:rsidRPr="002E7B2F">
        <w:rPr>
          <w:rFonts w:ascii="Garamond" w:hAnsi="Garamond"/>
          <w:szCs w:val="24"/>
        </w:rPr>
        <w:t>remelést</w:t>
      </w:r>
      <w:r w:rsidR="00D837EC" w:rsidRPr="002E7B2F">
        <w:rPr>
          <w:rFonts w:ascii="Garamond" w:hAnsi="Garamond"/>
          <w:szCs w:val="24"/>
        </w:rPr>
        <w:t xml:space="preserve"> Megrendelőnél</w:t>
      </w:r>
      <w:r w:rsidR="00B004DB" w:rsidRPr="002E7B2F">
        <w:rPr>
          <w:rFonts w:ascii="Garamond" w:hAnsi="Garamond"/>
          <w:szCs w:val="24"/>
        </w:rPr>
        <w:t xml:space="preserve"> (a továbbiakban: Áremelés)</w:t>
      </w:r>
      <w:r w:rsidR="00AC12E1" w:rsidRPr="002E7B2F">
        <w:rPr>
          <w:rFonts w:ascii="Garamond" w:hAnsi="Garamond"/>
        </w:rPr>
        <w:t xml:space="preserve">. </w:t>
      </w:r>
    </w:p>
    <w:p w:rsidR="00AC12E1" w:rsidRPr="002E7B2F" w:rsidRDefault="00AC12E1" w:rsidP="00AC12E1">
      <w:pPr>
        <w:ind w:left="500"/>
        <w:jc w:val="both"/>
        <w:rPr>
          <w:rFonts w:ascii="Garamond" w:hAnsi="Garamond"/>
        </w:rPr>
      </w:pPr>
    </w:p>
    <w:p w:rsidR="00BF161F" w:rsidRPr="002E7B2F" w:rsidRDefault="003A0346" w:rsidP="003A0346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</w:rPr>
        <w:t>4.6.</w:t>
      </w:r>
      <w:r w:rsidRPr="002E7B2F">
        <w:rPr>
          <w:rFonts w:ascii="Garamond" w:hAnsi="Garamond"/>
        </w:rPr>
        <w:tab/>
      </w:r>
      <w:r w:rsidR="00BF161F" w:rsidRPr="002E7B2F">
        <w:rPr>
          <w:rFonts w:ascii="Garamond" w:hAnsi="Garamond"/>
        </w:rPr>
        <w:t>Felek</w:t>
      </w:r>
      <w:r w:rsidR="00BF161F" w:rsidRPr="002E7B2F">
        <w:rPr>
          <w:rFonts w:ascii="Garamond" w:hAnsi="Garamond"/>
          <w:szCs w:val="24"/>
        </w:rPr>
        <w:t xml:space="preserve"> az Áremelésről </w:t>
      </w:r>
      <w:r w:rsidR="00BF161F" w:rsidRPr="002E7B2F">
        <w:rPr>
          <w:rFonts w:ascii="Garamond" w:hAnsi="Garamond"/>
        </w:rPr>
        <w:t xml:space="preserve">– ideértve </w:t>
      </w:r>
      <w:r w:rsidR="00BF161F" w:rsidRPr="002E7B2F">
        <w:rPr>
          <w:rFonts w:ascii="Garamond" w:hAnsi="Garamond"/>
          <w:szCs w:val="24"/>
        </w:rPr>
        <w:t xml:space="preserve">a 4.5 pontban meghatározott mértéket meghaladó Áremelést is – közösen egyeztetnek, annak elfogadásáról </w:t>
      </w:r>
      <w:r w:rsidR="00BF161F" w:rsidRPr="002E7B2F">
        <w:rPr>
          <w:rFonts w:ascii="Garamond" w:hAnsi="Garamond"/>
        </w:rPr>
        <w:t xml:space="preserve">vagy elutasításáról </w:t>
      </w:r>
      <w:r w:rsidR="00BF161F" w:rsidRPr="002E7B2F">
        <w:rPr>
          <w:rFonts w:ascii="Garamond" w:hAnsi="Garamond"/>
          <w:szCs w:val="24"/>
        </w:rPr>
        <w:t xml:space="preserve">Megrendelő dönt. </w:t>
      </w:r>
    </w:p>
    <w:p w:rsidR="00AC12E1" w:rsidRPr="002E7B2F" w:rsidRDefault="00AC12E1" w:rsidP="00AC12E1">
      <w:pPr>
        <w:ind w:left="500"/>
        <w:jc w:val="both"/>
        <w:rPr>
          <w:rFonts w:ascii="Garamond" w:hAnsi="Garamond"/>
          <w:szCs w:val="24"/>
        </w:rPr>
      </w:pPr>
    </w:p>
    <w:p w:rsidR="00BF161F" w:rsidRPr="002E7B2F" w:rsidRDefault="007B6C86" w:rsidP="00BF161F">
      <w:pPr>
        <w:ind w:left="540" w:hanging="540"/>
        <w:jc w:val="both"/>
        <w:rPr>
          <w:rFonts w:ascii="Garamond" w:hAnsi="Garamond"/>
        </w:rPr>
      </w:pPr>
      <w:r w:rsidRPr="002E7B2F">
        <w:rPr>
          <w:rFonts w:ascii="Garamond" w:hAnsi="Garamond"/>
        </w:rPr>
        <w:t>4.7</w:t>
      </w:r>
      <w:r w:rsidRPr="002E7B2F">
        <w:rPr>
          <w:rFonts w:ascii="Garamond" w:hAnsi="Garamond"/>
        </w:rPr>
        <w:tab/>
      </w:r>
      <w:r w:rsidR="00BF161F" w:rsidRPr="002E7B2F">
        <w:rPr>
          <w:rFonts w:ascii="Garamond" w:hAnsi="Garamond"/>
        </w:rPr>
        <w:t>A jelen Keretszerződés aláírásától számítottan bármelyik fél kezdeményezheti az Egységárak csökkentését, ideértve a közvetlenül jogszabályi rendelkezésből eredő árcsökkentést (a továbbiakban: Árcsökkentés)</w:t>
      </w:r>
      <w:r w:rsidR="00D8796F" w:rsidRPr="002E7B2F">
        <w:rPr>
          <w:rFonts w:ascii="Garamond" w:hAnsi="Garamond"/>
        </w:rPr>
        <w:t>.</w:t>
      </w:r>
      <w:r w:rsidR="00BF161F" w:rsidRPr="002E7B2F">
        <w:rPr>
          <w:rFonts w:ascii="Garamond" w:hAnsi="Garamond"/>
        </w:rPr>
        <w:t xml:space="preserve"> Felek az Árcsökkentésről közös egyeztetnek, annak elfogadásáról közösen döntenek.</w:t>
      </w:r>
    </w:p>
    <w:p w:rsidR="00AC12E1" w:rsidRPr="002E7B2F" w:rsidRDefault="00AC12E1" w:rsidP="00BF161F">
      <w:pPr>
        <w:ind w:left="540" w:hanging="540"/>
        <w:jc w:val="both"/>
        <w:rPr>
          <w:rFonts w:ascii="Garamond" w:hAnsi="Garamond" w:cs="Arial"/>
        </w:rPr>
      </w:pPr>
    </w:p>
    <w:p w:rsidR="00C922B6" w:rsidRPr="002E7B2F" w:rsidRDefault="00AC12E1" w:rsidP="00C922B6">
      <w:pPr>
        <w:numPr>
          <w:ilvl w:val="1"/>
          <w:numId w:val="1"/>
        </w:numPr>
        <w:tabs>
          <w:tab w:val="clear" w:pos="1440"/>
        </w:tabs>
        <w:ind w:left="540" w:hanging="540"/>
        <w:jc w:val="both"/>
        <w:rPr>
          <w:rFonts w:ascii="Garamond" w:hAnsi="Garamond"/>
        </w:rPr>
      </w:pPr>
      <w:r w:rsidRPr="002E7B2F">
        <w:rPr>
          <w:rFonts w:ascii="Garamond" w:hAnsi="Garamond"/>
        </w:rPr>
        <w:t>Az Ár</w:t>
      </w:r>
      <w:r w:rsidR="00B004DB" w:rsidRPr="002E7B2F">
        <w:rPr>
          <w:rFonts w:ascii="Garamond" w:hAnsi="Garamond"/>
        </w:rPr>
        <w:t>emelé</w:t>
      </w:r>
      <w:r w:rsidRPr="002E7B2F">
        <w:rPr>
          <w:rFonts w:ascii="Garamond" w:hAnsi="Garamond"/>
        </w:rPr>
        <w:t>s</w:t>
      </w:r>
      <w:r w:rsidR="00D8796F" w:rsidRPr="002E7B2F">
        <w:rPr>
          <w:rFonts w:ascii="Garamond" w:hAnsi="Garamond"/>
        </w:rPr>
        <w:t xml:space="preserve"> illetve </w:t>
      </w:r>
      <w:r w:rsidR="0094394D" w:rsidRPr="002E7B2F">
        <w:rPr>
          <w:rFonts w:ascii="Garamond" w:hAnsi="Garamond"/>
        </w:rPr>
        <w:t>Árcsökkentés</w:t>
      </w:r>
      <w:r w:rsidRPr="002E7B2F">
        <w:rPr>
          <w:rFonts w:ascii="Garamond" w:hAnsi="Garamond"/>
        </w:rPr>
        <w:t xml:space="preserve"> jóváhagyását megelőzően leadott Megrendelésekre az Ár</w:t>
      </w:r>
      <w:r w:rsidR="00B004DB" w:rsidRPr="002E7B2F">
        <w:rPr>
          <w:rFonts w:ascii="Garamond" w:hAnsi="Garamond"/>
        </w:rPr>
        <w:t>emelé</w:t>
      </w:r>
      <w:r w:rsidR="00D8796F" w:rsidRPr="002E7B2F">
        <w:rPr>
          <w:rFonts w:ascii="Garamond" w:hAnsi="Garamond"/>
        </w:rPr>
        <w:t xml:space="preserve">s illetve </w:t>
      </w:r>
      <w:r w:rsidR="0094394D" w:rsidRPr="002E7B2F">
        <w:rPr>
          <w:rFonts w:ascii="Garamond" w:hAnsi="Garamond"/>
        </w:rPr>
        <w:t>Árcsökkentés</w:t>
      </w:r>
      <w:r w:rsidRPr="002E7B2F">
        <w:rPr>
          <w:rFonts w:ascii="Garamond" w:hAnsi="Garamond"/>
        </w:rPr>
        <w:t xml:space="preserve"> nem vonatkozik.</w:t>
      </w:r>
    </w:p>
    <w:p w:rsidR="00C922B6" w:rsidRPr="002E7B2F" w:rsidRDefault="00C922B6" w:rsidP="00C922B6">
      <w:pPr>
        <w:jc w:val="both"/>
        <w:rPr>
          <w:rFonts w:ascii="Garamond" w:hAnsi="Garamond"/>
        </w:rPr>
      </w:pPr>
    </w:p>
    <w:p w:rsidR="008C7B16" w:rsidRPr="002E7B2F" w:rsidRDefault="008C7B16" w:rsidP="00C922B6">
      <w:pPr>
        <w:numPr>
          <w:ilvl w:val="1"/>
          <w:numId w:val="1"/>
        </w:numPr>
        <w:tabs>
          <w:tab w:val="clear" w:pos="1440"/>
        </w:tabs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Felek me</w:t>
      </w:r>
      <w:r w:rsidR="00922024" w:rsidRPr="002E7B2F">
        <w:rPr>
          <w:rFonts w:ascii="Garamond" w:hAnsi="Garamond"/>
          <w:szCs w:val="24"/>
        </w:rPr>
        <w:t>gálla</w:t>
      </w:r>
      <w:r w:rsidRPr="002E7B2F">
        <w:rPr>
          <w:rFonts w:ascii="Garamond" w:hAnsi="Garamond"/>
          <w:szCs w:val="24"/>
        </w:rPr>
        <w:t xml:space="preserve">podnak, hogy a tulajdonjog a szállított </w:t>
      </w:r>
      <w:r w:rsidR="00E75AF1" w:rsidRPr="002E7B2F">
        <w:rPr>
          <w:rFonts w:ascii="Garamond" w:hAnsi="Garamond"/>
          <w:szCs w:val="24"/>
        </w:rPr>
        <w:t>Áru</w:t>
      </w:r>
      <w:r w:rsidRPr="002E7B2F">
        <w:rPr>
          <w:rFonts w:ascii="Garamond" w:hAnsi="Garamond"/>
          <w:szCs w:val="24"/>
        </w:rPr>
        <w:t xml:space="preserve"> vonatkozásában a Szállítási Díjról jelen </w:t>
      </w:r>
      <w:r w:rsidR="005E3434" w:rsidRPr="002E7B2F">
        <w:rPr>
          <w:rFonts w:ascii="Garamond" w:hAnsi="Garamond"/>
          <w:szCs w:val="24"/>
        </w:rPr>
        <w:t>Keretszerződés</w:t>
      </w:r>
      <w:r w:rsidRPr="002E7B2F">
        <w:rPr>
          <w:rFonts w:ascii="Garamond" w:hAnsi="Garamond"/>
          <w:szCs w:val="24"/>
        </w:rPr>
        <w:t xml:space="preserve"> szerint kiállított számla megfizetésével száll át.</w:t>
      </w:r>
    </w:p>
    <w:p w:rsidR="00D63777" w:rsidRPr="002E7B2F" w:rsidRDefault="00D63777" w:rsidP="008D10DB">
      <w:pPr>
        <w:jc w:val="both"/>
        <w:rPr>
          <w:rFonts w:ascii="Garamond" w:hAnsi="Garamond"/>
          <w:szCs w:val="24"/>
        </w:rPr>
      </w:pPr>
    </w:p>
    <w:p w:rsidR="00FD6A7D" w:rsidRPr="002E7B2F" w:rsidRDefault="00FD6A7D" w:rsidP="008D10DB">
      <w:pPr>
        <w:jc w:val="both"/>
        <w:rPr>
          <w:rFonts w:ascii="Garamond" w:hAnsi="Garamond"/>
          <w:szCs w:val="24"/>
        </w:rPr>
      </w:pPr>
    </w:p>
    <w:p w:rsidR="00B4226F" w:rsidRPr="002E7B2F" w:rsidRDefault="001019E7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5</w:t>
      </w:r>
      <w:r w:rsidR="00B4226F" w:rsidRPr="002E7B2F">
        <w:rPr>
          <w:rFonts w:ascii="Garamond" w:hAnsi="Garamond" w:cs="Arial"/>
          <w:b/>
          <w:smallCaps/>
        </w:rPr>
        <w:t>.</w:t>
      </w:r>
      <w:r w:rsidR="00B4226F" w:rsidRPr="002E7B2F">
        <w:rPr>
          <w:rFonts w:ascii="Garamond" w:hAnsi="Garamond" w:cs="Arial"/>
          <w:b/>
          <w:smallCaps/>
        </w:rPr>
        <w:tab/>
        <w:t>Szállítási határidő</w:t>
      </w:r>
    </w:p>
    <w:p w:rsidR="00B4226F" w:rsidRPr="002E7B2F" w:rsidRDefault="00B4226F" w:rsidP="00B4226F">
      <w:pPr>
        <w:jc w:val="both"/>
        <w:rPr>
          <w:rFonts w:ascii="Garamond" w:hAnsi="Garamond" w:cs="Arial"/>
          <w:szCs w:val="24"/>
        </w:rPr>
      </w:pPr>
    </w:p>
    <w:p w:rsidR="00B4226F" w:rsidRPr="002E7B2F" w:rsidRDefault="00B806FA" w:rsidP="00920323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5</w:t>
      </w:r>
      <w:r w:rsidR="00B4226F" w:rsidRPr="002E7B2F">
        <w:rPr>
          <w:rFonts w:ascii="Garamond" w:hAnsi="Garamond" w:cs="Arial"/>
          <w:szCs w:val="24"/>
        </w:rPr>
        <w:t>.1</w:t>
      </w:r>
      <w:r w:rsidR="00DB29DD" w:rsidRPr="002E7B2F">
        <w:rPr>
          <w:rFonts w:ascii="Garamond" w:hAnsi="Garamond" w:cs="Arial"/>
          <w:szCs w:val="24"/>
        </w:rPr>
        <w:t>.</w:t>
      </w:r>
      <w:r w:rsidR="00B4226F" w:rsidRPr="002E7B2F">
        <w:rPr>
          <w:rFonts w:ascii="Garamond" w:hAnsi="Garamond" w:cs="Arial"/>
          <w:szCs w:val="24"/>
        </w:rPr>
        <w:tab/>
      </w:r>
      <w:r w:rsidR="006F40EA" w:rsidRPr="002E7B2F">
        <w:rPr>
          <w:rFonts w:ascii="Garamond" w:hAnsi="Garamond" w:cs="Arial"/>
          <w:szCs w:val="24"/>
        </w:rPr>
        <w:t xml:space="preserve">A </w:t>
      </w:r>
      <w:r w:rsidRPr="002E7B2F">
        <w:rPr>
          <w:rFonts w:ascii="Garamond" w:hAnsi="Garamond" w:cs="Arial"/>
          <w:szCs w:val="24"/>
        </w:rPr>
        <w:t xml:space="preserve">Megrendelés kézhezvétele után legkésőbb </w:t>
      </w:r>
      <w:r w:rsidR="00142568">
        <w:rPr>
          <w:rFonts w:ascii="Garamond" w:hAnsi="Garamond" w:cs="Arial"/>
          <w:szCs w:val="24"/>
        </w:rPr>
        <w:t>15</w:t>
      </w:r>
      <w:r w:rsidRPr="002E7B2F">
        <w:rPr>
          <w:rFonts w:ascii="Garamond" w:hAnsi="Garamond" w:cs="Arial"/>
          <w:szCs w:val="24"/>
        </w:rPr>
        <w:t xml:space="preserve"> naptári nappal Szállító köteles a </w:t>
      </w:r>
      <w:r w:rsidR="001D4B1A" w:rsidRPr="002E7B2F">
        <w:rPr>
          <w:rFonts w:ascii="Garamond" w:hAnsi="Garamond" w:cs="Arial"/>
          <w:szCs w:val="24"/>
        </w:rPr>
        <w:t>M</w:t>
      </w:r>
      <w:r w:rsidRPr="002E7B2F">
        <w:rPr>
          <w:rFonts w:ascii="Garamond" w:hAnsi="Garamond" w:cs="Arial"/>
          <w:szCs w:val="24"/>
        </w:rPr>
        <w:t xml:space="preserve">egrendelésben szereplő </w:t>
      </w:r>
      <w:r w:rsidR="00E75AF1" w:rsidRPr="002E7B2F">
        <w:rPr>
          <w:rFonts w:ascii="Garamond" w:hAnsi="Garamond" w:cs="Arial"/>
          <w:szCs w:val="24"/>
        </w:rPr>
        <w:t>Á</w:t>
      </w:r>
      <w:r w:rsidRPr="002E7B2F">
        <w:rPr>
          <w:rFonts w:ascii="Garamond" w:hAnsi="Garamond" w:cs="Arial"/>
          <w:szCs w:val="24"/>
        </w:rPr>
        <w:t>rut Megrendelő 7.</w:t>
      </w:r>
      <w:r w:rsidR="001D60DD" w:rsidRPr="002E7B2F">
        <w:rPr>
          <w:rFonts w:ascii="Garamond" w:hAnsi="Garamond" w:cs="Arial"/>
          <w:szCs w:val="24"/>
        </w:rPr>
        <w:t>2</w:t>
      </w:r>
      <w:r w:rsidRPr="002E7B2F">
        <w:rPr>
          <w:rFonts w:ascii="Garamond" w:hAnsi="Garamond" w:cs="Arial"/>
          <w:szCs w:val="24"/>
        </w:rPr>
        <w:t>. pontban meghatározott áruátvételi helyére leszállítani.</w:t>
      </w:r>
    </w:p>
    <w:p w:rsidR="00FD1299" w:rsidRPr="002E7B2F" w:rsidRDefault="00FD1299" w:rsidP="00B4226F">
      <w:pPr>
        <w:ind w:left="600" w:hanging="600"/>
        <w:jc w:val="both"/>
        <w:rPr>
          <w:rFonts w:ascii="Garamond" w:hAnsi="Garamond" w:cs="Arial"/>
          <w:szCs w:val="24"/>
        </w:rPr>
      </w:pPr>
    </w:p>
    <w:p w:rsidR="00FD1299" w:rsidRPr="002E7B2F" w:rsidRDefault="00FD1299" w:rsidP="00920323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5.2</w:t>
      </w:r>
      <w:r w:rsidR="00DB29DD" w:rsidRPr="002E7B2F">
        <w:rPr>
          <w:rFonts w:ascii="Garamond" w:hAnsi="Garamond" w:cs="Arial"/>
          <w:szCs w:val="24"/>
        </w:rPr>
        <w:t>.</w:t>
      </w:r>
      <w:r w:rsidRPr="002E7B2F">
        <w:rPr>
          <w:rFonts w:ascii="Garamond" w:hAnsi="Garamond" w:cs="Arial"/>
          <w:szCs w:val="24"/>
        </w:rPr>
        <w:t xml:space="preserve"> </w:t>
      </w:r>
      <w:r w:rsidRPr="002E7B2F">
        <w:rPr>
          <w:rFonts w:ascii="Garamond" w:hAnsi="Garamond" w:cs="Arial"/>
          <w:szCs w:val="24"/>
        </w:rPr>
        <w:tab/>
        <w:t>Az előszállítás- és részszállítás csak a Megrendelő előzetes írásbeli engedélyével lehetséges.</w:t>
      </w:r>
    </w:p>
    <w:p w:rsidR="00B4226F" w:rsidRPr="002E7B2F" w:rsidRDefault="00B4226F" w:rsidP="00B4226F">
      <w:pPr>
        <w:jc w:val="both"/>
        <w:rPr>
          <w:rFonts w:ascii="Garamond" w:hAnsi="Garamond" w:cs="Arial"/>
          <w:szCs w:val="24"/>
        </w:rPr>
      </w:pPr>
    </w:p>
    <w:p w:rsidR="00FD6A7D" w:rsidRPr="002E7B2F" w:rsidRDefault="00FD6A7D" w:rsidP="00B4226F">
      <w:pPr>
        <w:jc w:val="both"/>
        <w:rPr>
          <w:rFonts w:ascii="Garamond" w:hAnsi="Garamond" w:cs="Arial"/>
          <w:szCs w:val="24"/>
        </w:rPr>
      </w:pPr>
    </w:p>
    <w:p w:rsidR="00B4226F" w:rsidRPr="002E7B2F" w:rsidRDefault="00B806FA" w:rsidP="00CC50AD">
      <w:pPr>
        <w:ind w:left="540" w:hanging="540"/>
        <w:jc w:val="center"/>
        <w:rPr>
          <w:rFonts w:ascii="Garamond" w:hAnsi="Garamond" w:cs="Arial"/>
          <w:smallCaps/>
        </w:rPr>
      </w:pPr>
      <w:r w:rsidRPr="002E7B2F">
        <w:rPr>
          <w:rFonts w:ascii="Garamond" w:hAnsi="Garamond" w:cs="Arial"/>
          <w:b/>
          <w:smallCaps/>
        </w:rPr>
        <w:t>6</w:t>
      </w:r>
      <w:r w:rsidR="00673C02" w:rsidRPr="002E7B2F">
        <w:rPr>
          <w:rFonts w:ascii="Garamond" w:hAnsi="Garamond" w:cs="Arial"/>
          <w:b/>
          <w:smallCaps/>
        </w:rPr>
        <w:t>.</w:t>
      </w:r>
      <w:r w:rsidR="00673C02" w:rsidRPr="002E7B2F">
        <w:rPr>
          <w:rFonts w:ascii="Garamond" w:hAnsi="Garamond" w:cs="Arial"/>
          <w:smallCaps/>
        </w:rPr>
        <w:t xml:space="preserve"> </w:t>
      </w:r>
      <w:r w:rsidR="00673C02" w:rsidRPr="002E7B2F">
        <w:rPr>
          <w:rFonts w:ascii="Garamond" w:hAnsi="Garamond" w:cs="Arial"/>
          <w:smallCaps/>
        </w:rPr>
        <w:tab/>
      </w:r>
      <w:r w:rsidR="00B4226F" w:rsidRPr="002E7B2F">
        <w:rPr>
          <w:rFonts w:ascii="Garamond" w:hAnsi="Garamond" w:cs="Arial"/>
          <w:b/>
          <w:smallCaps/>
        </w:rPr>
        <w:t>Szállítás</w:t>
      </w:r>
    </w:p>
    <w:p w:rsidR="00B4226F" w:rsidRPr="002E7B2F" w:rsidRDefault="00B4226F" w:rsidP="00B4226F">
      <w:pPr>
        <w:jc w:val="both"/>
        <w:rPr>
          <w:rFonts w:ascii="Garamond" w:hAnsi="Garamond" w:cs="Arial"/>
          <w:szCs w:val="24"/>
        </w:rPr>
      </w:pPr>
    </w:p>
    <w:p w:rsidR="00B4226F" w:rsidRPr="002E7B2F" w:rsidRDefault="00B806FA" w:rsidP="00920323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6</w:t>
      </w:r>
      <w:r w:rsidR="00B4226F" w:rsidRPr="002E7B2F">
        <w:rPr>
          <w:rFonts w:ascii="Garamond" w:hAnsi="Garamond" w:cs="Arial"/>
          <w:szCs w:val="24"/>
        </w:rPr>
        <w:t>.1</w:t>
      </w:r>
      <w:r w:rsidR="00DB29DD" w:rsidRPr="002E7B2F">
        <w:rPr>
          <w:rFonts w:ascii="Garamond" w:hAnsi="Garamond" w:cs="Arial"/>
          <w:szCs w:val="24"/>
        </w:rPr>
        <w:t>.</w:t>
      </w:r>
      <w:r w:rsidR="00B4226F" w:rsidRPr="002E7B2F">
        <w:rPr>
          <w:rFonts w:ascii="Garamond" w:hAnsi="Garamond" w:cs="Arial"/>
          <w:szCs w:val="24"/>
        </w:rPr>
        <w:tab/>
      </w:r>
      <w:r w:rsidR="00FD1299" w:rsidRPr="002E7B2F">
        <w:rPr>
          <w:rFonts w:ascii="Garamond" w:hAnsi="Garamond" w:cs="Arial"/>
          <w:szCs w:val="24"/>
        </w:rPr>
        <w:t xml:space="preserve">A </w:t>
      </w:r>
      <w:r w:rsidR="00FB6ABE" w:rsidRPr="002E7B2F">
        <w:rPr>
          <w:rFonts w:ascii="Garamond" w:hAnsi="Garamond" w:cs="Arial"/>
          <w:szCs w:val="24"/>
        </w:rPr>
        <w:t>Szállítás</w:t>
      </w:r>
      <w:r w:rsidR="00FD1299" w:rsidRPr="002E7B2F">
        <w:rPr>
          <w:rFonts w:ascii="Garamond" w:hAnsi="Garamond" w:cs="Arial"/>
          <w:szCs w:val="24"/>
        </w:rPr>
        <w:t xml:space="preserve">t megelőzően a Szállító köteles megadni a </w:t>
      </w:r>
      <w:r w:rsidR="00A70FF5" w:rsidRPr="002E7B2F">
        <w:rPr>
          <w:rFonts w:ascii="Garamond" w:hAnsi="Garamond" w:cs="Arial"/>
          <w:szCs w:val="24"/>
        </w:rPr>
        <w:t xml:space="preserve">fuvarozást </w:t>
      </w:r>
      <w:r w:rsidR="00FD1299" w:rsidRPr="002E7B2F">
        <w:rPr>
          <w:rFonts w:ascii="Garamond" w:hAnsi="Garamond" w:cs="Arial"/>
          <w:szCs w:val="24"/>
        </w:rPr>
        <w:t>végző</w:t>
      </w:r>
      <w:r w:rsidR="00C854A2" w:rsidRPr="002E7B2F">
        <w:rPr>
          <w:rFonts w:ascii="Garamond" w:hAnsi="Garamond" w:cs="Arial"/>
          <w:szCs w:val="24"/>
        </w:rPr>
        <w:t xml:space="preserve"> </w:t>
      </w:r>
      <w:r w:rsidR="00FD1299" w:rsidRPr="002E7B2F">
        <w:rPr>
          <w:rFonts w:ascii="Garamond" w:hAnsi="Garamond" w:cs="Arial"/>
          <w:szCs w:val="24"/>
        </w:rPr>
        <w:t xml:space="preserve">jármű forgalmi rendszámát, valamint a járművezető nevét, hogy Megrendelő </w:t>
      </w:r>
      <w:r w:rsidR="00EA6D00" w:rsidRPr="002E7B2F">
        <w:rPr>
          <w:rFonts w:ascii="Garamond" w:hAnsi="Garamond" w:cs="Arial"/>
          <w:szCs w:val="24"/>
        </w:rPr>
        <w:t>ezen személyek</w:t>
      </w:r>
      <w:r w:rsidR="00FD1299" w:rsidRPr="002E7B2F">
        <w:rPr>
          <w:rFonts w:ascii="Garamond" w:hAnsi="Garamond" w:cs="Arial"/>
          <w:szCs w:val="24"/>
        </w:rPr>
        <w:t xml:space="preserve"> 7.</w:t>
      </w:r>
      <w:r w:rsidR="003849B1" w:rsidRPr="002E7B2F">
        <w:rPr>
          <w:rFonts w:ascii="Garamond" w:hAnsi="Garamond" w:cs="Arial"/>
          <w:szCs w:val="24"/>
        </w:rPr>
        <w:t>2</w:t>
      </w:r>
      <w:r w:rsidR="00FD1299" w:rsidRPr="002E7B2F">
        <w:rPr>
          <w:rFonts w:ascii="Garamond" w:hAnsi="Garamond" w:cs="Arial"/>
          <w:szCs w:val="24"/>
        </w:rPr>
        <w:t xml:space="preserve"> pontban meghatározott áruátvétel</w:t>
      </w:r>
      <w:r w:rsidR="008D10DB" w:rsidRPr="002E7B2F">
        <w:rPr>
          <w:rFonts w:ascii="Garamond" w:hAnsi="Garamond" w:cs="Arial"/>
          <w:szCs w:val="24"/>
        </w:rPr>
        <w:t>i</w:t>
      </w:r>
      <w:r w:rsidR="00FD1299" w:rsidRPr="002E7B2F">
        <w:rPr>
          <w:rFonts w:ascii="Garamond" w:hAnsi="Garamond" w:cs="Arial"/>
          <w:szCs w:val="24"/>
        </w:rPr>
        <w:t xml:space="preserve"> helyére történő beléptetésről gondoskodni tudjon.</w:t>
      </w:r>
    </w:p>
    <w:p w:rsidR="00FA4F93" w:rsidRPr="002E7B2F" w:rsidRDefault="00FA4F93" w:rsidP="00D10E4C">
      <w:pPr>
        <w:ind w:left="567" w:hanging="567"/>
        <w:jc w:val="both"/>
        <w:rPr>
          <w:rFonts w:ascii="Garamond" w:hAnsi="Garamond" w:cs="Arial"/>
          <w:szCs w:val="24"/>
        </w:rPr>
      </w:pPr>
    </w:p>
    <w:p w:rsidR="00D37AA0" w:rsidRPr="002E7B2F" w:rsidRDefault="00D37AA0" w:rsidP="00D37AA0">
      <w:pPr>
        <w:jc w:val="both"/>
        <w:rPr>
          <w:rFonts w:ascii="Garamond" w:hAnsi="Garamond" w:cs="Arial"/>
          <w:szCs w:val="24"/>
        </w:rPr>
      </w:pPr>
    </w:p>
    <w:p w:rsidR="00924A4C" w:rsidRPr="002E7B2F" w:rsidRDefault="00B806FA" w:rsidP="00CC50AD">
      <w:pPr>
        <w:ind w:left="540" w:hanging="540"/>
        <w:jc w:val="center"/>
        <w:rPr>
          <w:rFonts w:ascii="Garamond" w:hAnsi="Garamond" w:cs="Arial"/>
          <w:b/>
          <w:smallCaps/>
          <w:szCs w:val="24"/>
        </w:rPr>
      </w:pPr>
      <w:r w:rsidRPr="002E7B2F">
        <w:rPr>
          <w:rFonts w:ascii="Garamond" w:hAnsi="Garamond" w:cs="Arial"/>
          <w:b/>
          <w:smallCaps/>
          <w:szCs w:val="24"/>
        </w:rPr>
        <w:t>7</w:t>
      </w:r>
      <w:r w:rsidR="00924A4C" w:rsidRPr="002E7B2F">
        <w:rPr>
          <w:rFonts w:ascii="Garamond" w:hAnsi="Garamond" w:cs="Arial"/>
          <w:b/>
          <w:smallCaps/>
          <w:szCs w:val="24"/>
        </w:rPr>
        <w:t>.</w:t>
      </w:r>
      <w:r w:rsidR="00924A4C" w:rsidRPr="002E7B2F">
        <w:rPr>
          <w:rFonts w:ascii="Garamond" w:hAnsi="Garamond" w:cs="Arial"/>
          <w:b/>
          <w:smallCaps/>
          <w:szCs w:val="24"/>
        </w:rPr>
        <w:tab/>
      </w:r>
      <w:r w:rsidR="003F54C5" w:rsidRPr="002E7B2F">
        <w:rPr>
          <w:rFonts w:ascii="Garamond" w:hAnsi="Garamond" w:cs="Arial"/>
          <w:b/>
          <w:smallCaps/>
          <w:szCs w:val="24"/>
        </w:rPr>
        <w:t>Mennyiségi és minőségi á</w:t>
      </w:r>
      <w:r w:rsidR="00AB58C1" w:rsidRPr="002E7B2F">
        <w:rPr>
          <w:rFonts w:ascii="Garamond" w:hAnsi="Garamond" w:cs="Arial"/>
          <w:b/>
          <w:smallCaps/>
          <w:szCs w:val="24"/>
        </w:rPr>
        <w:t>tadás-átvétel</w:t>
      </w:r>
    </w:p>
    <w:p w:rsidR="00FA4F93" w:rsidRPr="002E7B2F" w:rsidRDefault="00FA4F93" w:rsidP="00D37AA0">
      <w:pPr>
        <w:pStyle w:val="Szvegtrzs3"/>
        <w:rPr>
          <w:rFonts w:ascii="Garamond" w:hAnsi="Garamond" w:cs="Arial"/>
          <w:sz w:val="24"/>
          <w:szCs w:val="24"/>
        </w:rPr>
      </w:pPr>
    </w:p>
    <w:p w:rsidR="000C34D6" w:rsidRPr="002E7B2F" w:rsidRDefault="00DB29DD" w:rsidP="00DB29DD">
      <w:pPr>
        <w:ind w:left="540" w:hanging="540"/>
        <w:jc w:val="both"/>
        <w:rPr>
          <w:rFonts w:ascii="Garamond" w:hAnsi="Garamond"/>
        </w:rPr>
      </w:pPr>
      <w:r w:rsidRPr="002E7B2F">
        <w:rPr>
          <w:rFonts w:ascii="Garamond" w:hAnsi="Garamond"/>
        </w:rPr>
        <w:lastRenderedPageBreak/>
        <w:t xml:space="preserve">7.1. </w:t>
      </w:r>
      <w:r w:rsidRPr="002E7B2F">
        <w:rPr>
          <w:rFonts w:ascii="Garamond" w:hAnsi="Garamond"/>
        </w:rPr>
        <w:tab/>
      </w:r>
      <w:r w:rsidR="000C34D6" w:rsidRPr="002E7B2F">
        <w:rPr>
          <w:rFonts w:ascii="Garamond" w:hAnsi="Garamond"/>
        </w:rPr>
        <w:t xml:space="preserve">A </w:t>
      </w:r>
      <w:r w:rsidR="000C34D6" w:rsidRPr="002E7B2F">
        <w:rPr>
          <w:rFonts w:ascii="Garamond" w:hAnsi="Garamond"/>
          <w:noProof/>
        </w:rPr>
        <w:t>Szállító</w:t>
      </w:r>
      <w:r w:rsidR="000C34D6" w:rsidRPr="002E7B2F">
        <w:rPr>
          <w:rFonts w:ascii="Garamond" w:hAnsi="Garamond"/>
        </w:rPr>
        <w:t xml:space="preserve"> a teljesítést a jelen Keretszerződés hatályba lépését követően köteles </w:t>
      </w:r>
      <w:r w:rsidR="00142568">
        <w:rPr>
          <w:rFonts w:ascii="Garamond" w:hAnsi="Garamond"/>
        </w:rPr>
        <w:t>10</w:t>
      </w:r>
      <w:r w:rsidR="000C34D6" w:rsidRPr="002E7B2F">
        <w:rPr>
          <w:rFonts w:ascii="Garamond" w:hAnsi="Garamond"/>
        </w:rPr>
        <w:t xml:space="preserve"> napon belül megkezdeni, és a jelen Keretszerződés időtartama alatt az abban és a Megrendelésekben meghatározott feltételek szerint folyamatosan biztosítani.</w:t>
      </w:r>
    </w:p>
    <w:p w:rsidR="000C34D6" w:rsidRPr="002E7B2F" w:rsidRDefault="000C34D6" w:rsidP="000C34D6">
      <w:pPr>
        <w:jc w:val="both"/>
        <w:rPr>
          <w:rFonts w:ascii="Garamond" w:hAnsi="Garamond"/>
        </w:rPr>
      </w:pPr>
    </w:p>
    <w:p w:rsidR="00142568" w:rsidRPr="007865F2" w:rsidRDefault="00DB29DD" w:rsidP="00DB29DD">
      <w:pPr>
        <w:tabs>
          <w:tab w:val="num" w:pos="540"/>
        </w:tabs>
        <w:jc w:val="both"/>
        <w:rPr>
          <w:rFonts w:ascii="Garamond" w:hAnsi="Garamond"/>
        </w:rPr>
      </w:pPr>
      <w:r w:rsidRPr="006E4545">
        <w:rPr>
          <w:rFonts w:ascii="Garamond" w:hAnsi="Garamond"/>
        </w:rPr>
        <w:t xml:space="preserve">7.2. </w:t>
      </w:r>
      <w:r w:rsidRPr="006E4545">
        <w:rPr>
          <w:rFonts w:ascii="Garamond" w:hAnsi="Garamond"/>
        </w:rPr>
        <w:tab/>
      </w:r>
      <w:r w:rsidR="00B4226F" w:rsidRPr="006E4545">
        <w:rPr>
          <w:rFonts w:ascii="Garamond" w:hAnsi="Garamond"/>
        </w:rPr>
        <w:t>Az áruátvétel (a teljesítés) helye:</w:t>
      </w:r>
    </w:p>
    <w:p w:rsidR="00142568" w:rsidRDefault="00784090" w:rsidP="00142568">
      <w:pPr>
        <w:keepNext/>
        <w:ind w:left="540"/>
      </w:pPr>
      <w:r w:rsidRPr="007865F2">
        <w:rPr>
          <w:rFonts w:ascii="Garamond" w:hAnsi="Garamond"/>
        </w:rPr>
        <w:t xml:space="preserve"> </w:t>
      </w:r>
      <w:r w:rsidR="00142568" w:rsidRPr="006E4545">
        <w:t>BKV Zrt. 030 raktár 1106 Bp. X. Fehér út 1.</w:t>
      </w:r>
    </w:p>
    <w:p w:rsidR="00142568" w:rsidRDefault="00142568" w:rsidP="00142568">
      <w:pPr>
        <w:keepNext/>
        <w:ind w:left="540"/>
      </w:pP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V130 raktár 1125 Bp. Szilágyi Erzsébet fasor 14-16.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V170 raktár 1045 Bp. Pozsonyi út 1.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V180 raktár 1146 Bp. Thököly út 173.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V190 raktár 1089 Bp. Baross u 132.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V200 raktár 1087 Bp. Törökbecse u. 2.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V220 raktár 1091 Bp. Üllői út 199.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V230 raktár 1097 Bp. Könyves Kálmán krt.7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V260 raktár 1021 Bp. Budakeszi út 9-11.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V390 raktár 1116 Bp. Fehérvári út 247.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V490 raktár 1115 Bp. Bartók Béla út 133.</w:t>
      </w:r>
    </w:p>
    <w:p w:rsidR="00142568" w:rsidRPr="00BB6F43" w:rsidRDefault="00142568" w:rsidP="00142568">
      <w:pPr>
        <w:pStyle w:val="BKV"/>
        <w:keepNext/>
        <w:spacing w:line="240" w:lineRule="auto"/>
        <w:ind w:right="-1"/>
        <w:rPr>
          <w:rFonts w:ascii="Times New Roman" w:hAnsi="Times New Roman"/>
          <w:lang w:eastAsia="hu-HU"/>
        </w:rPr>
      </w:pPr>
    </w:p>
    <w:p w:rsidR="00142568" w:rsidRPr="00BB6F43" w:rsidRDefault="00142568" w:rsidP="00142568">
      <w:pPr>
        <w:keepNext/>
        <w:ind w:left="540"/>
      </w:pPr>
      <w:r w:rsidRPr="00BB6F43">
        <w:t>BKV Zrt. M150 raktár 1142 Bp. Erzsébet királyné útja 8-10.</w:t>
      </w:r>
    </w:p>
    <w:p w:rsidR="00142568" w:rsidRPr="00BB6F43" w:rsidRDefault="00142568" w:rsidP="00142568">
      <w:pPr>
        <w:keepNext/>
        <w:ind w:left="540"/>
      </w:pPr>
      <w:r w:rsidRPr="00BB6F43">
        <w:t>BKV Zrt. M280 raktár 1106 Bp. Fehér út 1/b.</w:t>
      </w:r>
    </w:p>
    <w:p w:rsidR="00142568" w:rsidRPr="00BB6F43" w:rsidRDefault="00142568" w:rsidP="00142568">
      <w:pPr>
        <w:keepNext/>
        <w:ind w:left="540"/>
      </w:pPr>
      <w:r w:rsidRPr="00BB6F43">
        <w:t>BKV Zrt. M270 raktár 1103 Bp. Kőér u.2/b.</w:t>
      </w:r>
    </w:p>
    <w:p w:rsidR="00142568" w:rsidRPr="00BB6F43" w:rsidRDefault="00142568" w:rsidP="00142568">
      <w:pPr>
        <w:pStyle w:val="BKV"/>
        <w:keepNext/>
        <w:spacing w:line="240" w:lineRule="auto"/>
        <w:ind w:right="-1"/>
        <w:rPr>
          <w:rFonts w:ascii="Times New Roman" w:hAnsi="Times New Roman"/>
          <w:lang w:eastAsia="hu-HU"/>
        </w:rPr>
      </w:pP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H310 raktár 1164 Bp. Ostoros út 1.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H320 raktár 2000 Szentendre, Vasúti villasor 4.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H370 raktár 1212 Bp. Rákóczi Ferenc u. 174.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H380 raktár 2300 Ráckeve, Kossuth u. 117.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K410 raktár 1113 Bp. Hamzsabégi út 55.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O430 raktár 1037 Bp. Pomázi út 15.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C450 raktár 1165 Bp. Bökényföldi út 122.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D460 raktár 1194 Bp. Méta u. 39.</w:t>
      </w: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BKV Zrt. T100 raktár 1101 Bp. Zách u. 8.</w:t>
      </w:r>
    </w:p>
    <w:p w:rsidR="00142568" w:rsidRPr="00E151D5" w:rsidRDefault="00142568" w:rsidP="00142568">
      <w:pPr>
        <w:keepNext/>
      </w:pPr>
    </w:p>
    <w:p w:rsidR="00142568" w:rsidRPr="00BB6F43" w:rsidRDefault="00142568" w:rsidP="00142568">
      <w:pPr>
        <w:pStyle w:val="BKV"/>
        <w:keepNext/>
        <w:spacing w:line="240" w:lineRule="auto"/>
        <w:ind w:left="567" w:right="-1"/>
        <w:jc w:val="center"/>
        <w:rPr>
          <w:rFonts w:ascii="Times New Roman" w:hAnsi="Times New Roman"/>
          <w:lang w:eastAsia="hu-HU"/>
        </w:rPr>
      </w:pPr>
      <w:r w:rsidRPr="00BB6F43">
        <w:rPr>
          <w:rFonts w:ascii="Times New Roman" w:hAnsi="Times New Roman"/>
          <w:lang w:eastAsia="hu-HU"/>
        </w:rPr>
        <w:t>Nyitvatartási idő: hétfőtől – csütörtökig 8,00 – 13,00 óráig</w:t>
      </w:r>
    </w:p>
    <w:p w:rsidR="00142568" w:rsidRDefault="00142568" w:rsidP="00142568">
      <w:pPr>
        <w:pStyle w:val="BKV"/>
        <w:keepNext/>
        <w:spacing w:line="240" w:lineRule="auto"/>
        <w:ind w:left="567" w:right="-1"/>
        <w:jc w:val="center"/>
      </w:pPr>
      <w:r w:rsidRPr="00BB6F43">
        <w:rPr>
          <w:rFonts w:ascii="Times New Roman" w:hAnsi="Times New Roman"/>
          <w:lang w:eastAsia="hu-HU"/>
        </w:rPr>
        <w:t xml:space="preserve">        pénteken 8,00 – 12,00 óráig</w:t>
      </w:r>
    </w:p>
    <w:p w:rsidR="006E4545" w:rsidRDefault="006E4545" w:rsidP="00307D19">
      <w:pPr>
        <w:tabs>
          <w:tab w:val="num" w:pos="720"/>
        </w:tabs>
        <w:ind w:left="540" w:hanging="540"/>
        <w:jc w:val="both"/>
        <w:rPr>
          <w:rFonts w:ascii="Garamond" w:hAnsi="Garamond"/>
        </w:rPr>
      </w:pPr>
    </w:p>
    <w:p w:rsidR="00307D19" w:rsidRPr="002E7B2F" w:rsidRDefault="00307D19" w:rsidP="00307D19">
      <w:pPr>
        <w:tabs>
          <w:tab w:val="num" w:pos="720"/>
        </w:tabs>
        <w:ind w:left="540" w:hanging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7.3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ab/>
        <w:t xml:space="preserve">A Felek megállapodnak abban, hogy a </w:t>
      </w:r>
      <w:r w:rsidR="00B839DE" w:rsidRPr="002E7B2F">
        <w:rPr>
          <w:rFonts w:ascii="Garamond" w:hAnsi="Garamond" w:cs="Arial"/>
        </w:rPr>
        <w:t>Szállítás</w:t>
      </w:r>
      <w:r w:rsidRPr="002E7B2F">
        <w:rPr>
          <w:rFonts w:ascii="Garamond" w:hAnsi="Garamond" w:cs="Arial"/>
        </w:rPr>
        <w:t xml:space="preserve"> teljesítésének, azaz a jelen </w:t>
      </w:r>
      <w:r w:rsidR="00D80B16" w:rsidRPr="002E7B2F">
        <w:rPr>
          <w:rFonts w:ascii="Garamond" w:hAnsi="Garamond" w:cs="Arial"/>
        </w:rPr>
        <w:t>Kerets</w:t>
      </w:r>
      <w:r w:rsidRPr="002E7B2F">
        <w:rPr>
          <w:rFonts w:ascii="Garamond" w:hAnsi="Garamond" w:cs="Arial"/>
        </w:rPr>
        <w:t xml:space="preserve">zerződés </w:t>
      </w:r>
      <w:r w:rsidR="000C7225" w:rsidRPr="002E7B2F">
        <w:rPr>
          <w:rFonts w:ascii="Garamond" w:hAnsi="Garamond" w:cs="Arial"/>
        </w:rPr>
        <w:t xml:space="preserve">és az az alapján a Megrendelő által a Szállító részére leadott Megrendelések </w:t>
      </w:r>
      <w:r w:rsidRPr="002E7B2F">
        <w:rPr>
          <w:rFonts w:ascii="Garamond" w:hAnsi="Garamond" w:cs="Arial"/>
        </w:rPr>
        <w:t>teljesítésének igazolása szállítólevél (a továbbiakban Szállítólevél</w:t>
      </w:r>
      <w:r w:rsidR="00696E71">
        <w:rPr>
          <w:rFonts w:ascii="Garamond" w:hAnsi="Garamond" w:cs="Arial"/>
        </w:rPr>
        <w:t>)</w:t>
      </w:r>
      <w:r w:rsidRPr="002E7B2F">
        <w:rPr>
          <w:rFonts w:ascii="Garamond" w:hAnsi="Garamond" w:cs="Arial"/>
        </w:rPr>
        <w:t xml:space="preserve"> kiállításával történik, amelyen a Felek az el</w:t>
      </w:r>
      <w:r w:rsidR="00B839DE" w:rsidRPr="002E7B2F">
        <w:rPr>
          <w:rFonts w:ascii="Garamond" w:hAnsi="Garamond" w:cs="Arial"/>
        </w:rPr>
        <w:t>végzett munkák átadás-átvételét</w:t>
      </w:r>
      <w:r w:rsidRPr="002E7B2F">
        <w:rPr>
          <w:rFonts w:ascii="Garamond" w:hAnsi="Garamond" w:cs="Arial"/>
        </w:rPr>
        <w:t xml:space="preserve"> aláírásukkal igazolják, és az aláírás alatt a nevüket olvasható, nyomtatott betűkkel is feltüntetik. </w:t>
      </w:r>
    </w:p>
    <w:p w:rsidR="00307D19" w:rsidRPr="002E7B2F" w:rsidRDefault="00307D19" w:rsidP="00307D19">
      <w:pPr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 xml:space="preserve">Ha a mennyiségi és minőségi átvétel nem tár fel problémát, a teljesítés igazolása a </w:t>
      </w:r>
      <w:proofErr w:type="gramStart"/>
      <w:r w:rsidRPr="002E7B2F">
        <w:rPr>
          <w:rFonts w:ascii="Garamond" w:hAnsi="Garamond" w:cs="Arial"/>
        </w:rPr>
        <w:t>Szállítólevél  Megrendelő</w:t>
      </w:r>
      <w:proofErr w:type="gramEnd"/>
      <w:r w:rsidRPr="002E7B2F">
        <w:rPr>
          <w:rFonts w:ascii="Garamond" w:hAnsi="Garamond" w:cs="Arial"/>
        </w:rPr>
        <w:t xml:space="preserve"> általi aláírásával és dátummal való ellátásával történik.</w:t>
      </w:r>
    </w:p>
    <w:p w:rsidR="00FE33A4" w:rsidRPr="002E7B2F" w:rsidRDefault="00FE33A4" w:rsidP="00307D19">
      <w:pPr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Amennyiben a mennyiségi és műszaki állapot szempontjából történő átvétel során eltérések</w:t>
      </w:r>
      <w:r w:rsidR="00C40B72" w:rsidRPr="002E7B2F">
        <w:rPr>
          <w:rFonts w:ascii="Garamond" w:hAnsi="Garamond" w:cs="Arial"/>
        </w:rPr>
        <w:t>, hibák, hiányosságok</w:t>
      </w:r>
      <w:r w:rsidRPr="002E7B2F">
        <w:rPr>
          <w:rFonts w:ascii="Garamond" w:hAnsi="Garamond" w:cs="Arial"/>
        </w:rPr>
        <w:t xml:space="preserve"> mutatkoznak, úgy az eltéréseket</w:t>
      </w:r>
      <w:r w:rsidR="00C40B72" w:rsidRPr="002E7B2F">
        <w:rPr>
          <w:rFonts w:ascii="Garamond" w:hAnsi="Garamond" w:cs="Arial"/>
        </w:rPr>
        <w:t>, hibákat, hiányosságokat</w:t>
      </w:r>
      <w:r w:rsidRPr="002E7B2F">
        <w:rPr>
          <w:rFonts w:ascii="Garamond" w:hAnsi="Garamond" w:cs="Arial"/>
        </w:rPr>
        <w:t xml:space="preserve"> a Megrendelő jegyzőkönyvben (továbbiakban Jegyzőkönyv) rögzíti, és arról a Szállítót írásban is értesíti.</w:t>
      </w:r>
      <w:r w:rsidR="00C40B72" w:rsidRPr="002E7B2F">
        <w:rPr>
          <w:rFonts w:ascii="Garamond" w:hAnsi="Garamond" w:cs="Arial"/>
        </w:rPr>
        <w:t xml:space="preserve"> Szállítólevél ez esetben csak a Jegyzőkönyvben foglalt eltérések, hibák maradéktalan és szerződésszerű kijavítását követően állítható ki.</w:t>
      </w:r>
    </w:p>
    <w:p w:rsidR="00307D19" w:rsidRPr="002E7B2F" w:rsidRDefault="00307D19" w:rsidP="00307D19">
      <w:pPr>
        <w:ind w:left="540"/>
        <w:jc w:val="both"/>
        <w:rPr>
          <w:rFonts w:ascii="Garamond" w:hAnsi="Garamond" w:cs="Arial"/>
        </w:rPr>
      </w:pPr>
    </w:p>
    <w:p w:rsidR="00307D19" w:rsidRPr="002E7B2F" w:rsidRDefault="00307D19" w:rsidP="00307D19">
      <w:pPr>
        <w:tabs>
          <w:tab w:val="num" w:pos="500"/>
          <w:tab w:val="num" w:pos="720"/>
        </w:tabs>
        <w:ind w:left="540" w:hanging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7.4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ab/>
        <w:t xml:space="preserve">Felek rögzítik, hogy a </w:t>
      </w:r>
      <w:r w:rsidR="00B839DE" w:rsidRPr="002E7B2F">
        <w:rPr>
          <w:rFonts w:ascii="Garamond" w:hAnsi="Garamond" w:cs="Arial"/>
        </w:rPr>
        <w:t>Szállító</w:t>
      </w:r>
      <w:r w:rsidRPr="002E7B2F">
        <w:rPr>
          <w:rFonts w:ascii="Garamond" w:hAnsi="Garamond" w:cs="Arial"/>
        </w:rPr>
        <w:t xml:space="preserve"> a jelen </w:t>
      </w:r>
      <w:r w:rsidR="00D80B16" w:rsidRPr="002E7B2F">
        <w:rPr>
          <w:rFonts w:ascii="Garamond" w:hAnsi="Garamond" w:cs="Arial"/>
        </w:rPr>
        <w:t>Kerets</w:t>
      </w:r>
      <w:r w:rsidRPr="002E7B2F">
        <w:rPr>
          <w:rFonts w:ascii="Garamond" w:hAnsi="Garamond" w:cs="Arial"/>
        </w:rPr>
        <w:t xml:space="preserve">zerződés 1. pontjában meghatározott </w:t>
      </w:r>
      <w:r w:rsidR="00B839DE" w:rsidRPr="002E7B2F">
        <w:rPr>
          <w:rFonts w:ascii="Garamond" w:hAnsi="Garamond" w:cs="Arial"/>
        </w:rPr>
        <w:t>Szállítá</w:t>
      </w:r>
      <w:r w:rsidRPr="002E7B2F">
        <w:rPr>
          <w:rFonts w:ascii="Garamond" w:hAnsi="Garamond" w:cs="Arial"/>
        </w:rPr>
        <w:t xml:space="preserve">s teljesítése során a </w:t>
      </w:r>
      <w:r w:rsidR="00B839DE" w:rsidRPr="002E7B2F">
        <w:rPr>
          <w:rFonts w:ascii="Garamond" w:hAnsi="Garamond" w:cs="Arial"/>
        </w:rPr>
        <w:t>szállított</w:t>
      </w:r>
      <w:r w:rsidRPr="002E7B2F">
        <w:rPr>
          <w:rFonts w:ascii="Garamond" w:hAnsi="Garamond" w:cs="Arial"/>
        </w:rPr>
        <w:t xml:space="preserve"> </w:t>
      </w:r>
      <w:r w:rsidR="007D3389" w:rsidRPr="002E7B2F">
        <w:rPr>
          <w:rFonts w:ascii="Garamond" w:hAnsi="Garamond" w:cs="Arial"/>
        </w:rPr>
        <w:t>Árukat</w:t>
      </w:r>
      <w:r w:rsidRPr="002E7B2F">
        <w:rPr>
          <w:rFonts w:ascii="Garamond" w:hAnsi="Garamond" w:cs="Arial"/>
        </w:rPr>
        <w:t xml:space="preserve"> műbizonylattal (a továbbiakban: Műbizonylat) köteles ellátni. </w:t>
      </w:r>
      <w:r w:rsidRPr="002E7B2F">
        <w:rPr>
          <w:rFonts w:ascii="Garamond" w:hAnsi="Garamond" w:cs="Arial"/>
        </w:rPr>
        <w:lastRenderedPageBreak/>
        <w:t xml:space="preserve">A </w:t>
      </w:r>
      <w:r w:rsidR="00B839DE" w:rsidRPr="002E7B2F">
        <w:rPr>
          <w:rFonts w:ascii="Garamond" w:hAnsi="Garamond" w:cs="Arial"/>
        </w:rPr>
        <w:t>Szállító</w:t>
      </w:r>
      <w:r w:rsidRPr="002E7B2F">
        <w:rPr>
          <w:rFonts w:ascii="Garamond" w:hAnsi="Garamond" w:cs="Arial"/>
        </w:rPr>
        <w:t xml:space="preserve"> a Műbizonylatban nyilatkozni köteles arról, hogy a</w:t>
      </w:r>
      <w:r w:rsidR="007D3389" w:rsidRPr="002E7B2F">
        <w:rPr>
          <w:rFonts w:ascii="Garamond" w:hAnsi="Garamond" w:cs="Arial"/>
        </w:rPr>
        <w:t>z Áruk</w:t>
      </w:r>
      <w:r w:rsidRPr="002E7B2F">
        <w:rPr>
          <w:rFonts w:ascii="Garamond" w:hAnsi="Garamond" w:cs="Arial"/>
        </w:rPr>
        <w:t xml:space="preserve"> a minőségi és műszaki követelményeknek megfelelnek.</w:t>
      </w:r>
      <w:r w:rsidR="000C7225" w:rsidRPr="002E7B2F">
        <w:rPr>
          <w:rFonts w:ascii="Garamond" w:hAnsi="Garamond" w:cs="Arial"/>
        </w:rPr>
        <w:t xml:space="preserve"> </w:t>
      </w:r>
    </w:p>
    <w:p w:rsidR="00307D19" w:rsidRPr="002E7B2F" w:rsidRDefault="00307D19" w:rsidP="00307D19">
      <w:pPr>
        <w:jc w:val="both"/>
        <w:rPr>
          <w:rFonts w:ascii="Garamond" w:hAnsi="Garamond" w:cs="Arial"/>
        </w:rPr>
      </w:pPr>
    </w:p>
    <w:p w:rsidR="00307D19" w:rsidRPr="002E7B2F" w:rsidRDefault="00307D19" w:rsidP="00307D19">
      <w:pPr>
        <w:tabs>
          <w:tab w:val="num" w:pos="500"/>
          <w:tab w:val="num" w:pos="720"/>
        </w:tabs>
        <w:ind w:left="540" w:hanging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7.5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ab/>
        <w:t xml:space="preserve">Amennyiben a </w:t>
      </w:r>
      <w:r w:rsidR="00B839DE" w:rsidRPr="002E7B2F">
        <w:rPr>
          <w:rFonts w:ascii="Garamond" w:hAnsi="Garamond" w:cs="Arial"/>
        </w:rPr>
        <w:t xml:space="preserve">Szállító </w:t>
      </w:r>
      <w:r w:rsidRPr="002E7B2F">
        <w:rPr>
          <w:rFonts w:ascii="Garamond" w:hAnsi="Garamond" w:cs="Arial"/>
        </w:rPr>
        <w:t xml:space="preserve">a beszállított </w:t>
      </w:r>
      <w:r w:rsidR="007D3389" w:rsidRPr="002E7B2F">
        <w:rPr>
          <w:rFonts w:ascii="Garamond" w:hAnsi="Garamond" w:cs="Arial"/>
        </w:rPr>
        <w:t>Árukkal</w:t>
      </w:r>
      <w:r w:rsidRPr="002E7B2F">
        <w:rPr>
          <w:rFonts w:ascii="Garamond" w:hAnsi="Garamond" w:cs="Arial"/>
        </w:rPr>
        <w:t xml:space="preserve"> kapcsolatban bármely mérést, vizsgálatot végzett, illetve végeztetett a Műbizonylathoz mellékelnie kell a mérések, vizsgálatok dokumentációját is. </w:t>
      </w:r>
    </w:p>
    <w:p w:rsidR="000C7225" w:rsidRPr="002E7B2F" w:rsidRDefault="000C7225" w:rsidP="00307D19">
      <w:pPr>
        <w:tabs>
          <w:tab w:val="num" w:pos="500"/>
          <w:tab w:val="num" w:pos="720"/>
        </w:tabs>
        <w:ind w:left="540" w:hanging="540"/>
        <w:jc w:val="both"/>
        <w:rPr>
          <w:rFonts w:ascii="Garamond" w:hAnsi="Garamond" w:cs="Arial"/>
        </w:rPr>
      </w:pPr>
    </w:p>
    <w:p w:rsidR="000C7225" w:rsidRPr="002E7B2F" w:rsidRDefault="000C7225" w:rsidP="000C7225">
      <w:pPr>
        <w:tabs>
          <w:tab w:val="num" w:pos="500"/>
          <w:tab w:val="num" w:pos="720"/>
        </w:tabs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/>
          <w:szCs w:val="24"/>
        </w:rPr>
        <w:t>7.6.</w:t>
      </w:r>
      <w:r w:rsidRPr="002E7B2F">
        <w:rPr>
          <w:rFonts w:ascii="Garamond" w:hAnsi="Garamond"/>
          <w:szCs w:val="24"/>
        </w:rPr>
        <w:tab/>
        <w:t xml:space="preserve">A beszállításra kerülő </w:t>
      </w:r>
      <w:r w:rsidR="00801F6E" w:rsidRPr="002E7B2F">
        <w:rPr>
          <w:rFonts w:ascii="Garamond" w:hAnsi="Garamond"/>
          <w:szCs w:val="24"/>
        </w:rPr>
        <w:t>Árut</w:t>
      </w:r>
      <w:r w:rsidRPr="002E7B2F">
        <w:rPr>
          <w:rFonts w:ascii="Garamond" w:hAnsi="Garamond"/>
          <w:szCs w:val="24"/>
        </w:rPr>
        <w:t xml:space="preserve"> por, víz és egyéb szennyeződések ellen védett csomagolásban kell leszállítani, amely csomagolásnak meg kell védenie a</w:t>
      </w:r>
      <w:r w:rsidR="000B01A8" w:rsidRPr="002E7B2F">
        <w:rPr>
          <w:rFonts w:ascii="Garamond" w:hAnsi="Garamond"/>
          <w:szCs w:val="24"/>
        </w:rPr>
        <w:t>z Árut</w:t>
      </w:r>
      <w:r w:rsidRPr="002E7B2F">
        <w:rPr>
          <w:rFonts w:ascii="Garamond" w:hAnsi="Garamond"/>
          <w:szCs w:val="24"/>
        </w:rPr>
        <w:t xml:space="preserve"> a szállítás és tárolás közben mindennemű külső sérüléstől is.</w:t>
      </w:r>
    </w:p>
    <w:p w:rsidR="00307D19" w:rsidRPr="002E7B2F" w:rsidRDefault="00307D19" w:rsidP="00307D19">
      <w:pPr>
        <w:jc w:val="both"/>
        <w:rPr>
          <w:rFonts w:ascii="Garamond" w:hAnsi="Garamond" w:cs="Arial"/>
        </w:rPr>
      </w:pPr>
    </w:p>
    <w:p w:rsidR="00961A15" w:rsidRPr="002E7B2F" w:rsidRDefault="00961A15" w:rsidP="009B59ED">
      <w:pPr>
        <w:ind w:left="567"/>
        <w:jc w:val="both"/>
        <w:rPr>
          <w:rFonts w:ascii="Garamond" w:hAnsi="Garamond" w:cs="Arial"/>
          <w:szCs w:val="24"/>
        </w:rPr>
      </w:pPr>
    </w:p>
    <w:p w:rsidR="0052723F" w:rsidRPr="002E7B2F" w:rsidRDefault="00B806FA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8</w:t>
      </w:r>
      <w:r w:rsidR="00405B6D" w:rsidRPr="002E7B2F">
        <w:rPr>
          <w:rFonts w:ascii="Garamond" w:hAnsi="Garamond" w:cs="Arial"/>
          <w:b/>
          <w:smallCaps/>
        </w:rPr>
        <w:t>.</w:t>
      </w:r>
      <w:r w:rsidR="00405B6D" w:rsidRPr="002E7B2F">
        <w:rPr>
          <w:rFonts w:ascii="Garamond" w:hAnsi="Garamond" w:cs="Arial"/>
          <w:b/>
          <w:smallCaps/>
        </w:rPr>
        <w:tab/>
      </w:r>
      <w:r w:rsidR="00CA1810" w:rsidRPr="002E7B2F">
        <w:rPr>
          <w:rFonts w:ascii="Garamond" w:hAnsi="Garamond" w:cs="Arial"/>
          <w:b/>
          <w:smallCaps/>
        </w:rPr>
        <w:t xml:space="preserve">A </w:t>
      </w:r>
      <w:r w:rsidR="00DB2FE4" w:rsidRPr="002E7B2F">
        <w:rPr>
          <w:rFonts w:ascii="Garamond" w:hAnsi="Garamond" w:cs="Arial"/>
          <w:b/>
          <w:smallCaps/>
        </w:rPr>
        <w:t>Kerets</w:t>
      </w:r>
      <w:r w:rsidR="00CA1810" w:rsidRPr="002E7B2F">
        <w:rPr>
          <w:rFonts w:ascii="Garamond" w:hAnsi="Garamond" w:cs="Arial"/>
          <w:b/>
          <w:smallCaps/>
        </w:rPr>
        <w:t>zerződés időtartama, megszűnése, módosítása, a</w:t>
      </w:r>
      <w:r w:rsidR="0052723F" w:rsidRPr="002E7B2F">
        <w:rPr>
          <w:rFonts w:ascii="Garamond" w:hAnsi="Garamond" w:cs="Arial"/>
          <w:b/>
          <w:smallCaps/>
        </w:rPr>
        <w:t xml:space="preserve"> szerződésszegés következményei</w:t>
      </w:r>
      <w:r w:rsidR="004A2E4C" w:rsidRPr="002E7B2F">
        <w:rPr>
          <w:rFonts w:ascii="Garamond" w:hAnsi="Garamond" w:cs="Arial"/>
          <w:b/>
          <w:smallCaps/>
        </w:rPr>
        <w:t>,</w:t>
      </w:r>
      <w:r w:rsidR="00CA1810" w:rsidRPr="002E7B2F">
        <w:rPr>
          <w:rFonts w:ascii="Garamond" w:hAnsi="Garamond" w:cs="Arial"/>
          <w:b/>
          <w:smallCaps/>
        </w:rPr>
        <w:t xml:space="preserve"> kötbér</w:t>
      </w:r>
    </w:p>
    <w:p w:rsidR="006E5654" w:rsidRPr="002E7B2F" w:rsidRDefault="006E5654" w:rsidP="008D7CF2">
      <w:pPr>
        <w:jc w:val="both"/>
        <w:rPr>
          <w:rFonts w:ascii="Garamond" w:hAnsi="Garamond" w:cs="Arial"/>
          <w:szCs w:val="24"/>
        </w:rPr>
      </w:pPr>
    </w:p>
    <w:p w:rsidR="00F33538" w:rsidRPr="002E7B2F" w:rsidRDefault="00F33538" w:rsidP="00F33538">
      <w:pPr>
        <w:pStyle w:val="Szvegtrzs"/>
        <w:ind w:left="540" w:hanging="540"/>
        <w:rPr>
          <w:rFonts w:ascii="Garamond" w:hAnsi="Garamond" w:cs="Arial"/>
          <w:b w:val="0"/>
          <w:i w:val="0"/>
          <w:szCs w:val="24"/>
        </w:rPr>
      </w:pPr>
      <w:r w:rsidRPr="002E7B2F">
        <w:rPr>
          <w:rFonts w:ascii="Garamond" w:hAnsi="Garamond" w:cs="Arial"/>
          <w:b w:val="0"/>
          <w:i w:val="0"/>
          <w:szCs w:val="24"/>
        </w:rPr>
        <w:t>8.1</w:t>
      </w:r>
      <w:r w:rsidR="00DB29DD" w:rsidRPr="002E7B2F">
        <w:rPr>
          <w:rFonts w:ascii="Garamond" w:hAnsi="Garamond" w:cs="Arial"/>
          <w:b w:val="0"/>
          <w:i w:val="0"/>
          <w:szCs w:val="24"/>
        </w:rPr>
        <w:t>.</w:t>
      </w:r>
      <w:r w:rsidRPr="002E7B2F">
        <w:rPr>
          <w:rFonts w:ascii="Garamond" w:hAnsi="Garamond" w:cs="Arial"/>
          <w:b w:val="0"/>
          <w:i w:val="0"/>
          <w:szCs w:val="24"/>
        </w:rPr>
        <w:tab/>
        <w:t xml:space="preserve">A jelen </w:t>
      </w:r>
      <w:r w:rsidR="004E6DE7" w:rsidRPr="002E7B2F">
        <w:rPr>
          <w:rFonts w:ascii="Garamond" w:hAnsi="Garamond" w:cs="Arial"/>
          <w:b w:val="0"/>
          <w:i w:val="0"/>
          <w:szCs w:val="24"/>
        </w:rPr>
        <w:t>Kerets</w:t>
      </w:r>
      <w:r w:rsidRPr="002E7B2F">
        <w:rPr>
          <w:rFonts w:ascii="Garamond" w:hAnsi="Garamond" w:cs="Arial"/>
          <w:b w:val="0"/>
          <w:i w:val="0"/>
          <w:szCs w:val="24"/>
        </w:rPr>
        <w:t>zerződés a mindkét Fél általi aláírással jön létre</w:t>
      </w:r>
      <w:r w:rsidR="00504A7E" w:rsidRPr="002E7B2F">
        <w:rPr>
          <w:rFonts w:ascii="Garamond" w:hAnsi="Garamond" w:cs="Arial"/>
          <w:b w:val="0"/>
          <w:i w:val="0"/>
          <w:szCs w:val="24"/>
        </w:rPr>
        <w:t>, ezzel</w:t>
      </w:r>
      <w:r w:rsidRPr="002E7B2F">
        <w:rPr>
          <w:rFonts w:ascii="Garamond" w:hAnsi="Garamond" w:cs="Arial"/>
          <w:b w:val="0"/>
          <w:i w:val="0"/>
          <w:szCs w:val="24"/>
        </w:rPr>
        <w:t xml:space="preserve"> egyidejűleg lép hatályba és a </w:t>
      </w:r>
      <w:r w:rsidR="00504A7E" w:rsidRPr="002E7B2F">
        <w:rPr>
          <w:rFonts w:ascii="Garamond" w:hAnsi="Garamond" w:cs="Arial"/>
          <w:b w:val="0"/>
          <w:i w:val="0"/>
          <w:szCs w:val="24"/>
        </w:rPr>
        <w:t xml:space="preserve">jelen </w:t>
      </w:r>
      <w:r w:rsidR="004E6DE7" w:rsidRPr="002E7B2F">
        <w:rPr>
          <w:rFonts w:ascii="Garamond" w:hAnsi="Garamond" w:cs="Arial"/>
          <w:b w:val="0"/>
          <w:i w:val="0"/>
          <w:szCs w:val="24"/>
        </w:rPr>
        <w:t>Kerets</w:t>
      </w:r>
      <w:r w:rsidRPr="002E7B2F">
        <w:rPr>
          <w:rFonts w:ascii="Garamond" w:hAnsi="Garamond" w:cs="Arial"/>
          <w:b w:val="0"/>
          <w:i w:val="0"/>
          <w:szCs w:val="24"/>
        </w:rPr>
        <w:t xml:space="preserve">zerződés szabályszerű teljesítésével szűnik meg. </w:t>
      </w:r>
    </w:p>
    <w:p w:rsidR="00F33538" w:rsidRPr="002E7B2F" w:rsidRDefault="00F33538" w:rsidP="00F33538">
      <w:pPr>
        <w:pStyle w:val="Szvegtrzs"/>
        <w:ind w:left="540" w:hanging="540"/>
        <w:rPr>
          <w:rFonts w:ascii="Garamond" w:hAnsi="Garamond" w:cs="Arial"/>
          <w:b w:val="0"/>
          <w:i w:val="0"/>
          <w:szCs w:val="24"/>
        </w:rPr>
      </w:pPr>
    </w:p>
    <w:p w:rsidR="00F33538" w:rsidRPr="002E7B2F" w:rsidRDefault="00DB29DD" w:rsidP="000D523F">
      <w:pPr>
        <w:ind w:left="709" w:hanging="709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8.</w:t>
      </w:r>
      <w:r w:rsidR="00BF3B51" w:rsidRPr="002E7B2F">
        <w:rPr>
          <w:rFonts w:ascii="Garamond" w:hAnsi="Garamond"/>
          <w:szCs w:val="24"/>
        </w:rPr>
        <w:t>2</w:t>
      </w:r>
      <w:r w:rsidRPr="002E7B2F">
        <w:rPr>
          <w:rFonts w:ascii="Garamond" w:hAnsi="Garamond"/>
          <w:szCs w:val="24"/>
        </w:rPr>
        <w:t xml:space="preserve">. </w:t>
      </w:r>
      <w:r w:rsidRPr="002E7B2F">
        <w:rPr>
          <w:rFonts w:ascii="Garamond" w:hAnsi="Garamond"/>
          <w:szCs w:val="24"/>
        </w:rPr>
        <w:tab/>
      </w:r>
      <w:r w:rsidR="00F33538" w:rsidRPr="002E7B2F">
        <w:rPr>
          <w:rFonts w:ascii="Garamond" w:hAnsi="Garamond"/>
          <w:szCs w:val="24"/>
        </w:rPr>
        <w:t xml:space="preserve">Jelen </w:t>
      </w:r>
      <w:r w:rsidR="004E6DE7" w:rsidRPr="002E7B2F">
        <w:rPr>
          <w:rFonts w:ascii="Garamond" w:hAnsi="Garamond"/>
          <w:szCs w:val="24"/>
        </w:rPr>
        <w:t>Kerets</w:t>
      </w:r>
      <w:r w:rsidR="00F33538" w:rsidRPr="002E7B2F">
        <w:rPr>
          <w:rFonts w:ascii="Garamond" w:hAnsi="Garamond"/>
          <w:szCs w:val="24"/>
        </w:rPr>
        <w:t xml:space="preserve">zerződést a Felek a </w:t>
      </w:r>
      <w:r w:rsidR="00504A7E" w:rsidRPr="002E7B2F">
        <w:rPr>
          <w:rFonts w:ascii="Garamond" w:hAnsi="Garamond"/>
          <w:szCs w:val="24"/>
        </w:rPr>
        <w:t>mindkét fél általi</w:t>
      </w:r>
      <w:r w:rsidR="00F33538" w:rsidRPr="002E7B2F">
        <w:rPr>
          <w:rFonts w:ascii="Garamond" w:hAnsi="Garamond"/>
          <w:szCs w:val="24"/>
        </w:rPr>
        <w:t xml:space="preserve"> aláírás napjával kezdődő</w:t>
      </w:r>
      <w:proofErr w:type="gramStart"/>
      <w:r w:rsidR="00F33538" w:rsidRPr="002E7B2F">
        <w:rPr>
          <w:rFonts w:ascii="Garamond" w:hAnsi="Garamond"/>
          <w:szCs w:val="24"/>
        </w:rPr>
        <w:t xml:space="preserve">, </w:t>
      </w:r>
      <w:r w:rsidR="00696E71">
        <w:rPr>
          <w:rFonts w:ascii="Garamond" w:hAnsi="Garamond"/>
          <w:szCs w:val="24"/>
        </w:rPr>
        <w:t xml:space="preserve"> 36</w:t>
      </w:r>
      <w:proofErr w:type="gramEnd"/>
      <w:r w:rsidR="00696E71">
        <w:rPr>
          <w:rFonts w:ascii="Garamond" w:hAnsi="Garamond"/>
          <w:szCs w:val="24"/>
        </w:rPr>
        <w:t xml:space="preserve"> </w:t>
      </w:r>
      <w:r w:rsidR="00F33538" w:rsidRPr="002E7B2F">
        <w:rPr>
          <w:rFonts w:ascii="Garamond" w:hAnsi="Garamond"/>
          <w:szCs w:val="24"/>
        </w:rPr>
        <w:t>hónapig tartó határozott időre kötik</w:t>
      </w:r>
      <w:r w:rsidR="00696E71">
        <w:rPr>
          <w:rFonts w:ascii="Garamond" w:hAnsi="Garamond"/>
          <w:szCs w:val="24"/>
        </w:rPr>
        <w:t>.</w:t>
      </w:r>
    </w:p>
    <w:p w:rsidR="00F33538" w:rsidRPr="002E7B2F" w:rsidRDefault="00F33538" w:rsidP="00F33538">
      <w:pPr>
        <w:pStyle w:val="Szvegtrzs"/>
        <w:rPr>
          <w:rFonts w:ascii="Garamond" w:hAnsi="Garamond" w:cs="Arial"/>
          <w:b w:val="0"/>
          <w:i w:val="0"/>
          <w:szCs w:val="24"/>
        </w:rPr>
      </w:pPr>
    </w:p>
    <w:p w:rsidR="00CA1810" w:rsidRPr="002E7B2F" w:rsidRDefault="00F33538" w:rsidP="006D7B5D">
      <w:pPr>
        <w:ind w:left="500" w:right="24" w:hanging="50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/>
        </w:rPr>
        <w:t>8.</w:t>
      </w:r>
      <w:r w:rsidR="00BF3B51" w:rsidRPr="002E7B2F">
        <w:rPr>
          <w:rFonts w:ascii="Garamond" w:hAnsi="Garamond"/>
        </w:rPr>
        <w:t>3</w:t>
      </w:r>
      <w:r w:rsidR="00DB29DD" w:rsidRPr="002E7B2F">
        <w:rPr>
          <w:rFonts w:ascii="Garamond" w:hAnsi="Garamond"/>
        </w:rPr>
        <w:t>.</w:t>
      </w:r>
      <w:r w:rsidRPr="002E7B2F">
        <w:rPr>
          <w:rFonts w:ascii="Garamond" w:hAnsi="Garamond"/>
        </w:rPr>
        <w:tab/>
      </w:r>
      <w:r w:rsidR="000B5D59" w:rsidRPr="002E7B2F">
        <w:rPr>
          <w:rFonts w:ascii="Garamond" w:hAnsi="Garamond" w:cs="Arial"/>
          <w:szCs w:val="24"/>
        </w:rPr>
        <w:t>A</w:t>
      </w:r>
      <w:r w:rsidR="00CA1810" w:rsidRPr="002E7B2F">
        <w:rPr>
          <w:rFonts w:ascii="Garamond" w:hAnsi="Garamond" w:cs="Arial"/>
          <w:szCs w:val="24"/>
        </w:rPr>
        <w:t xml:space="preserve"> </w:t>
      </w:r>
      <w:r w:rsidR="00504A7E" w:rsidRPr="002E7B2F">
        <w:rPr>
          <w:rFonts w:ascii="Garamond" w:hAnsi="Garamond" w:cs="Arial"/>
          <w:szCs w:val="24"/>
        </w:rPr>
        <w:t xml:space="preserve">jelen </w:t>
      </w:r>
      <w:r w:rsidR="00CA1810" w:rsidRPr="002E7B2F">
        <w:rPr>
          <w:rFonts w:ascii="Garamond" w:hAnsi="Garamond" w:cs="Arial"/>
          <w:szCs w:val="24"/>
        </w:rPr>
        <w:t xml:space="preserve">Keretszerződés megszűnése napjáig a Szállítóhoz megérkezett Megrendelésben foglaltaknak Szállító köteles jelen Keretszerződésben foglaltak szerint eleget tenni. </w:t>
      </w:r>
    </w:p>
    <w:p w:rsidR="00CA1810" w:rsidRPr="002E7B2F" w:rsidRDefault="00CA1810" w:rsidP="00CA1810">
      <w:pPr>
        <w:jc w:val="both"/>
        <w:rPr>
          <w:rFonts w:ascii="Garamond" w:hAnsi="Garamond" w:cs="Arial"/>
          <w:szCs w:val="24"/>
        </w:rPr>
      </w:pPr>
    </w:p>
    <w:p w:rsidR="009572A2" w:rsidRPr="002E7B2F" w:rsidRDefault="00F33538" w:rsidP="009572A2">
      <w:pPr>
        <w:tabs>
          <w:tab w:val="num" w:pos="720"/>
        </w:tabs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8.</w:t>
      </w:r>
      <w:r w:rsidR="00BF3B51" w:rsidRPr="002E7B2F">
        <w:rPr>
          <w:rFonts w:ascii="Garamond" w:hAnsi="Garamond" w:cs="Arial"/>
          <w:szCs w:val="24"/>
        </w:rPr>
        <w:t>4</w:t>
      </w:r>
      <w:r w:rsidR="00DB29DD" w:rsidRPr="002E7B2F">
        <w:rPr>
          <w:rFonts w:ascii="Garamond" w:hAnsi="Garamond" w:cs="Arial"/>
          <w:szCs w:val="24"/>
        </w:rPr>
        <w:t>.</w:t>
      </w:r>
      <w:r w:rsidR="00CA1810" w:rsidRPr="002E7B2F">
        <w:rPr>
          <w:rFonts w:ascii="Garamond" w:hAnsi="Garamond" w:cs="Arial"/>
          <w:szCs w:val="24"/>
        </w:rPr>
        <w:tab/>
      </w:r>
      <w:r w:rsidR="009572A2" w:rsidRPr="002E7B2F">
        <w:rPr>
          <w:rFonts w:ascii="Garamond" w:hAnsi="Garamond" w:cs="Arial"/>
          <w:szCs w:val="24"/>
        </w:rPr>
        <w:t xml:space="preserve">A </w:t>
      </w:r>
      <w:r w:rsidR="00504A7E" w:rsidRPr="002E7B2F">
        <w:rPr>
          <w:rFonts w:ascii="Garamond" w:hAnsi="Garamond" w:cs="Arial"/>
          <w:szCs w:val="24"/>
        </w:rPr>
        <w:t xml:space="preserve">jelen </w:t>
      </w:r>
      <w:r w:rsidR="004E6DE7" w:rsidRPr="002E7B2F">
        <w:rPr>
          <w:rFonts w:ascii="Garamond" w:hAnsi="Garamond" w:cs="Arial"/>
          <w:szCs w:val="24"/>
        </w:rPr>
        <w:t>Kerets</w:t>
      </w:r>
      <w:r w:rsidR="009572A2" w:rsidRPr="002E7B2F">
        <w:rPr>
          <w:rFonts w:ascii="Garamond" w:hAnsi="Garamond" w:cs="Arial"/>
          <w:szCs w:val="24"/>
        </w:rPr>
        <w:t>zerződést a Felek – a másik fél súlyos szerződésszegése esetén – írásban, azonnali hatállyal felmondhatják. A felmondás csak indokolással ellátva érvényes.</w:t>
      </w:r>
    </w:p>
    <w:p w:rsidR="006E5654" w:rsidRPr="002E7B2F" w:rsidRDefault="006E5654" w:rsidP="006E5654">
      <w:pPr>
        <w:tabs>
          <w:tab w:val="num" w:pos="720"/>
        </w:tabs>
        <w:jc w:val="both"/>
        <w:rPr>
          <w:rFonts w:ascii="Garamond" w:hAnsi="Garamond" w:cs="Arial"/>
          <w:szCs w:val="24"/>
        </w:rPr>
      </w:pPr>
    </w:p>
    <w:p w:rsidR="006E5654" w:rsidRPr="002E7B2F" w:rsidRDefault="00F33538" w:rsidP="00CA1810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/>
          <w:szCs w:val="24"/>
        </w:rPr>
        <w:t>8.</w:t>
      </w:r>
      <w:r w:rsidR="00BF3B51" w:rsidRPr="002E7B2F">
        <w:rPr>
          <w:rFonts w:ascii="Garamond" w:hAnsi="Garamond"/>
          <w:szCs w:val="24"/>
        </w:rPr>
        <w:t>5</w:t>
      </w:r>
      <w:r w:rsidR="00DB29DD" w:rsidRPr="002E7B2F">
        <w:rPr>
          <w:rFonts w:ascii="Garamond" w:hAnsi="Garamond"/>
          <w:szCs w:val="24"/>
        </w:rPr>
        <w:t>.</w:t>
      </w:r>
      <w:r w:rsidR="00CA1810" w:rsidRPr="002E7B2F">
        <w:rPr>
          <w:rFonts w:ascii="Garamond" w:hAnsi="Garamond"/>
          <w:szCs w:val="24"/>
        </w:rPr>
        <w:tab/>
      </w:r>
      <w:r w:rsidR="006E5654" w:rsidRPr="002E7B2F">
        <w:rPr>
          <w:rFonts w:ascii="Garamond" w:hAnsi="Garamond"/>
          <w:szCs w:val="24"/>
        </w:rPr>
        <w:t xml:space="preserve">A Megrendelő, anélkül, hogy elveszítené jogát a szerződésszegés esetében őt megillető egyéb igényekre, a </w:t>
      </w:r>
      <w:r w:rsidR="00B745BA" w:rsidRPr="002E7B2F">
        <w:rPr>
          <w:rFonts w:ascii="Garamond" w:hAnsi="Garamond"/>
          <w:szCs w:val="24"/>
        </w:rPr>
        <w:t>Szállítónak</w:t>
      </w:r>
      <w:r w:rsidR="006E5654" w:rsidRPr="002E7B2F">
        <w:rPr>
          <w:rFonts w:ascii="Garamond" w:hAnsi="Garamond"/>
          <w:szCs w:val="24"/>
        </w:rPr>
        <w:t xml:space="preserve"> megküldött írásbeli nyilatkozattal egyoldalúan, azonnali hatállyal felmondhatja a jelen </w:t>
      </w:r>
      <w:r w:rsidR="005E3434" w:rsidRPr="002E7B2F">
        <w:rPr>
          <w:rFonts w:ascii="Garamond" w:hAnsi="Garamond"/>
          <w:szCs w:val="24"/>
        </w:rPr>
        <w:t>Keretszerződés</w:t>
      </w:r>
      <w:r w:rsidR="006E5654" w:rsidRPr="002E7B2F">
        <w:rPr>
          <w:rFonts w:ascii="Garamond" w:hAnsi="Garamond"/>
          <w:szCs w:val="24"/>
        </w:rPr>
        <w:t xml:space="preserve">t a </w:t>
      </w:r>
      <w:r w:rsidR="00B745BA" w:rsidRPr="002E7B2F">
        <w:rPr>
          <w:rFonts w:ascii="Garamond" w:hAnsi="Garamond"/>
          <w:szCs w:val="24"/>
        </w:rPr>
        <w:t>Szállító</w:t>
      </w:r>
      <w:r w:rsidR="006E5654" w:rsidRPr="002E7B2F">
        <w:rPr>
          <w:rFonts w:ascii="Garamond" w:hAnsi="Garamond"/>
          <w:szCs w:val="24"/>
        </w:rPr>
        <w:t xml:space="preserve"> kártérítése nélkül</w:t>
      </w:r>
      <w:r w:rsidR="00B0579E" w:rsidRPr="002E7B2F">
        <w:rPr>
          <w:rFonts w:ascii="Garamond" w:hAnsi="Garamond"/>
        </w:rPr>
        <w:t xml:space="preserve"> különösen</w:t>
      </w:r>
      <w:r w:rsidR="006E5654" w:rsidRPr="002E7B2F">
        <w:rPr>
          <w:rFonts w:ascii="Garamond" w:hAnsi="Garamond"/>
          <w:szCs w:val="24"/>
        </w:rPr>
        <w:t>:</w:t>
      </w:r>
    </w:p>
    <w:p w:rsidR="006E5654" w:rsidRPr="002E7B2F" w:rsidRDefault="006E5654" w:rsidP="006E5654">
      <w:pPr>
        <w:ind w:left="720" w:hanging="720"/>
        <w:jc w:val="both"/>
        <w:rPr>
          <w:rFonts w:ascii="Garamond" w:hAnsi="Garamond"/>
          <w:szCs w:val="24"/>
        </w:rPr>
      </w:pPr>
    </w:p>
    <w:p w:rsidR="006E5654" w:rsidRPr="002E7B2F" w:rsidRDefault="00504A7E" w:rsidP="008E5D56">
      <w:pPr>
        <w:numPr>
          <w:ilvl w:val="0"/>
          <w:numId w:val="2"/>
        </w:numPr>
        <w:ind w:left="1080" w:right="-108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h</w:t>
      </w:r>
      <w:r w:rsidR="006E5654" w:rsidRPr="002E7B2F">
        <w:rPr>
          <w:rFonts w:ascii="Garamond" w:hAnsi="Garamond"/>
          <w:szCs w:val="24"/>
        </w:rPr>
        <w:t xml:space="preserve">ibás teljesítés esetén, amennyiben a </w:t>
      </w:r>
      <w:r w:rsidR="00B745BA" w:rsidRPr="002E7B2F">
        <w:rPr>
          <w:rFonts w:ascii="Garamond" w:hAnsi="Garamond"/>
          <w:szCs w:val="24"/>
        </w:rPr>
        <w:t>Szállító</w:t>
      </w:r>
      <w:r w:rsidR="006E5654" w:rsidRPr="002E7B2F">
        <w:rPr>
          <w:rFonts w:ascii="Garamond" w:hAnsi="Garamond"/>
          <w:szCs w:val="24"/>
        </w:rPr>
        <w:t xml:space="preserve"> a Megrendelő felszólítására a jelen </w:t>
      </w:r>
      <w:r w:rsidR="005E3434" w:rsidRPr="002E7B2F">
        <w:rPr>
          <w:rFonts w:ascii="Garamond" w:hAnsi="Garamond"/>
          <w:szCs w:val="24"/>
        </w:rPr>
        <w:t>Keretszerződés</w:t>
      </w:r>
      <w:r w:rsidR="006E5654" w:rsidRPr="002E7B2F">
        <w:rPr>
          <w:rFonts w:ascii="Garamond" w:hAnsi="Garamond"/>
          <w:szCs w:val="24"/>
        </w:rPr>
        <w:t xml:space="preserve"> </w:t>
      </w:r>
      <w:r w:rsidR="00F753AF" w:rsidRPr="002E7B2F">
        <w:rPr>
          <w:rFonts w:ascii="Garamond" w:hAnsi="Garamond"/>
          <w:szCs w:val="24"/>
        </w:rPr>
        <w:t>9. pontjában</w:t>
      </w:r>
      <w:r w:rsidR="00F753AF" w:rsidRPr="002E7B2F">
        <w:rPr>
          <w:rFonts w:ascii="Garamond" w:hAnsi="Garamond"/>
          <w:i/>
          <w:szCs w:val="24"/>
        </w:rPr>
        <w:t xml:space="preserve"> </w:t>
      </w:r>
      <w:r w:rsidR="006E5654" w:rsidRPr="002E7B2F">
        <w:rPr>
          <w:rFonts w:ascii="Garamond" w:hAnsi="Garamond"/>
          <w:szCs w:val="24"/>
        </w:rPr>
        <w:t xml:space="preserve">megjelölt határidőn, illetve a Megrendelő által meghosszabbított határidőn belül a hibát nem javítja ki, </w:t>
      </w:r>
      <w:r w:rsidR="00D267D3" w:rsidRPr="002E7B2F">
        <w:rPr>
          <w:rFonts w:ascii="Garamond" w:hAnsi="Garamond"/>
        </w:rPr>
        <w:t xml:space="preserve">vagy a hibát nem lehet kijavítani, </w:t>
      </w:r>
    </w:p>
    <w:p w:rsidR="006E5654" w:rsidRPr="002E7B2F" w:rsidRDefault="006E5654" w:rsidP="00FD6A7D">
      <w:pPr>
        <w:ind w:left="1080" w:right="-108"/>
        <w:jc w:val="both"/>
        <w:rPr>
          <w:rFonts w:ascii="Garamond" w:hAnsi="Garamond"/>
          <w:szCs w:val="24"/>
        </w:rPr>
      </w:pPr>
    </w:p>
    <w:p w:rsidR="006E5654" w:rsidRPr="002E7B2F" w:rsidRDefault="00504A7E" w:rsidP="008E5D56">
      <w:pPr>
        <w:numPr>
          <w:ilvl w:val="0"/>
          <w:numId w:val="2"/>
        </w:numPr>
        <w:ind w:left="1080" w:right="-108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h</w:t>
      </w:r>
      <w:r w:rsidR="006E5654" w:rsidRPr="002E7B2F">
        <w:rPr>
          <w:rFonts w:ascii="Garamond" w:hAnsi="Garamond"/>
          <w:szCs w:val="24"/>
        </w:rPr>
        <w:t xml:space="preserve">a a </w:t>
      </w:r>
      <w:r w:rsidR="00B745BA" w:rsidRPr="002E7B2F">
        <w:rPr>
          <w:rFonts w:ascii="Garamond" w:hAnsi="Garamond"/>
          <w:szCs w:val="24"/>
        </w:rPr>
        <w:t>Szállító</w:t>
      </w:r>
      <w:r w:rsidR="006E5654" w:rsidRPr="002E7B2F">
        <w:rPr>
          <w:rFonts w:ascii="Garamond" w:hAnsi="Garamond"/>
          <w:szCs w:val="24"/>
        </w:rPr>
        <w:t xml:space="preserve"> késedelembe esik és a Megrendelő által írásban adott (vagy elfogadott) póthatáridő eredménytelenül járt le,</w:t>
      </w:r>
    </w:p>
    <w:p w:rsidR="006E5654" w:rsidRPr="002E7B2F" w:rsidRDefault="006E5654" w:rsidP="00FD6A7D">
      <w:pPr>
        <w:ind w:left="1080" w:right="-108"/>
        <w:jc w:val="both"/>
        <w:rPr>
          <w:rFonts w:ascii="Garamond" w:hAnsi="Garamond"/>
          <w:szCs w:val="24"/>
        </w:rPr>
      </w:pPr>
    </w:p>
    <w:p w:rsidR="006E5654" w:rsidRPr="002E7B2F" w:rsidRDefault="00504A7E" w:rsidP="008E5D56">
      <w:pPr>
        <w:numPr>
          <w:ilvl w:val="0"/>
          <w:numId w:val="2"/>
        </w:numPr>
        <w:ind w:left="1080" w:right="-108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h</w:t>
      </w:r>
      <w:r w:rsidR="006E5654" w:rsidRPr="002E7B2F">
        <w:rPr>
          <w:rFonts w:ascii="Garamond" w:hAnsi="Garamond"/>
          <w:szCs w:val="24"/>
        </w:rPr>
        <w:t xml:space="preserve">a a </w:t>
      </w:r>
      <w:r w:rsidR="00B745BA" w:rsidRPr="002E7B2F">
        <w:rPr>
          <w:rFonts w:ascii="Garamond" w:hAnsi="Garamond"/>
          <w:szCs w:val="24"/>
        </w:rPr>
        <w:t>Szállító</w:t>
      </w:r>
      <w:r w:rsidR="006E5654" w:rsidRPr="002E7B2F">
        <w:rPr>
          <w:rFonts w:ascii="Garamond" w:hAnsi="Garamond"/>
          <w:szCs w:val="24"/>
        </w:rPr>
        <w:t xml:space="preserve"> </w:t>
      </w:r>
      <w:r w:rsidR="00C23645" w:rsidRPr="002E7B2F">
        <w:rPr>
          <w:rFonts w:ascii="Garamond" w:hAnsi="Garamond"/>
          <w:szCs w:val="24"/>
        </w:rPr>
        <w:t xml:space="preserve">késedelembe esik és </w:t>
      </w:r>
      <w:r w:rsidR="006E5654" w:rsidRPr="002E7B2F">
        <w:rPr>
          <w:rFonts w:ascii="Garamond" w:hAnsi="Garamond"/>
          <w:szCs w:val="24"/>
        </w:rPr>
        <w:t xml:space="preserve">a késedelmes teljesítésének esetére kikötött maximális kötbérösszeget elérte, </w:t>
      </w:r>
    </w:p>
    <w:p w:rsidR="006E5654" w:rsidRPr="002E7B2F" w:rsidRDefault="006E5654" w:rsidP="00FD6A7D">
      <w:pPr>
        <w:ind w:right="-108"/>
        <w:jc w:val="both"/>
        <w:rPr>
          <w:rFonts w:ascii="Garamond" w:hAnsi="Garamond"/>
          <w:szCs w:val="24"/>
        </w:rPr>
      </w:pPr>
    </w:p>
    <w:p w:rsidR="006E5654" w:rsidRPr="002E7B2F" w:rsidRDefault="00504A7E" w:rsidP="008E5D56">
      <w:pPr>
        <w:numPr>
          <w:ilvl w:val="0"/>
          <w:numId w:val="2"/>
        </w:numPr>
        <w:ind w:left="1080" w:right="-108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h</w:t>
      </w:r>
      <w:r w:rsidR="006E5654" w:rsidRPr="002E7B2F">
        <w:rPr>
          <w:rFonts w:ascii="Garamond" w:hAnsi="Garamond"/>
          <w:szCs w:val="24"/>
        </w:rPr>
        <w:t xml:space="preserve">a a </w:t>
      </w:r>
      <w:r w:rsidR="00B745BA" w:rsidRPr="002E7B2F">
        <w:rPr>
          <w:rFonts w:ascii="Garamond" w:hAnsi="Garamond"/>
          <w:szCs w:val="24"/>
        </w:rPr>
        <w:t>Szállító</w:t>
      </w:r>
      <w:r w:rsidR="006E5654" w:rsidRPr="002E7B2F">
        <w:rPr>
          <w:rFonts w:ascii="Garamond" w:hAnsi="Garamond"/>
          <w:szCs w:val="24"/>
        </w:rPr>
        <w:t xml:space="preserve"> – a Megrendelő erre vonatkozó előzetes, a következményekre történő írásbeli figyelmeztetése ellenére – nem teljesíti bármely más, szerződéses kötelezettségét,</w:t>
      </w:r>
    </w:p>
    <w:p w:rsidR="006E5654" w:rsidRPr="002E7B2F" w:rsidRDefault="006E5654" w:rsidP="006E5654">
      <w:pPr>
        <w:ind w:right="612"/>
        <w:jc w:val="both"/>
        <w:rPr>
          <w:rFonts w:ascii="Garamond" w:hAnsi="Garamond"/>
          <w:szCs w:val="24"/>
        </w:rPr>
      </w:pPr>
    </w:p>
    <w:p w:rsidR="006E5654" w:rsidRPr="002E7B2F" w:rsidRDefault="00504A7E" w:rsidP="008E5D56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/>
          <w:szCs w:val="24"/>
        </w:rPr>
        <w:t>h</w:t>
      </w:r>
      <w:r w:rsidR="006E5654" w:rsidRPr="002E7B2F">
        <w:rPr>
          <w:rFonts w:ascii="Garamond" w:hAnsi="Garamond"/>
          <w:szCs w:val="24"/>
        </w:rPr>
        <w:t xml:space="preserve">a a </w:t>
      </w:r>
      <w:r w:rsidR="00B745BA" w:rsidRPr="002E7B2F">
        <w:rPr>
          <w:rFonts w:ascii="Garamond" w:hAnsi="Garamond"/>
          <w:szCs w:val="24"/>
        </w:rPr>
        <w:t>Szállító</w:t>
      </w:r>
      <w:r w:rsidR="00BE4F86" w:rsidRPr="002E7B2F">
        <w:rPr>
          <w:rFonts w:ascii="Garamond" w:hAnsi="Garamond"/>
          <w:szCs w:val="24"/>
        </w:rPr>
        <w:t>val</w:t>
      </w:r>
      <w:r w:rsidR="006E5654" w:rsidRPr="002E7B2F">
        <w:rPr>
          <w:rFonts w:ascii="Garamond" w:hAnsi="Garamond"/>
          <w:szCs w:val="24"/>
        </w:rPr>
        <w:t xml:space="preserve"> szemben csődeljárást indítanak, vagy felszámolási, végrehajtási, illetve végelszámolási eljárás alatt áll.</w:t>
      </w:r>
    </w:p>
    <w:p w:rsidR="004148D5" w:rsidRPr="002E7B2F" w:rsidRDefault="004148D5" w:rsidP="004148D5">
      <w:pPr>
        <w:jc w:val="both"/>
        <w:rPr>
          <w:rFonts w:ascii="Garamond" w:hAnsi="Garamond" w:cs="Arial"/>
          <w:szCs w:val="24"/>
        </w:rPr>
      </w:pPr>
    </w:p>
    <w:p w:rsidR="004148D5" w:rsidRPr="002E7B2F" w:rsidRDefault="004148D5" w:rsidP="004148D5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8.</w:t>
      </w:r>
      <w:r w:rsidR="00BF3B51" w:rsidRPr="002E7B2F">
        <w:rPr>
          <w:rFonts w:ascii="Garamond" w:hAnsi="Garamond"/>
          <w:szCs w:val="24"/>
        </w:rPr>
        <w:t>6.</w:t>
      </w:r>
      <w:r w:rsidRPr="002E7B2F">
        <w:rPr>
          <w:rFonts w:ascii="Garamond" w:hAnsi="Garamond"/>
          <w:szCs w:val="24"/>
        </w:rPr>
        <w:tab/>
        <w:t>A Megrendelő jogosult és egyben köteles a Keretszerződést felmondani – ha szükséges olyan határidővel, amely lehetővé teszi, hogy a Keretszerződéssel érintett feladata ellátásáról gondoskodni tudjon – ha</w:t>
      </w:r>
    </w:p>
    <w:p w:rsidR="004148D5" w:rsidRPr="002E7B2F" w:rsidRDefault="004148D5" w:rsidP="004148D5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 xml:space="preserve">Szállítóban közvetetten vagy közvetlenül 25%-ot meghaladó tulajdoni részesedést szerez valamely olyan jogi személy vagy jogi személyiséggel nem rendelkező gazdasági társaság, </w:t>
      </w:r>
      <w:r w:rsidRPr="002E7B2F">
        <w:rPr>
          <w:rFonts w:ascii="Garamond" w:hAnsi="Garamond" w:cs="Arial"/>
          <w:szCs w:val="24"/>
        </w:rPr>
        <w:lastRenderedPageBreak/>
        <w:t>amely nem felel meg a</w:t>
      </w:r>
      <w:r w:rsidRPr="002E7B2F">
        <w:rPr>
          <w:rFonts w:ascii="Garamond" w:hAnsi="Garamond" w:cs="Arial"/>
        </w:rPr>
        <w:t xml:space="preserve"> közbeszerzésekről szóló 2011. évi CVIII. törvény (</w:t>
      </w:r>
      <w:r w:rsidRPr="002E7B2F">
        <w:rPr>
          <w:rFonts w:ascii="Garamond" w:hAnsi="Garamond" w:cs="Arial"/>
          <w:szCs w:val="24"/>
        </w:rPr>
        <w:t>Kbt.) 56. § (1) bekezdés k) pontjában meghatározott feltételeknek.</w:t>
      </w:r>
    </w:p>
    <w:p w:rsidR="004148D5" w:rsidRPr="002E7B2F" w:rsidRDefault="004148D5" w:rsidP="004148D5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Szállító közvetetten vagy közvetlenül 25%-ot meghaladó tulajdoni részesedést szerez valamely olyan jogi személy vagy jogi személyiséggel nem rendelkező gazdasági társaságban, amely nem felel meg az 56. § (1) bekezdés k) pontjában meghatározott feltételeknek.</w:t>
      </w:r>
    </w:p>
    <w:p w:rsidR="004148D5" w:rsidRPr="002E7B2F" w:rsidRDefault="004148D5" w:rsidP="004148D5">
      <w:pPr>
        <w:ind w:left="72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Amennyiben Megrendelő a fenti okokból felmondja a Keretszerződést, a Szállító a Keretszerződés megszűnése előtt már teljesített Szállítás pénzbeli ellenértékére jogosult.</w:t>
      </w:r>
    </w:p>
    <w:p w:rsidR="006E5654" w:rsidRPr="002E7B2F" w:rsidRDefault="006E5654" w:rsidP="006E5654">
      <w:pPr>
        <w:tabs>
          <w:tab w:val="num" w:pos="720"/>
        </w:tabs>
        <w:jc w:val="both"/>
        <w:rPr>
          <w:rFonts w:ascii="Garamond" w:hAnsi="Garamond" w:cs="Arial"/>
          <w:szCs w:val="24"/>
        </w:rPr>
      </w:pPr>
    </w:p>
    <w:p w:rsidR="006E5654" w:rsidRPr="002E7B2F" w:rsidRDefault="00F33538" w:rsidP="00CA1810">
      <w:pPr>
        <w:tabs>
          <w:tab w:val="num" w:pos="540"/>
        </w:tabs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8.</w:t>
      </w:r>
      <w:r w:rsidR="00BF3B51" w:rsidRPr="002E7B2F">
        <w:rPr>
          <w:rFonts w:ascii="Garamond" w:hAnsi="Garamond" w:cs="Arial"/>
          <w:szCs w:val="24"/>
        </w:rPr>
        <w:t>7.</w:t>
      </w:r>
      <w:r w:rsidR="00DB29DD" w:rsidRPr="002E7B2F">
        <w:rPr>
          <w:rFonts w:ascii="Garamond" w:hAnsi="Garamond" w:cs="Arial"/>
          <w:szCs w:val="24"/>
        </w:rPr>
        <w:t>.</w:t>
      </w:r>
      <w:r w:rsidR="00CA1810" w:rsidRPr="002E7B2F">
        <w:rPr>
          <w:rFonts w:ascii="Garamond" w:hAnsi="Garamond" w:cs="Arial"/>
          <w:szCs w:val="24"/>
        </w:rPr>
        <w:tab/>
      </w:r>
      <w:r w:rsidR="006E5654" w:rsidRPr="002E7B2F">
        <w:rPr>
          <w:rFonts w:ascii="Garamond" w:hAnsi="Garamond" w:cs="Arial"/>
          <w:szCs w:val="24"/>
        </w:rPr>
        <w:t xml:space="preserve">Fentieken túl a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6E5654" w:rsidRPr="002E7B2F">
        <w:rPr>
          <w:rFonts w:ascii="Garamond" w:hAnsi="Garamond" w:cs="Arial"/>
          <w:szCs w:val="24"/>
        </w:rPr>
        <w:t xml:space="preserve"> megszűnésére irányadó a </w:t>
      </w:r>
      <w:r w:rsidR="00795BD1" w:rsidRPr="002E7B2F">
        <w:rPr>
          <w:rFonts w:ascii="Garamond" w:hAnsi="Garamond"/>
        </w:rPr>
        <w:t xml:space="preserve">Polgári Törvénykönyvről szóló 1959. évi IV. törvény (a továbbiakban: </w:t>
      </w:r>
      <w:r w:rsidR="006E5654" w:rsidRPr="002E7B2F">
        <w:rPr>
          <w:rFonts w:ascii="Garamond" w:hAnsi="Garamond" w:cs="Arial"/>
          <w:szCs w:val="24"/>
        </w:rPr>
        <w:t>Ptk.</w:t>
      </w:r>
      <w:r w:rsidR="00795BD1" w:rsidRPr="002E7B2F">
        <w:rPr>
          <w:rFonts w:ascii="Garamond" w:hAnsi="Garamond" w:cs="Arial"/>
          <w:szCs w:val="24"/>
        </w:rPr>
        <w:t>)</w:t>
      </w:r>
      <w:r w:rsidR="006E5654" w:rsidRPr="002E7B2F">
        <w:rPr>
          <w:rFonts w:ascii="Garamond" w:hAnsi="Garamond" w:cs="Arial"/>
          <w:szCs w:val="24"/>
        </w:rPr>
        <w:t xml:space="preserve"> 3</w:t>
      </w:r>
      <w:r w:rsidR="008D0AEB" w:rsidRPr="002E7B2F">
        <w:rPr>
          <w:rFonts w:ascii="Garamond" w:hAnsi="Garamond" w:cs="Arial"/>
          <w:szCs w:val="24"/>
        </w:rPr>
        <w:t>81</w:t>
      </w:r>
      <w:r w:rsidR="006E5654" w:rsidRPr="002E7B2F">
        <w:rPr>
          <w:rFonts w:ascii="Garamond" w:hAnsi="Garamond" w:cs="Arial"/>
          <w:szCs w:val="24"/>
        </w:rPr>
        <w:t>. §-ában foglalt általános elállási jog is.</w:t>
      </w:r>
    </w:p>
    <w:p w:rsidR="006E5654" w:rsidRPr="002E7B2F" w:rsidRDefault="006E5654" w:rsidP="008D7CF2">
      <w:pPr>
        <w:jc w:val="both"/>
        <w:rPr>
          <w:rFonts w:ascii="Garamond" w:hAnsi="Garamond" w:cs="Arial"/>
          <w:szCs w:val="24"/>
        </w:rPr>
      </w:pPr>
    </w:p>
    <w:p w:rsidR="006D7B5D" w:rsidRPr="002E7B2F" w:rsidRDefault="006D7B5D" w:rsidP="006D7B5D">
      <w:pPr>
        <w:ind w:left="500" w:right="24" w:hanging="500"/>
        <w:jc w:val="both"/>
        <w:rPr>
          <w:rFonts w:ascii="Garamond" w:hAnsi="Garamond"/>
        </w:rPr>
      </w:pPr>
      <w:r w:rsidRPr="002E7B2F">
        <w:rPr>
          <w:rFonts w:ascii="Garamond" w:hAnsi="Garamond" w:cs="Arial"/>
          <w:szCs w:val="24"/>
        </w:rPr>
        <w:t>8.</w:t>
      </w:r>
      <w:r w:rsidR="00BF3B51" w:rsidRPr="002E7B2F">
        <w:rPr>
          <w:rFonts w:ascii="Garamond" w:hAnsi="Garamond" w:cs="Arial"/>
          <w:szCs w:val="24"/>
        </w:rPr>
        <w:t>8</w:t>
      </w:r>
      <w:r w:rsidRPr="002E7B2F">
        <w:rPr>
          <w:rFonts w:ascii="Garamond" w:hAnsi="Garamond" w:cs="Arial"/>
          <w:szCs w:val="24"/>
        </w:rPr>
        <w:t xml:space="preserve">. </w:t>
      </w:r>
      <w:r w:rsidRPr="002E7B2F">
        <w:rPr>
          <w:rFonts w:ascii="Garamond" w:hAnsi="Garamond" w:cs="Arial"/>
          <w:szCs w:val="24"/>
        </w:rPr>
        <w:tab/>
      </w:r>
      <w:r w:rsidRPr="002E7B2F">
        <w:rPr>
          <w:rFonts w:ascii="Garamond" w:hAnsi="Garamond"/>
        </w:rPr>
        <w:t xml:space="preserve">Jelen Keretszerződést a Felek jogosultak – </w:t>
      </w:r>
      <w:r w:rsidR="00C83C84" w:rsidRPr="002E7B2F">
        <w:rPr>
          <w:rFonts w:ascii="Garamond" w:hAnsi="Garamond"/>
        </w:rPr>
        <w:t>90</w:t>
      </w:r>
      <w:r w:rsidRPr="002E7B2F">
        <w:rPr>
          <w:rFonts w:ascii="Garamond" w:hAnsi="Garamond"/>
        </w:rPr>
        <w:t xml:space="preserve"> napos felmondási idő betartásával – rendes felmondás útján megszüntetni.</w:t>
      </w:r>
      <w:r w:rsidR="00850B6F" w:rsidRPr="002E7B2F">
        <w:rPr>
          <w:rFonts w:ascii="Garamond" w:hAnsi="Garamond"/>
        </w:rPr>
        <w:t xml:space="preserve"> Szállító tudomásul veszi, hogy amennyiben Megrendelő a Keretszerződést a 8.1 pontban meghatározott határidő lejárta előtt rendes felmondással megszünteti, a</w:t>
      </w:r>
      <w:r w:rsidR="00793D5B" w:rsidRPr="002E7B2F">
        <w:rPr>
          <w:rFonts w:ascii="Garamond" w:hAnsi="Garamond"/>
        </w:rPr>
        <w:t xml:space="preserve"> jelen Keretszerződés </w:t>
      </w:r>
      <w:r w:rsidR="003A259C" w:rsidRPr="002E7B2F">
        <w:rPr>
          <w:rFonts w:ascii="Garamond" w:hAnsi="Garamond"/>
        </w:rPr>
        <w:t>3.1 pontjában</w:t>
      </w:r>
      <w:r w:rsidR="00850B6F" w:rsidRPr="002E7B2F">
        <w:rPr>
          <w:rFonts w:ascii="Garamond" w:hAnsi="Garamond"/>
        </w:rPr>
        <w:t xml:space="preserve"> </w:t>
      </w:r>
      <w:r w:rsidR="00793D5B" w:rsidRPr="002E7B2F">
        <w:rPr>
          <w:rFonts w:ascii="Garamond" w:hAnsi="Garamond"/>
        </w:rPr>
        <w:t>meghatározott</w:t>
      </w:r>
      <w:r w:rsidR="00850B6F" w:rsidRPr="002E7B2F">
        <w:rPr>
          <w:rFonts w:ascii="Garamond" w:hAnsi="Garamond"/>
        </w:rPr>
        <w:t xml:space="preserve"> mennyiségi igény időarányosan értendő.</w:t>
      </w:r>
    </w:p>
    <w:p w:rsidR="006D7B5D" w:rsidRPr="002E7B2F" w:rsidRDefault="006D7B5D" w:rsidP="008D7CF2">
      <w:pPr>
        <w:jc w:val="both"/>
        <w:rPr>
          <w:rFonts w:ascii="Garamond" w:hAnsi="Garamond" w:cs="Arial"/>
          <w:szCs w:val="24"/>
        </w:rPr>
      </w:pPr>
    </w:p>
    <w:p w:rsidR="0052723F" w:rsidRPr="002E7B2F" w:rsidRDefault="008D7CF2" w:rsidP="00920323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 w:cs="Arial"/>
          <w:szCs w:val="24"/>
        </w:rPr>
        <w:t>8</w:t>
      </w:r>
      <w:r w:rsidR="00F33538" w:rsidRPr="002E7B2F">
        <w:rPr>
          <w:rFonts w:ascii="Garamond" w:hAnsi="Garamond" w:cs="Arial"/>
          <w:szCs w:val="24"/>
        </w:rPr>
        <w:t>.</w:t>
      </w:r>
      <w:r w:rsidR="00BF3B51" w:rsidRPr="002E7B2F">
        <w:rPr>
          <w:rFonts w:ascii="Garamond" w:hAnsi="Garamond" w:cs="Arial"/>
          <w:szCs w:val="24"/>
        </w:rPr>
        <w:t>9</w:t>
      </w:r>
      <w:r w:rsidR="00DB29DD" w:rsidRPr="002E7B2F">
        <w:rPr>
          <w:rFonts w:ascii="Garamond" w:hAnsi="Garamond" w:cs="Arial"/>
          <w:szCs w:val="24"/>
        </w:rPr>
        <w:t>.</w:t>
      </w:r>
      <w:r w:rsidR="00CA1810" w:rsidRPr="002E7B2F">
        <w:rPr>
          <w:rFonts w:ascii="Garamond" w:hAnsi="Garamond" w:cs="Arial"/>
          <w:szCs w:val="24"/>
        </w:rPr>
        <w:tab/>
      </w:r>
      <w:r w:rsidRPr="002E7B2F">
        <w:rPr>
          <w:rFonts w:ascii="Garamond" w:hAnsi="Garamond" w:cs="Arial"/>
          <w:szCs w:val="24"/>
        </w:rPr>
        <w:t xml:space="preserve">A Felek megállapodnak abban, hogy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Pr="002E7B2F">
        <w:rPr>
          <w:rFonts w:ascii="Garamond" w:hAnsi="Garamond" w:cs="Arial"/>
          <w:szCs w:val="24"/>
        </w:rPr>
        <w:t xml:space="preserve"> bármely okból történő megszűnése esetén a Felek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Pr="002E7B2F">
        <w:rPr>
          <w:rFonts w:ascii="Garamond" w:hAnsi="Garamond" w:cs="Arial"/>
          <w:szCs w:val="24"/>
        </w:rPr>
        <w:t xml:space="preserve"> megszűnésével kapcsolatban is kötelesek együttműködni. Erre tekintettel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Pr="002E7B2F">
        <w:rPr>
          <w:rFonts w:ascii="Garamond" w:hAnsi="Garamond" w:cs="Arial"/>
          <w:szCs w:val="24"/>
        </w:rPr>
        <w:t xml:space="preserve"> megszűnésétől számított 1 (egy) héten belül a Szállító köteles a Megrendelő részére átadni minden,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Pr="002E7B2F">
        <w:rPr>
          <w:rFonts w:ascii="Garamond" w:hAnsi="Garamond" w:cs="Arial"/>
          <w:szCs w:val="24"/>
        </w:rPr>
        <w:t xml:space="preserve"> teljesítéséhez a Megrendelő vagy harmadik személy által esetlegesen átadott, rendelkezésre bocsátott dokumentációt és egyéb adatot, anyagot, dolgot, stb.</w:t>
      </w:r>
    </w:p>
    <w:p w:rsidR="0052723F" w:rsidRPr="002E7B2F" w:rsidRDefault="0052723F" w:rsidP="0052723F">
      <w:pPr>
        <w:rPr>
          <w:rFonts w:ascii="Garamond" w:hAnsi="Garamond"/>
          <w:szCs w:val="24"/>
        </w:rPr>
      </w:pPr>
    </w:p>
    <w:p w:rsidR="00D267D3" w:rsidRPr="002E7B2F" w:rsidRDefault="009A07CC" w:rsidP="006E5654">
      <w:pPr>
        <w:ind w:left="567" w:hanging="567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8.</w:t>
      </w:r>
      <w:r w:rsidR="00BF3B51" w:rsidRPr="002E7B2F">
        <w:rPr>
          <w:rFonts w:ascii="Garamond" w:hAnsi="Garamond"/>
          <w:szCs w:val="24"/>
        </w:rPr>
        <w:t>10</w:t>
      </w:r>
      <w:r w:rsidR="00DB29DD" w:rsidRPr="002E7B2F">
        <w:rPr>
          <w:rFonts w:ascii="Garamond" w:hAnsi="Garamond"/>
          <w:szCs w:val="24"/>
        </w:rPr>
        <w:t>.</w:t>
      </w:r>
      <w:r w:rsidR="006E5654" w:rsidRPr="002E7B2F">
        <w:rPr>
          <w:rFonts w:ascii="Garamond" w:hAnsi="Garamond"/>
          <w:szCs w:val="24"/>
        </w:rPr>
        <w:tab/>
      </w:r>
      <w:r w:rsidR="0052723F" w:rsidRPr="002E7B2F">
        <w:rPr>
          <w:rFonts w:ascii="Garamond" w:hAnsi="Garamond"/>
          <w:szCs w:val="24"/>
        </w:rPr>
        <w:t xml:space="preserve">Amennyiben a Szállító elmulasztja </w:t>
      </w:r>
      <w:r w:rsidR="008B70C7" w:rsidRPr="002E7B2F">
        <w:rPr>
          <w:rFonts w:ascii="Garamond" w:hAnsi="Garamond"/>
          <w:szCs w:val="24"/>
        </w:rPr>
        <w:t xml:space="preserve">a </w:t>
      </w:r>
      <w:r w:rsidR="005E3434" w:rsidRPr="002E7B2F">
        <w:rPr>
          <w:rFonts w:ascii="Garamond" w:hAnsi="Garamond"/>
          <w:szCs w:val="24"/>
        </w:rPr>
        <w:t>Keretszerződés</w:t>
      </w:r>
      <w:r w:rsidR="0052723F" w:rsidRPr="002E7B2F">
        <w:rPr>
          <w:rFonts w:ascii="Garamond" w:hAnsi="Garamond"/>
          <w:szCs w:val="24"/>
        </w:rPr>
        <w:t>ben</w:t>
      </w:r>
      <w:r w:rsidR="00961A15" w:rsidRPr="002E7B2F">
        <w:rPr>
          <w:rFonts w:ascii="Garamond" w:hAnsi="Garamond"/>
          <w:szCs w:val="24"/>
        </w:rPr>
        <w:t xml:space="preserve"> vagy valamelyik Megrendelésben</w:t>
      </w:r>
      <w:r w:rsidR="0052723F" w:rsidRPr="002E7B2F">
        <w:rPr>
          <w:rFonts w:ascii="Garamond" w:hAnsi="Garamond"/>
          <w:szCs w:val="24"/>
        </w:rPr>
        <w:t xml:space="preserve"> vállalt kötelezettségeinek a vállalt teljesítési határidőn belüli teljesítését, úgy a Megrendelő – a szerződésszegésből fakadó egyéb kárigényen túl – </w:t>
      </w:r>
      <w:r w:rsidR="0052723F" w:rsidRPr="002E7B2F">
        <w:rPr>
          <w:rFonts w:ascii="Garamond" w:hAnsi="Garamond"/>
          <w:b/>
          <w:szCs w:val="24"/>
        </w:rPr>
        <w:t>késedelmi kötbér</w:t>
      </w:r>
      <w:r w:rsidR="0052723F" w:rsidRPr="002E7B2F">
        <w:rPr>
          <w:rFonts w:ascii="Garamond" w:hAnsi="Garamond"/>
          <w:szCs w:val="24"/>
        </w:rPr>
        <w:t xml:space="preserve">re jogosult. A késedelmes teljesítés esetén a kötbér mértéke az eredménytelenül eltelt teljesítési határidőt követő minden késedelmesen eltelt nap után a le nem szállított </w:t>
      </w:r>
      <w:r w:rsidR="00961A15" w:rsidRPr="002E7B2F">
        <w:rPr>
          <w:rFonts w:ascii="Garamond" w:hAnsi="Garamond"/>
          <w:szCs w:val="24"/>
        </w:rPr>
        <w:t xml:space="preserve">Árukra </w:t>
      </w:r>
      <w:r w:rsidR="00FC3ECE" w:rsidRPr="002E7B2F">
        <w:rPr>
          <w:rFonts w:ascii="Garamond" w:hAnsi="Garamond"/>
          <w:szCs w:val="24"/>
        </w:rPr>
        <w:t>vetített</w:t>
      </w:r>
      <w:r w:rsidR="0052723F" w:rsidRPr="002E7B2F">
        <w:rPr>
          <w:rFonts w:ascii="Garamond" w:hAnsi="Garamond"/>
          <w:szCs w:val="24"/>
        </w:rPr>
        <w:t xml:space="preserve"> </w:t>
      </w:r>
      <w:r w:rsidR="00587E7A" w:rsidRPr="002E7B2F">
        <w:rPr>
          <w:rFonts w:ascii="Garamond" w:hAnsi="Garamond"/>
          <w:szCs w:val="24"/>
        </w:rPr>
        <w:t xml:space="preserve">nettó </w:t>
      </w:r>
      <w:r w:rsidR="00FC3ECE" w:rsidRPr="002E7B2F">
        <w:rPr>
          <w:rFonts w:ascii="Garamond" w:hAnsi="Garamond"/>
          <w:szCs w:val="24"/>
        </w:rPr>
        <w:t>Szállítási Díj</w:t>
      </w:r>
      <w:r w:rsidR="0052723F" w:rsidRPr="002E7B2F">
        <w:rPr>
          <w:rFonts w:ascii="Garamond" w:hAnsi="Garamond"/>
          <w:szCs w:val="24"/>
        </w:rPr>
        <w:t xml:space="preserve"> </w:t>
      </w:r>
      <w:r w:rsidR="00E460C7">
        <w:rPr>
          <w:rFonts w:ascii="Garamond" w:hAnsi="Garamond"/>
          <w:szCs w:val="24"/>
        </w:rPr>
        <w:t>napi 0,5 %</w:t>
      </w:r>
      <w:r w:rsidR="0052723F" w:rsidRPr="002E7B2F">
        <w:rPr>
          <w:rFonts w:ascii="Garamond" w:hAnsi="Garamond"/>
          <w:szCs w:val="24"/>
        </w:rPr>
        <w:t>-</w:t>
      </w:r>
      <w:proofErr w:type="gramStart"/>
      <w:r w:rsidR="0052723F" w:rsidRPr="002E7B2F">
        <w:rPr>
          <w:rFonts w:ascii="Garamond" w:hAnsi="Garamond"/>
          <w:szCs w:val="24"/>
        </w:rPr>
        <w:t>a</w:t>
      </w:r>
      <w:proofErr w:type="gramEnd"/>
      <w:r w:rsidR="0052723F" w:rsidRPr="002E7B2F">
        <w:rPr>
          <w:rFonts w:ascii="Garamond" w:hAnsi="Garamond"/>
          <w:szCs w:val="24"/>
        </w:rPr>
        <w:t xml:space="preserve">, </w:t>
      </w:r>
      <w:r w:rsidR="0052723F" w:rsidRPr="00E460C7">
        <w:rPr>
          <w:rFonts w:ascii="Garamond" w:hAnsi="Garamond"/>
          <w:szCs w:val="24"/>
        </w:rPr>
        <w:t xml:space="preserve">de maximum </w:t>
      </w:r>
      <w:r w:rsidR="00E460C7" w:rsidRPr="00E460C7">
        <w:rPr>
          <w:rFonts w:ascii="Garamond" w:hAnsi="Garamond"/>
          <w:szCs w:val="24"/>
        </w:rPr>
        <w:t>15</w:t>
      </w:r>
      <w:r w:rsidR="00E460C7" w:rsidRPr="007865F2">
        <w:rPr>
          <w:rFonts w:ascii="Garamond" w:hAnsi="Garamond"/>
          <w:szCs w:val="24"/>
        </w:rPr>
        <w:t xml:space="preserve"> </w:t>
      </w:r>
      <w:r w:rsidR="0052723F" w:rsidRPr="007865F2">
        <w:rPr>
          <w:rFonts w:ascii="Garamond" w:hAnsi="Garamond"/>
          <w:szCs w:val="24"/>
        </w:rPr>
        <w:t xml:space="preserve">%. </w:t>
      </w:r>
      <w:r w:rsidR="003553BE" w:rsidRPr="00E460C7">
        <w:rPr>
          <w:rFonts w:ascii="Garamond" w:hAnsi="Garamond"/>
          <w:bCs/>
        </w:rPr>
        <w:t xml:space="preserve">Késedelmes teljesítésnek minősül </w:t>
      </w:r>
      <w:r w:rsidR="003553BE" w:rsidRPr="00E460C7">
        <w:rPr>
          <w:rFonts w:ascii="Garamond" w:hAnsi="Garamond"/>
          <w:bCs/>
          <w:i/>
        </w:rPr>
        <w:t>különösen</w:t>
      </w:r>
      <w:r w:rsidR="003553BE" w:rsidRPr="00E460C7">
        <w:rPr>
          <w:rFonts w:ascii="Garamond" w:hAnsi="Garamond"/>
          <w:bCs/>
        </w:rPr>
        <w:t>, ha a Szállító a jelen</w:t>
      </w:r>
      <w:r w:rsidR="003553BE" w:rsidRPr="002E7B2F">
        <w:rPr>
          <w:rFonts w:ascii="Garamond" w:hAnsi="Garamond"/>
          <w:bCs/>
        </w:rPr>
        <w:t xml:space="preserve"> Keretszerződés 9.2 pontjában meghatározott határidőn belül jótállási kötelezettségének teljesítését nem kezdi meg.</w:t>
      </w:r>
    </w:p>
    <w:p w:rsidR="0052723F" w:rsidRPr="002E7B2F" w:rsidRDefault="0052723F" w:rsidP="00D267D3">
      <w:pPr>
        <w:ind w:left="567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 xml:space="preserve">Ha a Szállító hibás </w:t>
      </w:r>
      <w:r w:rsidR="00961A15" w:rsidRPr="002E7B2F">
        <w:rPr>
          <w:rFonts w:ascii="Garamond" w:hAnsi="Garamond"/>
          <w:szCs w:val="24"/>
        </w:rPr>
        <w:t xml:space="preserve">Árut </w:t>
      </w:r>
      <w:r w:rsidRPr="002E7B2F">
        <w:rPr>
          <w:rFonts w:ascii="Garamond" w:hAnsi="Garamond"/>
          <w:szCs w:val="24"/>
        </w:rPr>
        <w:t>szállít,</w:t>
      </w:r>
      <w:r w:rsidR="00E249FD" w:rsidRPr="002E7B2F">
        <w:rPr>
          <w:rFonts w:ascii="Garamond" w:hAnsi="Garamond"/>
          <w:szCs w:val="24"/>
        </w:rPr>
        <w:t xml:space="preserve"> vagy más módon nem a jelen Keretszerződésben foglaltaknak megfelelően teljesít,</w:t>
      </w:r>
      <w:r w:rsidRPr="002E7B2F">
        <w:rPr>
          <w:rFonts w:ascii="Garamond" w:hAnsi="Garamond"/>
          <w:szCs w:val="24"/>
        </w:rPr>
        <w:t xml:space="preserve"> a Megrendelő </w:t>
      </w:r>
      <w:r w:rsidR="00B72B34" w:rsidRPr="002E7B2F">
        <w:rPr>
          <w:rFonts w:ascii="Garamond" w:hAnsi="Garamond"/>
          <w:b/>
          <w:szCs w:val="24"/>
        </w:rPr>
        <w:t xml:space="preserve">hibás teljesítési </w:t>
      </w:r>
      <w:r w:rsidRPr="002E7B2F">
        <w:rPr>
          <w:rFonts w:ascii="Garamond" w:hAnsi="Garamond"/>
          <w:b/>
          <w:szCs w:val="24"/>
        </w:rPr>
        <w:t>kötbér</w:t>
      </w:r>
      <w:r w:rsidRPr="002E7B2F">
        <w:rPr>
          <w:rFonts w:ascii="Garamond" w:hAnsi="Garamond"/>
          <w:szCs w:val="24"/>
        </w:rPr>
        <w:t>t követelhet</w:t>
      </w:r>
      <w:r w:rsidR="00B72B34" w:rsidRPr="002E7B2F">
        <w:rPr>
          <w:rFonts w:ascii="Garamond" w:hAnsi="Garamond"/>
          <w:szCs w:val="24"/>
        </w:rPr>
        <w:t>: ennek</w:t>
      </w:r>
      <w:r w:rsidR="00961A15" w:rsidRPr="002E7B2F">
        <w:rPr>
          <w:rFonts w:ascii="Garamond" w:hAnsi="Garamond"/>
          <w:szCs w:val="24"/>
        </w:rPr>
        <w:t xml:space="preserve"> alapja a hibás teljesít</w:t>
      </w:r>
      <w:r w:rsidR="00A1031D" w:rsidRPr="002E7B2F">
        <w:rPr>
          <w:rFonts w:ascii="Garamond" w:hAnsi="Garamond"/>
          <w:szCs w:val="24"/>
        </w:rPr>
        <w:t>éssel érintett Megrendelés nettó</w:t>
      </w:r>
      <w:r w:rsidR="00961A15" w:rsidRPr="002E7B2F">
        <w:rPr>
          <w:rFonts w:ascii="Garamond" w:hAnsi="Garamond"/>
          <w:szCs w:val="24"/>
        </w:rPr>
        <w:t xml:space="preserve"> összérték</w:t>
      </w:r>
      <w:r w:rsidR="003553BE" w:rsidRPr="002E7B2F">
        <w:rPr>
          <w:rFonts w:ascii="Garamond" w:hAnsi="Garamond"/>
          <w:szCs w:val="24"/>
        </w:rPr>
        <w:t xml:space="preserve">e, mértéke </w:t>
      </w:r>
      <w:r w:rsidR="003553BE" w:rsidRPr="002E7B2F">
        <w:rPr>
          <w:rFonts w:ascii="Garamond" w:hAnsi="Garamond"/>
          <w:bCs/>
          <w:i/>
        </w:rPr>
        <w:t xml:space="preserve">a kijavítás megtörténtéig terjedő </w:t>
      </w:r>
      <w:r w:rsidR="003553BE" w:rsidRPr="002E7B2F">
        <w:rPr>
          <w:rFonts w:ascii="Garamond" w:hAnsi="Garamond"/>
          <w:bCs/>
        </w:rPr>
        <w:t>időtartam végéig</w:t>
      </w:r>
      <w:r w:rsidR="003553BE" w:rsidRPr="002E7B2F">
        <w:rPr>
          <w:rFonts w:ascii="Garamond" w:hAnsi="Garamond"/>
        </w:rPr>
        <w:t xml:space="preserve"> </w:t>
      </w:r>
      <w:r w:rsidR="003553BE" w:rsidRPr="002E7B2F">
        <w:rPr>
          <w:rFonts w:ascii="Garamond" w:hAnsi="Garamond"/>
          <w:bCs/>
        </w:rPr>
        <w:t xml:space="preserve">számított napi </w:t>
      </w:r>
      <w:r w:rsidR="00263A1B">
        <w:rPr>
          <w:rFonts w:ascii="Garamond" w:hAnsi="Garamond"/>
          <w:bCs/>
        </w:rPr>
        <w:t xml:space="preserve">0,5 </w:t>
      </w:r>
      <w:r w:rsidR="003553BE" w:rsidRPr="002E7B2F">
        <w:rPr>
          <w:rFonts w:ascii="Garamond" w:hAnsi="Garamond"/>
          <w:bCs/>
        </w:rPr>
        <w:t>%-ával, de legfeljebb</w:t>
      </w:r>
      <w:r w:rsidR="003553BE" w:rsidRPr="002E7B2F">
        <w:rPr>
          <w:rFonts w:ascii="Garamond" w:hAnsi="Garamond"/>
        </w:rPr>
        <w:t xml:space="preserve"> </w:t>
      </w:r>
      <w:r w:rsidR="00263A1B">
        <w:rPr>
          <w:rFonts w:ascii="Garamond" w:hAnsi="Garamond"/>
        </w:rPr>
        <w:t>15</w:t>
      </w:r>
      <w:r w:rsidR="003553BE" w:rsidRPr="002E7B2F">
        <w:rPr>
          <w:rFonts w:ascii="Garamond" w:hAnsi="Garamond"/>
        </w:rPr>
        <w:t xml:space="preserve"> %-ával megegyező összeg.</w:t>
      </w:r>
      <w:r w:rsidR="005B6D08" w:rsidRPr="002E7B2F">
        <w:rPr>
          <w:rFonts w:ascii="Garamond" w:hAnsi="Garamond"/>
        </w:rPr>
        <w:t xml:space="preserve"> </w:t>
      </w:r>
      <w:r w:rsidR="005B6D08" w:rsidRPr="002E7B2F">
        <w:rPr>
          <w:rFonts w:ascii="Garamond" w:hAnsi="Garamond"/>
          <w:bCs/>
        </w:rPr>
        <w:t xml:space="preserve">Hibás teljesítésnek minősül az is, amennyiben a hiba jótállás kötelezettség </w:t>
      </w:r>
      <w:r w:rsidR="005B6D08" w:rsidRPr="002E7B2F">
        <w:rPr>
          <w:rFonts w:ascii="Garamond" w:hAnsi="Garamond"/>
          <w:bCs/>
          <w:i/>
        </w:rPr>
        <w:t>teljesítése körében merül</w:t>
      </w:r>
      <w:r w:rsidR="005B6D08" w:rsidRPr="002E7B2F">
        <w:rPr>
          <w:rFonts w:ascii="Garamond" w:hAnsi="Garamond"/>
          <w:bCs/>
        </w:rPr>
        <w:t xml:space="preserve"> fel, hibás teljesítési kötbér ebben az esetben is jelen pontban foglaltak szerint érvényesíthető.</w:t>
      </w:r>
    </w:p>
    <w:p w:rsidR="0052723F" w:rsidRPr="002E7B2F" w:rsidRDefault="00E249FD" w:rsidP="00B72B34">
      <w:pPr>
        <w:ind w:left="567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A Szállító a jelen Kerets</w:t>
      </w:r>
      <w:r w:rsidR="00B72B34" w:rsidRPr="002E7B2F">
        <w:rPr>
          <w:rFonts w:ascii="Garamond" w:hAnsi="Garamond"/>
          <w:szCs w:val="24"/>
        </w:rPr>
        <w:t xml:space="preserve">zerződésben vállalt kötelezettségei nem teljesítése esetén köteles a Megrendelő részére </w:t>
      </w:r>
      <w:r w:rsidR="00B72B34" w:rsidRPr="002E7B2F">
        <w:rPr>
          <w:rFonts w:ascii="Garamond" w:hAnsi="Garamond"/>
          <w:b/>
          <w:szCs w:val="24"/>
        </w:rPr>
        <w:t>meghiúsulási kötbér</w:t>
      </w:r>
      <w:r w:rsidR="00B72B34" w:rsidRPr="002E7B2F">
        <w:rPr>
          <w:rFonts w:ascii="Garamond" w:hAnsi="Garamond"/>
          <w:szCs w:val="24"/>
        </w:rPr>
        <w:t>t</w:t>
      </w:r>
      <w:r w:rsidR="00B72B34" w:rsidRPr="002E7B2F">
        <w:rPr>
          <w:rFonts w:ascii="Garamond" w:hAnsi="Garamond"/>
          <w:b/>
          <w:szCs w:val="24"/>
        </w:rPr>
        <w:t xml:space="preserve"> </w:t>
      </w:r>
      <w:r w:rsidR="00B72B34" w:rsidRPr="002E7B2F">
        <w:rPr>
          <w:rFonts w:ascii="Garamond" w:hAnsi="Garamond"/>
          <w:szCs w:val="24"/>
        </w:rPr>
        <w:t xml:space="preserve">fizetni, melynek alapja a meghiúsulással érintett </w:t>
      </w:r>
      <w:r w:rsidR="00B72B34" w:rsidRPr="00263A1B">
        <w:rPr>
          <w:rFonts w:ascii="Garamond" w:hAnsi="Garamond"/>
          <w:szCs w:val="24"/>
        </w:rPr>
        <w:t xml:space="preserve">Megrendelés nettó összértéke, mértéke annak </w:t>
      </w:r>
      <w:r w:rsidR="00263A1B" w:rsidRPr="00263A1B">
        <w:rPr>
          <w:rFonts w:ascii="Garamond" w:hAnsi="Garamond"/>
          <w:szCs w:val="24"/>
        </w:rPr>
        <w:t>15</w:t>
      </w:r>
      <w:r w:rsidR="00263A1B" w:rsidRPr="007865F2">
        <w:rPr>
          <w:rFonts w:ascii="Garamond" w:hAnsi="Garamond"/>
          <w:szCs w:val="24"/>
        </w:rPr>
        <w:t xml:space="preserve"> </w:t>
      </w:r>
      <w:r w:rsidR="00B72B34" w:rsidRPr="007865F2">
        <w:rPr>
          <w:rFonts w:ascii="Garamond" w:hAnsi="Garamond"/>
          <w:szCs w:val="24"/>
        </w:rPr>
        <w:t>%-</w:t>
      </w:r>
      <w:r w:rsidR="00B72B34" w:rsidRPr="00263A1B">
        <w:rPr>
          <w:rFonts w:ascii="Garamond" w:hAnsi="Garamond"/>
          <w:szCs w:val="24"/>
        </w:rPr>
        <w:t>a.</w:t>
      </w:r>
      <w:r w:rsidR="003553BE" w:rsidRPr="00263A1B">
        <w:rPr>
          <w:rFonts w:ascii="Garamond" w:hAnsi="Garamond"/>
          <w:szCs w:val="24"/>
        </w:rPr>
        <w:t xml:space="preserve"> </w:t>
      </w:r>
      <w:r w:rsidR="003553BE" w:rsidRPr="00263A1B">
        <w:rPr>
          <w:rFonts w:ascii="Garamond" w:hAnsi="Garamond"/>
          <w:bCs/>
        </w:rPr>
        <w:t>A teljesítés meghiúsulásának minősül</w:t>
      </w:r>
      <w:r w:rsidR="003553BE" w:rsidRPr="002E7B2F">
        <w:rPr>
          <w:rFonts w:ascii="Garamond" w:hAnsi="Garamond"/>
          <w:bCs/>
        </w:rPr>
        <w:t xml:space="preserve"> </w:t>
      </w:r>
      <w:r w:rsidR="003553BE" w:rsidRPr="002E7B2F">
        <w:rPr>
          <w:rFonts w:ascii="Garamond" w:hAnsi="Garamond"/>
          <w:bCs/>
          <w:i/>
        </w:rPr>
        <w:t>különösen</w:t>
      </w:r>
      <w:r w:rsidR="003553BE" w:rsidRPr="002E7B2F">
        <w:rPr>
          <w:rFonts w:ascii="Garamond" w:hAnsi="Garamond"/>
          <w:bCs/>
        </w:rPr>
        <w:t xml:space="preserve">, ha a Szállító jótállási kötelezettsége keretében a hibát a jelen Keretszerződés 9.2 pontjában meghatározottak szerint, határidőben nem javítja ki, vagy a hibás </w:t>
      </w:r>
      <w:r w:rsidR="006A0D27" w:rsidRPr="002E7B2F">
        <w:rPr>
          <w:rFonts w:ascii="Garamond" w:hAnsi="Garamond"/>
          <w:bCs/>
        </w:rPr>
        <w:t>Árut</w:t>
      </w:r>
      <w:r w:rsidR="003553BE" w:rsidRPr="002E7B2F">
        <w:rPr>
          <w:rFonts w:ascii="Garamond" w:hAnsi="Garamond"/>
          <w:bCs/>
        </w:rPr>
        <w:t xml:space="preserve"> </w:t>
      </w:r>
      <w:r w:rsidR="00F95634" w:rsidRPr="002E7B2F">
        <w:rPr>
          <w:rFonts w:ascii="Garamond" w:hAnsi="Garamond"/>
          <w:bCs/>
        </w:rPr>
        <w:t xml:space="preserve">vagy alkatrészt </w:t>
      </w:r>
      <w:r w:rsidR="003553BE" w:rsidRPr="002E7B2F">
        <w:rPr>
          <w:rFonts w:ascii="Garamond" w:hAnsi="Garamond"/>
          <w:bCs/>
        </w:rPr>
        <w:t>nem cseréli ki.</w:t>
      </w:r>
    </w:p>
    <w:p w:rsidR="00B72B34" w:rsidRPr="002E7B2F" w:rsidRDefault="00B72B34" w:rsidP="00B72B34">
      <w:pPr>
        <w:ind w:left="567"/>
        <w:rPr>
          <w:rFonts w:ascii="Garamond" w:hAnsi="Garamond"/>
          <w:szCs w:val="24"/>
        </w:rPr>
      </w:pPr>
    </w:p>
    <w:p w:rsidR="0052723F" w:rsidRPr="002E7B2F" w:rsidRDefault="009A07CC" w:rsidP="006E5654">
      <w:pPr>
        <w:ind w:left="567" w:hanging="567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8.</w:t>
      </w:r>
      <w:r w:rsidR="004148D5" w:rsidRPr="002E7B2F">
        <w:rPr>
          <w:rFonts w:ascii="Garamond" w:hAnsi="Garamond"/>
          <w:szCs w:val="24"/>
        </w:rPr>
        <w:t>1</w:t>
      </w:r>
      <w:r w:rsidR="00BF3B51" w:rsidRPr="002E7B2F">
        <w:rPr>
          <w:rFonts w:ascii="Garamond" w:hAnsi="Garamond"/>
          <w:szCs w:val="24"/>
        </w:rPr>
        <w:t>1</w:t>
      </w:r>
      <w:r w:rsidR="00DB29DD" w:rsidRPr="002E7B2F">
        <w:rPr>
          <w:rFonts w:ascii="Garamond" w:hAnsi="Garamond"/>
          <w:szCs w:val="24"/>
        </w:rPr>
        <w:t>.</w:t>
      </w:r>
      <w:r w:rsidR="006E5654" w:rsidRPr="002E7B2F">
        <w:rPr>
          <w:rFonts w:ascii="Garamond" w:hAnsi="Garamond"/>
          <w:szCs w:val="24"/>
        </w:rPr>
        <w:tab/>
      </w:r>
      <w:r w:rsidR="0052723F" w:rsidRPr="002E7B2F">
        <w:rPr>
          <w:rFonts w:ascii="Garamond" w:hAnsi="Garamond"/>
          <w:szCs w:val="24"/>
        </w:rPr>
        <w:t xml:space="preserve">A Megrendelőnek jogában áll elállni a </w:t>
      </w:r>
      <w:r w:rsidR="005E3434" w:rsidRPr="002E7B2F">
        <w:rPr>
          <w:rFonts w:ascii="Garamond" w:hAnsi="Garamond"/>
          <w:szCs w:val="24"/>
        </w:rPr>
        <w:t>Keretszerződés</w:t>
      </w:r>
      <w:r w:rsidR="0052723F" w:rsidRPr="002E7B2F">
        <w:rPr>
          <w:rFonts w:ascii="Garamond" w:hAnsi="Garamond"/>
          <w:szCs w:val="24"/>
        </w:rPr>
        <w:t>től</w:t>
      </w:r>
      <w:r w:rsidR="00961A15" w:rsidRPr="002E7B2F">
        <w:rPr>
          <w:rFonts w:ascii="Garamond" w:hAnsi="Garamond"/>
          <w:szCs w:val="24"/>
        </w:rPr>
        <w:t xml:space="preserve"> vagy az adott Megrendeléstől</w:t>
      </w:r>
      <w:r w:rsidR="0052723F" w:rsidRPr="002E7B2F">
        <w:rPr>
          <w:rFonts w:ascii="Garamond" w:hAnsi="Garamond"/>
          <w:szCs w:val="24"/>
        </w:rPr>
        <w:t xml:space="preserve">, amennyiben Szállító a vállalt szállítási határidőt legalább </w:t>
      </w:r>
      <w:r w:rsidR="00E460C7">
        <w:rPr>
          <w:rFonts w:ascii="Garamond" w:hAnsi="Garamond"/>
          <w:szCs w:val="24"/>
        </w:rPr>
        <w:t xml:space="preserve">5 </w:t>
      </w:r>
      <w:r w:rsidR="0052723F" w:rsidRPr="002E7B2F">
        <w:rPr>
          <w:rFonts w:ascii="Garamond" w:hAnsi="Garamond"/>
          <w:szCs w:val="24"/>
        </w:rPr>
        <w:t xml:space="preserve">nappal túllépi, hibás teljesítés esetén a kicserélési kötelezettségének </w:t>
      </w:r>
      <w:r w:rsidR="00E460C7">
        <w:rPr>
          <w:rFonts w:ascii="Garamond" w:hAnsi="Garamond"/>
          <w:szCs w:val="24"/>
        </w:rPr>
        <w:t xml:space="preserve">5 </w:t>
      </w:r>
      <w:r w:rsidR="0052723F" w:rsidRPr="002E7B2F">
        <w:rPr>
          <w:rFonts w:ascii="Garamond" w:hAnsi="Garamond"/>
          <w:szCs w:val="24"/>
        </w:rPr>
        <w:t xml:space="preserve">napon belül nem tesz eleget, vagy a </w:t>
      </w:r>
      <w:r w:rsidR="005E3434" w:rsidRPr="002E7B2F">
        <w:rPr>
          <w:rFonts w:ascii="Garamond" w:hAnsi="Garamond"/>
          <w:szCs w:val="24"/>
        </w:rPr>
        <w:t>Keretszerződés</w:t>
      </w:r>
      <w:r w:rsidR="0052723F" w:rsidRPr="002E7B2F">
        <w:rPr>
          <w:rFonts w:ascii="Garamond" w:hAnsi="Garamond"/>
          <w:szCs w:val="24"/>
        </w:rPr>
        <w:t xml:space="preserve">ből </w:t>
      </w:r>
      <w:r w:rsidR="00961A15" w:rsidRPr="002E7B2F">
        <w:rPr>
          <w:rFonts w:ascii="Garamond" w:hAnsi="Garamond"/>
          <w:szCs w:val="24"/>
        </w:rPr>
        <w:t xml:space="preserve">vagy valamelyik Megrendelésből </w:t>
      </w:r>
      <w:r w:rsidR="0052723F" w:rsidRPr="002E7B2F">
        <w:rPr>
          <w:rFonts w:ascii="Garamond" w:hAnsi="Garamond"/>
          <w:szCs w:val="24"/>
        </w:rPr>
        <w:t xml:space="preserve">fakadó egyéb kötelezettségét súlyosan megszegi. </w:t>
      </w:r>
      <w:r w:rsidR="00B72B34" w:rsidRPr="002E7B2F">
        <w:rPr>
          <w:rFonts w:ascii="Garamond" w:hAnsi="Garamond"/>
          <w:szCs w:val="24"/>
        </w:rPr>
        <w:t>A Megrendelő ez esetben is jogosult kötbért követelni a Szállítótól.</w:t>
      </w:r>
    </w:p>
    <w:p w:rsidR="00912972" w:rsidRPr="002E7B2F" w:rsidRDefault="00912972" w:rsidP="006E5654">
      <w:pPr>
        <w:ind w:left="567" w:hanging="567"/>
        <w:jc w:val="both"/>
        <w:rPr>
          <w:rFonts w:ascii="Garamond" w:hAnsi="Garamond"/>
          <w:szCs w:val="24"/>
        </w:rPr>
      </w:pPr>
    </w:p>
    <w:p w:rsidR="00196CBC" w:rsidRPr="002E7B2F" w:rsidRDefault="009A07CC" w:rsidP="00196CBC">
      <w:pPr>
        <w:ind w:left="500" w:hanging="500"/>
        <w:jc w:val="both"/>
        <w:rPr>
          <w:rFonts w:ascii="Garamond" w:hAnsi="Garamond"/>
          <w:iCs/>
        </w:rPr>
      </w:pPr>
      <w:r w:rsidRPr="002E7B2F">
        <w:rPr>
          <w:rFonts w:ascii="Garamond" w:hAnsi="Garamond"/>
          <w:szCs w:val="24"/>
        </w:rPr>
        <w:t>8.</w:t>
      </w:r>
      <w:r w:rsidR="004148D5" w:rsidRPr="002E7B2F">
        <w:rPr>
          <w:rFonts w:ascii="Garamond" w:hAnsi="Garamond"/>
          <w:szCs w:val="24"/>
        </w:rPr>
        <w:t>1</w:t>
      </w:r>
      <w:r w:rsidR="00BF3B51" w:rsidRPr="002E7B2F">
        <w:rPr>
          <w:rFonts w:ascii="Garamond" w:hAnsi="Garamond"/>
          <w:szCs w:val="24"/>
        </w:rPr>
        <w:t>2</w:t>
      </w:r>
      <w:r w:rsidR="00DB29DD" w:rsidRPr="002E7B2F">
        <w:rPr>
          <w:rFonts w:ascii="Garamond" w:hAnsi="Garamond"/>
          <w:szCs w:val="24"/>
        </w:rPr>
        <w:t>.</w:t>
      </w:r>
      <w:r w:rsidR="006E5654" w:rsidRPr="002E7B2F">
        <w:rPr>
          <w:rFonts w:ascii="Garamond" w:hAnsi="Garamond"/>
          <w:szCs w:val="24"/>
        </w:rPr>
        <w:tab/>
      </w:r>
      <w:r w:rsidR="00196CBC" w:rsidRPr="002E7B2F">
        <w:rPr>
          <w:rFonts w:ascii="Garamond" w:hAnsi="Garamond"/>
          <w:iCs/>
        </w:rPr>
        <w:t>Megrendelő kötbérigényét érvényesítheti (a kötbér esedékessé válása)</w:t>
      </w:r>
      <w:r w:rsidR="005D0C5D" w:rsidRPr="002E7B2F">
        <w:rPr>
          <w:rFonts w:ascii="Garamond" w:hAnsi="Garamond"/>
          <w:iCs/>
        </w:rPr>
        <w:t xml:space="preserve"> különösen</w:t>
      </w:r>
      <w:r w:rsidR="00196CBC" w:rsidRPr="002E7B2F">
        <w:rPr>
          <w:rFonts w:ascii="Garamond" w:hAnsi="Garamond"/>
          <w:iCs/>
        </w:rPr>
        <w:t xml:space="preserve">: </w:t>
      </w:r>
    </w:p>
    <w:p w:rsidR="00196CBC" w:rsidRPr="002E7B2F" w:rsidRDefault="00196CBC" w:rsidP="00196CBC">
      <w:pPr>
        <w:jc w:val="both"/>
        <w:rPr>
          <w:rFonts w:ascii="Garamond" w:hAnsi="Garamond"/>
          <w:iCs/>
        </w:rPr>
      </w:pPr>
    </w:p>
    <w:p w:rsidR="00196CBC" w:rsidRPr="002E7B2F" w:rsidRDefault="00196CBC" w:rsidP="008E5D56">
      <w:pPr>
        <w:numPr>
          <w:ilvl w:val="0"/>
          <w:numId w:val="9"/>
        </w:numPr>
        <w:tabs>
          <w:tab w:val="clear" w:pos="720"/>
        </w:tabs>
        <w:ind w:left="1100" w:hanging="400"/>
        <w:jc w:val="both"/>
        <w:rPr>
          <w:rFonts w:ascii="Garamond" w:hAnsi="Garamond"/>
          <w:iCs/>
        </w:rPr>
      </w:pPr>
      <w:r w:rsidRPr="002E7B2F">
        <w:rPr>
          <w:rFonts w:ascii="Garamond" w:hAnsi="Garamond"/>
          <w:iCs/>
        </w:rPr>
        <w:t>Szállító késedelme esetében, amennyiben a Megrendelő írásban póthatáridőt ad, annak eredménytelen elteltével, póthatáridő hiányában a kötbér megfizetésére való írásbeli felszólítással, továbbá, amennyiben a kötbér összege a késedelmes teljesítés esetére kikötött maximális kötbérösszeg</w:t>
      </w:r>
      <w:r w:rsidR="004D183E" w:rsidRPr="002E7B2F">
        <w:rPr>
          <w:rFonts w:ascii="Garamond" w:hAnsi="Garamond"/>
          <w:iCs/>
        </w:rPr>
        <w:t>et</w:t>
      </w:r>
      <w:r w:rsidRPr="002E7B2F">
        <w:rPr>
          <w:rFonts w:ascii="Garamond" w:hAnsi="Garamond"/>
          <w:iCs/>
        </w:rPr>
        <w:t xml:space="preserve"> elérte; </w:t>
      </w:r>
    </w:p>
    <w:p w:rsidR="00196CBC" w:rsidRPr="002E7B2F" w:rsidRDefault="00196CBC" w:rsidP="008E5D56">
      <w:pPr>
        <w:numPr>
          <w:ilvl w:val="0"/>
          <w:numId w:val="9"/>
        </w:numPr>
        <w:tabs>
          <w:tab w:val="clear" w:pos="720"/>
        </w:tabs>
        <w:ind w:left="1100" w:hanging="400"/>
        <w:jc w:val="both"/>
        <w:rPr>
          <w:rFonts w:ascii="Garamond" w:hAnsi="Garamond"/>
          <w:iCs/>
        </w:rPr>
      </w:pPr>
      <w:r w:rsidRPr="002E7B2F">
        <w:rPr>
          <w:rFonts w:ascii="Garamond" w:hAnsi="Garamond"/>
          <w:iCs/>
        </w:rPr>
        <w:t xml:space="preserve">Szállító nem teljesítése esetében, amennyiben a </w:t>
      </w:r>
      <w:r w:rsidR="00627541" w:rsidRPr="002E7B2F">
        <w:rPr>
          <w:rFonts w:ascii="Garamond" w:hAnsi="Garamond"/>
          <w:iCs/>
        </w:rPr>
        <w:t>Szállító</w:t>
      </w:r>
      <w:r w:rsidRPr="002E7B2F">
        <w:rPr>
          <w:rFonts w:ascii="Garamond" w:hAnsi="Garamond"/>
          <w:iCs/>
        </w:rPr>
        <w:t xml:space="preserve"> neki felróható módon nem teljesít és Megrendelő írásbeli felszólítására sem áll szándékában teljesíteni;</w:t>
      </w:r>
    </w:p>
    <w:p w:rsidR="00196CBC" w:rsidRPr="002E7B2F" w:rsidRDefault="00196CBC" w:rsidP="008E5D56">
      <w:pPr>
        <w:numPr>
          <w:ilvl w:val="0"/>
          <w:numId w:val="9"/>
        </w:numPr>
        <w:tabs>
          <w:tab w:val="clear" w:pos="720"/>
        </w:tabs>
        <w:ind w:left="1100" w:hanging="400"/>
        <w:jc w:val="both"/>
        <w:rPr>
          <w:rFonts w:ascii="Garamond" w:hAnsi="Garamond"/>
          <w:iCs/>
        </w:rPr>
      </w:pPr>
      <w:r w:rsidRPr="002E7B2F">
        <w:rPr>
          <w:rFonts w:ascii="Garamond" w:hAnsi="Garamond"/>
          <w:iCs/>
        </w:rPr>
        <w:t>Szállító nem teljesítése esetében, amennyiben a Megrendelő bizonyítható érdekmúlásra hivatkozva a teljesítésre nem tart igényt, a kötbér megfizetésre való írásbeli felszólítással;</w:t>
      </w:r>
    </w:p>
    <w:p w:rsidR="00196CBC" w:rsidRPr="002E7B2F" w:rsidRDefault="00196CBC" w:rsidP="008E5D56">
      <w:pPr>
        <w:numPr>
          <w:ilvl w:val="0"/>
          <w:numId w:val="9"/>
        </w:numPr>
        <w:tabs>
          <w:tab w:val="clear" w:pos="720"/>
        </w:tabs>
        <w:ind w:left="1100" w:hanging="400"/>
        <w:jc w:val="both"/>
        <w:rPr>
          <w:rFonts w:ascii="Garamond" w:hAnsi="Garamond"/>
          <w:iCs/>
        </w:rPr>
      </w:pPr>
      <w:r w:rsidRPr="002E7B2F">
        <w:rPr>
          <w:rFonts w:ascii="Garamond" w:hAnsi="Garamond"/>
          <w:iCs/>
        </w:rPr>
        <w:t xml:space="preserve">Szállító hibás teljesítése esetén, amennyiben a Megrendelő írásban póthatáridőt ad a hiba kijavítására, annak eredménytelen elteltével, póthatáridő hiányában a kötbér megfizetésére való írásbeli felszólítással. </w:t>
      </w:r>
    </w:p>
    <w:p w:rsidR="00196CBC" w:rsidRPr="002E7B2F" w:rsidRDefault="00196CBC" w:rsidP="009A07CC">
      <w:pPr>
        <w:ind w:left="540" w:hanging="540"/>
        <w:jc w:val="both"/>
        <w:rPr>
          <w:rFonts w:ascii="Garamond" w:hAnsi="Garamond"/>
          <w:szCs w:val="24"/>
        </w:rPr>
      </w:pPr>
    </w:p>
    <w:p w:rsidR="0052723F" w:rsidRPr="002E7B2F" w:rsidRDefault="00CA1810" w:rsidP="009A07CC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8.</w:t>
      </w:r>
      <w:r w:rsidR="004148D5" w:rsidRPr="002E7B2F">
        <w:rPr>
          <w:rFonts w:ascii="Garamond" w:hAnsi="Garamond"/>
          <w:szCs w:val="24"/>
        </w:rPr>
        <w:t>1</w:t>
      </w:r>
      <w:r w:rsidR="00BF3B51" w:rsidRPr="002E7B2F">
        <w:rPr>
          <w:rFonts w:ascii="Garamond" w:hAnsi="Garamond"/>
          <w:szCs w:val="24"/>
        </w:rPr>
        <w:t>3</w:t>
      </w:r>
      <w:r w:rsidR="00DB29DD" w:rsidRPr="002E7B2F">
        <w:rPr>
          <w:rFonts w:ascii="Garamond" w:hAnsi="Garamond"/>
          <w:szCs w:val="24"/>
        </w:rPr>
        <w:t>.</w:t>
      </w:r>
      <w:r w:rsidR="00196CBC" w:rsidRPr="002E7B2F">
        <w:rPr>
          <w:rFonts w:ascii="Garamond" w:hAnsi="Garamond"/>
          <w:szCs w:val="24"/>
        </w:rPr>
        <w:tab/>
      </w:r>
      <w:r w:rsidR="0052723F" w:rsidRPr="002E7B2F">
        <w:rPr>
          <w:rFonts w:ascii="Garamond" w:hAnsi="Garamond"/>
          <w:szCs w:val="24"/>
        </w:rPr>
        <w:t>A Megrendelő kötbérigényének érvényesítése nem jelenti</w:t>
      </w:r>
      <w:r w:rsidR="00FC3ECE" w:rsidRPr="002E7B2F">
        <w:rPr>
          <w:rFonts w:ascii="Garamond" w:hAnsi="Garamond"/>
          <w:szCs w:val="24"/>
        </w:rPr>
        <w:t xml:space="preserve"> az</w:t>
      </w:r>
      <w:r w:rsidR="0052723F" w:rsidRPr="002E7B2F">
        <w:rPr>
          <w:rFonts w:ascii="Garamond" w:hAnsi="Garamond"/>
          <w:szCs w:val="24"/>
        </w:rPr>
        <w:t xml:space="preserve"> egyéb igényei</w:t>
      </w:r>
      <w:r w:rsidR="00FC3ECE" w:rsidRPr="002E7B2F">
        <w:rPr>
          <w:rFonts w:ascii="Garamond" w:hAnsi="Garamond"/>
          <w:szCs w:val="24"/>
        </w:rPr>
        <w:t>ről történő lemondást.</w:t>
      </w:r>
    </w:p>
    <w:p w:rsidR="0052723F" w:rsidRPr="002E7B2F" w:rsidRDefault="0052723F" w:rsidP="009A07CC">
      <w:pPr>
        <w:ind w:left="540" w:hanging="540"/>
        <w:rPr>
          <w:rFonts w:ascii="Garamond" w:hAnsi="Garamond"/>
          <w:szCs w:val="24"/>
        </w:rPr>
      </w:pPr>
    </w:p>
    <w:p w:rsidR="0052723F" w:rsidRPr="002E7B2F" w:rsidRDefault="009A07CC" w:rsidP="00961A15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8.</w:t>
      </w:r>
      <w:r w:rsidR="004148D5" w:rsidRPr="002E7B2F">
        <w:rPr>
          <w:rFonts w:ascii="Garamond" w:hAnsi="Garamond"/>
          <w:szCs w:val="24"/>
        </w:rPr>
        <w:t>1</w:t>
      </w:r>
      <w:r w:rsidR="00BF3B51" w:rsidRPr="002E7B2F">
        <w:rPr>
          <w:rFonts w:ascii="Garamond" w:hAnsi="Garamond"/>
          <w:szCs w:val="24"/>
        </w:rPr>
        <w:t>4</w:t>
      </w:r>
      <w:r w:rsidR="00DB29DD" w:rsidRPr="002E7B2F">
        <w:rPr>
          <w:rFonts w:ascii="Garamond" w:hAnsi="Garamond"/>
          <w:szCs w:val="24"/>
        </w:rPr>
        <w:t>.</w:t>
      </w:r>
      <w:r w:rsidR="006E5654" w:rsidRPr="002E7B2F">
        <w:rPr>
          <w:rFonts w:ascii="Garamond" w:hAnsi="Garamond"/>
          <w:szCs w:val="24"/>
        </w:rPr>
        <w:tab/>
      </w:r>
      <w:r w:rsidR="00587E7A" w:rsidRPr="002E7B2F">
        <w:rPr>
          <w:rFonts w:ascii="Garamond" w:hAnsi="Garamond"/>
          <w:szCs w:val="24"/>
        </w:rPr>
        <w:t xml:space="preserve">A </w:t>
      </w:r>
      <w:r w:rsidR="0052723F" w:rsidRPr="002E7B2F">
        <w:rPr>
          <w:rFonts w:ascii="Garamond" w:hAnsi="Garamond"/>
          <w:szCs w:val="24"/>
        </w:rPr>
        <w:t>kötbérigény (kártérítés), érvényesítésének feltétele, hogy a</w:t>
      </w:r>
      <w:r w:rsidR="00E15D5E" w:rsidRPr="002E7B2F">
        <w:rPr>
          <w:rFonts w:ascii="Garamond" w:hAnsi="Garamond"/>
          <w:szCs w:val="24"/>
        </w:rPr>
        <w:t>z</w:t>
      </w:r>
      <w:r w:rsidR="0052723F" w:rsidRPr="002E7B2F">
        <w:rPr>
          <w:rFonts w:ascii="Garamond" w:hAnsi="Garamond"/>
          <w:szCs w:val="24"/>
        </w:rPr>
        <w:t xml:space="preserve"> érvényesítését megalapozó esemény bekövetkeztét</w:t>
      </w:r>
      <w:r w:rsidR="00961A15" w:rsidRPr="002E7B2F">
        <w:rPr>
          <w:rFonts w:ascii="Garamond" w:hAnsi="Garamond"/>
          <w:szCs w:val="24"/>
        </w:rPr>
        <w:t xml:space="preserve"> a Megrendelő </w:t>
      </w:r>
      <w:r w:rsidR="0052723F" w:rsidRPr="002E7B2F">
        <w:rPr>
          <w:rFonts w:ascii="Garamond" w:hAnsi="Garamond"/>
          <w:szCs w:val="24"/>
        </w:rPr>
        <w:t>– a körülmények feltüntetésével – írásban közölje a másik féllel.</w:t>
      </w:r>
    </w:p>
    <w:p w:rsidR="0052723F" w:rsidRPr="002E7B2F" w:rsidRDefault="0052723F" w:rsidP="0052723F">
      <w:pPr>
        <w:rPr>
          <w:rFonts w:ascii="Garamond" w:hAnsi="Garamond"/>
          <w:szCs w:val="24"/>
        </w:rPr>
      </w:pPr>
    </w:p>
    <w:p w:rsidR="003B00AC" w:rsidRPr="002E7B2F" w:rsidRDefault="00741EA7" w:rsidP="00961A15">
      <w:pPr>
        <w:ind w:left="540" w:hanging="540"/>
        <w:jc w:val="both"/>
        <w:rPr>
          <w:rFonts w:ascii="Garamond" w:hAnsi="Garamond"/>
          <w:b/>
          <w:szCs w:val="24"/>
        </w:rPr>
      </w:pPr>
      <w:r w:rsidRPr="002E7B2F">
        <w:rPr>
          <w:rFonts w:ascii="Garamond" w:hAnsi="Garamond"/>
          <w:noProof/>
          <w:szCs w:val="24"/>
          <w:lang w:val="de-DE"/>
        </w:rPr>
        <w:t>8.</w:t>
      </w:r>
      <w:r w:rsidR="004148D5" w:rsidRPr="002E7B2F">
        <w:rPr>
          <w:rFonts w:ascii="Garamond" w:hAnsi="Garamond"/>
          <w:noProof/>
          <w:szCs w:val="24"/>
          <w:lang w:val="de-DE"/>
        </w:rPr>
        <w:t>1</w:t>
      </w:r>
      <w:r w:rsidR="00BF3B51" w:rsidRPr="002E7B2F">
        <w:rPr>
          <w:rFonts w:ascii="Garamond" w:hAnsi="Garamond"/>
          <w:noProof/>
          <w:szCs w:val="24"/>
          <w:lang w:val="de-DE"/>
        </w:rPr>
        <w:t>5</w:t>
      </w:r>
      <w:r w:rsidR="00DB29DD" w:rsidRPr="002E7B2F">
        <w:rPr>
          <w:rFonts w:ascii="Garamond" w:hAnsi="Garamond"/>
          <w:noProof/>
          <w:szCs w:val="24"/>
          <w:lang w:val="de-DE"/>
        </w:rPr>
        <w:t>.</w:t>
      </w:r>
      <w:r w:rsidRPr="002E7B2F">
        <w:rPr>
          <w:rFonts w:ascii="Garamond" w:hAnsi="Garamond"/>
          <w:noProof/>
          <w:szCs w:val="24"/>
          <w:lang w:val="de-DE"/>
        </w:rPr>
        <w:tab/>
        <w:t xml:space="preserve">A teljesítés elmaradása, késedelmes vagy hibás teljesítés esetén, amennyiben a Megrendelőnek a Szállítóhoz intézett felszólítása eredménytelen marad, a Megrendelő jogosult ellátása </w:t>
      </w:r>
      <w:r w:rsidR="00D76593" w:rsidRPr="002E7B2F">
        <w:rPr>
          <w:rFonts w:ascii="Garamond" w:hAnsi="Garamond"/>
          <w:noProof/>
          <w:szCs w:val="24"/>
          <w:lang w:val="de-DE"/>
        </w:rPr>
        <w:t xml:space="preserve">érdekében </w:t>
      </w:r>
      <w:r w:rsidRPr="002E7B2F">
        <w:rPr>
          <w:rFonts w:ascii="Garamond" w:hAnsi="Garamond"/>
          <w:noProof/>
          <w:szCs w:val="24"/>
          <w:lang w:val="de-DE"/>
        </w:rPr>
        <w:t xml:space="preserve">más szállítót igénybe venni. </w:t>
      </w:r>
      <w:r w:rsidR="00E15D5E" w:rsidRPr="002E7B2F">
        <w:rPr>
          <w:rFonts w:ascii="Garamond" w:hAnsi="Garamond"/>
          <w:noProof/>
          <w:szCs w:val="24"/>
          <w:lang w:val="de-DE"/>
        </w:rPr>
        <w:t>A</w:t>
      </w:r>
      <w:r w:rsidRPr="002E7B2F">
        <w:rPr>
          <w:rFonts w:ascii="Garamond" w:hAnsi="Garamond"/>
          <w:noProof/>
          <w:szCs w:val="24"/>
          <w:lang w:val="de-DE"/>
        </w:rPr>
        <w:t xml:space="preserve"> Megrendelő</w:t>
      </w:r>
      <w:r w:rsidR="00E15D5E" w:rsidRPr="002E7B2F">
        <w:rPr>
          <w:rFonts w:ascii="Garamond" w:hAnsi="Garamond"/>
          <w:noProof/>
          <w:szCs w:val="24"/>
          <w:lang w:val="de-DE"/>
        </w:rPr>
        <w:t xml:space="preserve"> fentiek okán keletkezett valamennyi</w:t>
      </w:r>
      <w:r w:rsidRPr="002E7B2F">
        <w:rPr>
          <w:rFonts w:ascii="Garamond" w:hAnsi="Garamond"/>
          <w:noProof/>
          <w:szCs w:val="24"/>
          <w:lang w:val="de-DE"/>
        </w:rPr>
        <w:t xml:space="preserve"> költség</w:t>
      </w:r>
      <w:r w:rsidR="00E15D5E" w:rsidRPr="002E7B2F">
        <w:rPr>
          <w:rFonts w:ascii="Garamond" w:hAnsi="Garamond"/>
          <w:noProof/>
          <w:szCs w:val="24"/>
          <w:lang w:val="de-DE"/>
        </w:rPr>
        <w:t>ét, illetve mindennemű kárát</w:t>
      </w:r>
      <w:r w:rsidRPr="002E7B2F">
        <w:rPr>
          <w:rFonts w:ascii="Garamond" w:hAnsi="Garamond"/>
          <w:noProof/>
          <w:szCs w:val="24"/>
          <w:lang w:val="de-DE"/>
        </w:rPr>
        <w:t xml:space="preserve"> a Szállító köteles megtéríteni, illetve a</w:t>
      </w:r>
      <w:r w:rsidR="00E15D5E" w:rsidRPr="002E7B2F">
        <w:rPr>
          <w:rFonts w:ascii="Garamond" w:hAnsi="Garamond"/>
          <w:noProof/>
          <w:szCs w:val="24"/>
          <w:lang w:val="de-DE"/>
        </w:rPr>
        <w:t xml:space="preserve"> </w:t>
      </w:r>
      <w:r w:rsidR="00FB6ABE" w:rsidRPr="002E7B2F">
        <w:rPr>
          <w:rFonts w:ascii="Garamond" w:hAnsi="Garamond"/>
          <w:noProof/>
          <w:szCs w:val="24"/>
          <w:lang w:val="de-DE"/>
        </w:rPr>
        <w:t>Szállítási D</w:t>
      </w:r>
      <w:r w:rsidR="00E15D5E" w:rsidRPr="002E7B2F">
        <w:rPr>
          <w:rFonts w:ascii="Garamond" w:hAnsi="Garamond"/>
          <w:noProof/>
          <w:szCs w:val="24"/>
          <w:lang w:val="de-DE"/>
        </w:rPr>
        <w:t>íj</w:t>
      </w:r>
      <w:r w:rsidRPr="002E7B2F">
        <w:rPr>
          <w:rFonts w:ascii="Garamond" w:hAnsi="Garamond"/>
          <w:noProof/>
          <w:szCs w:val="24"/>
          <w:lang w:val="de-DE"/>
        </w:rPr>
        <w:t>ban jelentkező többletköltség is a mulasztásért felelős Szállítót terheli</w:t>
      </w:r>
      <w:r w:rsidR="00836E0C" w:rsidRPr="002E7B2F">
        <w:rPr>
          <w:rFonts w:ascii="Garamond" w:hAnsi="Garamond"/>
          <w:noProof/>
          <w:szCs w:val="24"/>
          <w:lang w:val="de-DE"/>
        </w:rPr>
        <w:t>.</w:t>
      </w:r>
    </w:p>
    <w:p w:rsidR="003B00AC" w:rsidRPr="002E7B2F" w:rsidRDefault="003B00AC" w:rsidP="00A63787">
      <w:pPr>
        <w:ind w:left="600" w:hanging="600"/>
        <w:jc w:val="both"/>
        <w:rPr>
          <w:rFonts w:ascii="Garamond" w:hAnsi="Garamond"/>
          <w:b/>
          <w:szCs w:val="24"/>
        </w:rPr>
      </w:pPr>
    </w:p>
    <w:p w:rsidR="00961DCD" w:rsidRPr="002E7B2F" w:rsidRDefault="00961DCD" w:rsidP="006E5654">
      <w:pPr>
        <w:jc w:val="both"/>
        <w:rPr>
          <w:rFonts w:ascii="Garamond" w:hAnsi="Garamond"/>
          <w:szCs w:val="24"/>
        </w:rPr>
      </w:pPr>
    </w:p>
    <w:p w:rsidR="00CD4C52" w:rsidRPr="002E7B2F" w:rsidRDefault="00B806FA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9</w:t>
      </w:r>
      <w:r w:rsidR="00CD4C52" w:rsidRPr="002E7B2F">
        <w:rPr>
          <w:rFonts w:ascii="Garamond" w:hAnsi="Garamond" w:cs="Arial"/>
          <w:b/>
          <w:smallCaps/>
        </w:rPr>
        <w:t>.</w:t>
      </w:r>
      <w:r w:rsidR="00CD4C52" w:rsidRPr="002E7B2F">
        <w:rPr>
          <w:rFonts w:ascii="Garamond" w:hAnsi="Garamond" w:cs="Arial"/>
          <w:b/>
          <w:smallCaps/>
        </w:rPr>
        <w:tab/>
      </w:r>
      <w:r w:rsidR="002404B3" w:rsidRPr="002E7B2F">
        <w:rPr>
          <w:rFonts w:ascii="Garamond" w:hAnsi="Garamond" w:cs="Arial"/>
          <w:b/>
          <w:smallCaps/>
        </w:rPr>
        <w:t>Jótállás</w:t>
      </w:r>
    </w:p>
    <w:p w:rsidR="00CD4C52" w:rsidRPr="002E7B2F" w:rsidRDefault="00CD4C52" w:rsidP="00D63777">
      <w:pPr>
        <w:jc w:val="both"/>
        <w:rPr>
          <w:rFonts w:ascii="Garamond" w:hAnsi="Garamond" w:cs="Arial"/>
          <w:szCs w:val="24"/>
        </w:rPr>
      </w:pPr>
    </w:p>
    <w:p w:rsidR="00CD4C52" w:rsidRPr="002E7B2F" w:rsidRDefault="00DB29DD" w:rsidP="00DB29DD">
      <w:pPr>
        <w:ind w:left="540" w:hanging="540"/>
        <w:jc w:val="both"/>
        <w:rPr>
          <w:rFonts w:ascii="Garamond" w:hAnsi="Garamond" w:cs="Arial"/>
          <w:szCs w:val="24"/>
        </w:rPr>
      </w:pPr>
      <w:r w:rsidRPr="00E460C7">
        <w:rPr>
          <w:rFonts w:ascii="Garamond" w:hAnsi="Garamond" w:cs="Arial"/>
          <w:szCs w:val="24"/>
        </w:rPr>
        <w:t>9.1.</w:t>
      </w:r>
      <w:r w:rsidRPr="00E460C7">
        <w:rPr>
          <w:rFonts w:ascii="Garamond" w:hAnsi="Garamond" w:cs="Arial"/>
          <w:szCs w:val="24"/>
        </w:rPr>
        <w:tab/>
      </w:r>
      <w:r w:rsidR="00CD4C52" w:rsidRPr="00E460C7">
        <w:rPr>
          <w:rFonts w:ascii="Garamond" w:hAnsi="Garamond" w:cs="Arial"/>
          <w:szCs w:val="24"/>
        </w:rPr>
        <w:t xml:space="preserve">A Szállító az általa leszállított </w:t>
      </w:r>
      <w:r w:rsidR="00E75AF1" w:rsidRPr="00E460C7">
        <w:rPr>
          <w:rFonts w:ascii="Garamond" w:hAnsi="Garamond" w:cs="Arial"/>
          <w:szCs w:val="24"/>
        </w:rPr>
        <w:t>Áru</w:t>
      </w:r>
      <w:r w:rsidR="00CD4C52" w:rsidRPr="00E460C7">
        <w:rPr>
          <w:rFonts w:ascii="Garamond" w:hAnsi="Garamond" w:cs="Arial"/>
          <w:szCs w:val="24"/>
        </w:rPr>
        <w:t xml:space="preserve">kra jótállást (Ptk. 248. §) vállal, melynek időtartama: </w:t>
      </w:r>
      <w:r w:rsidR="00E460C7" w:rsidRPr="007865F2">
        <w:rPr>
          <w:rFonts w:ascii="Garamond" w:hAnsi="Garamond" w:cs="Arial"/>
          <w:szCs w:val="24"/>
        </w:rPr>
        <w:t>az</w:t>
      </w:r>
      <w:r w:rsidR="002D5A6C" w:rsidRPr="007865F2">
        <w:rPr>
          <w:rFonts w:ascii="Garamond" w:hAnsi="Garamond" w:cs="Arial"/>
          <w:szCs w:val="24"/>
        </w:rPr>
        <w:t xml:space="preserve"> átvételtől számított</w:t>
      </w:r>
      <w:r w:rsidR="002D5A6C" w:rsidRPr="00E460C7">
        <w:rPr>
          <w:rFonts w:ascii="Garamond" w:hAnsi="Garamond" w:cs="Arial"/>
          <w:szCs w:val="24"/>
        </w:rPr>
        <w:t xml:space="preserve"> </w:t>
      </w:r>
      <w:r w:rsidR="00A82001" w:rsidRPr="00E460C7">
        <w:rPr>
          <w:rFonts w:ascii="Garamond" w:hAnsi="Garamond" w:cs="Arial"/>
          <w:szCs w:val="24"/>
        </w:rPr>
        <w:t>12</w:t>
      </w:r>
      <w:r w:rsidR="00CD4C52" w:rsidRPr="00E460C7">
        <w:rPr>
          <w:rFonts w:ascii="Garamond" w:hAnsi="Garamond" w:cs="Arial"/>
          <w:szCs w:val="24"/>
        </w:rPr>
        <w:t xml:space="preserve"> hónap. Amennyiben a leszállított </w:t>
      </w:r>
      <w:r w:rsidR="00E75AF1" w:rsidRPr="00E460C7">
        <w:rPr>
          <w:rFonts w:ascii="Garamond" w:hAnsi="Garamond" w:cs="Arial"/>
          <w:szCs w:val="24"/>
        </w:rPr>
        <w:t>Áru</w:t>
      </w:r>
      <w:r w:rsidR="00CD4C52" w:rsidRPr="00E460C7">
        <w:rPr>
          <w:rFonts w:ascii="Garamond" w:hAnsi="Garamond" w:cs="Arial"/>
          <w:szCs w:val="24"/>
        </w:rPr>
        <w:t xml:space="preserve"> nem felel meg a</w:t>
      </w:r>
      <w:r w:rsidR="00054CB3" w:rsidRPr="00E460C7">
        <w:rPr>
          <w:rFonts w:ascii="Garamond" w:hAnsi="Garamond" w:cs="Arial"/>
          <w:szCs w:val="24"/>
        </w:rPr>
        <w:t xml:space="preserve"> jelen</w:t>
      </w:r>
      <w:r w:rsidR="00054CB3" w:rsidRPr="002E7B2F">
        <w:rPr>
          <w:rFonts w:ascii="Garamond" w:hAnsi="Garamond" w:cs="Arial"/>
          <w:szCs w:val="24"/>
        </w:rPr>
        <w:t xml:space="preserve">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054CB3" w:rsidRPr="002E7B2F">
        <w:rPr>
          <w:rFonts w:ascii="Garamond" w:hAnsi="Garamond" w:cs="Arial"/>
          <w:szCs w:val="24"/>
        </w:rPr>
        <w:t xml:space="preserve"> </w:t>
      </w:r>
      <w:r w:rsidR="006E6CAE" w:rsidRPr="002E7B2F">
        <w:rPr>
          <w:rFonts w:ascii="Garamond" w:hAnsi="Garamond" w:cs="Arial"/>
          <w:szCs w:val="24"/>
        </w:rPr>
        <w:t>2</w:t>
      </w:r>
      <w:r w:rsidR="008B70C7" w:rsidRPr="002E7B2F">
        <w:rPr>
          <w:rFonts w:ascii="Garamond" w:hAnsi="Garamond" w:cs="Arial"/>
          <w:szCs w:val="24"/>
        </w:rPr>
        <w:t>.</w:t>
      </w:r>
      <w:r w:rsidR="006E6CAE" w:rsidRPr="002E7B2F">
        <w:rPr>
          <w:rFonts w:ascii="Garamond" w:hAnsi="Garamond" w:cs="Arial"/>
          <w:szCs w:val="24"/>
        </w:rPr>
        <w:t xml:space="preserve"> pontjában</w:t>
      </w:r>
      <w:r w:rsidR="00CD4C52" w:rsidRPr="002E7B2F">
        <w:rPr>
          <w:rFonts w:ascii="Garamond" w:hAnsi="Garamond" w:cs="Arial"/>
          <w:szCs w:val="24"/>
        </w:rPr>
        <w:t xml:space="preserve"> rögzített minőségi és műszaki paramétereknek, úgy a Megrendelő a szavatossági jogait (Ptk. 306. §) megfelelően gyakorolhatja.</w:t>
      </w:r>
    </w:p>
    <w:p w:rsidR="002404B3" w:rsidRPr="002E7B2F" w:rsidRDefault="002404B3" w:rsidP="002404B3">
      <w:pPr>
        <w:jc w:val="both"/>
        <w:rPr>
          <w:rFonts w:ascii="Garamond" w:hAnsi="Garamond" w:cs="Arial"/>
          <w:szCs w:val="24"/>
        </w:rPr>
      </w:pPr>
    </w:p>
    <w:p w:rsidR="005B6D08" w:rsidRPr="002E7B2F" w:rsidRDefault="00DB29DD" w:rsidP="005B6D08">
      <w:pPr>
        <w:ind w:left="500" w:hanging="500"/>
        <w:jc w:val="both"/>
        <w:rPr>
          <w:rFonts w:ascii="Garamond" w:hAnsi="Garamond"/>
          <w:noProof/>
        </w:rPr>
      </w:pPr>
      <w:r w:rsidRPr="002E7B2F">
        <w:rPr>
          <w:rFonts w:ascii="Garamond" w:hAnsi="Garamond" w:cs="Arial"/>
          <w:szCs w:val="24"/>
        </w:rPr>
        <w:t xml:space="preserve">9.2. </w:t>
      </w:r>
      <w:r w:rsidRPr="002E7B2F">
        <w:rPr>
          <w:rFonts w:ascii="Garamond" w:hAnsi="Garamond" w:cs="Arial"/>
          <w:szCs w:val="24"/>
        </w:rPr>
        <w:tab/>
      </w:r>
      <w:r w:rsidR="002404B3" w:rsidRPr="002E7B2F">
        <w:rPr>
          <w:rFonts w:ascii="Garamond" w:hAnsi="Garamond" w:cs="Arial"/>
          <w:szCs w:val="24"/>
        </w:rPr>
        <w:t xml:space="preserve">A Megrendelő írásban értesíti a Szállítót a jelen </w:t>
      </w:r>
      <w:r w:rsidR="002D5A6C" w:rsidRPr="002E7B2F">
        <w:rPr>
          <w:rFonts w:ascii="Garamond" w:hAnsi="Garamond" w:cs="Arial"/>
          <w:szCs w:val="24"/>
        </w:rPr>
        <w:t>K</w:t>
      </w:r>
      <w:r w:rsidR="002404B3" w:rsidRPr="002E7B2F">
        <w:rPr>
          <w:rFonts w:ascii="Garamond" w:hAnsi="Garamond" w:cs="Arial"/>
          <w:szCs w:val="24"/>
        </w:rPr>
        <w:t xml:space="preserve">eretszerződés illetve valamelyik Megrendelés teljesítésével összefüggésben a jótállás keretében felmerülő bármely, a teljesítéssel kapcsolatos kifogásáról. Szállító az értesítés kézhezvételét követően a lehető legrövidebb időn belül, de legkésőbb </w:t>
      </w:r>
      <w:r w:rsidR="00A82001">
        <w:rPr>
          <w:rFonts w:ascii="Garamond" w:hAnsi="Garamond" w:cs="Arial"/>
          <w:szCs w:val="24"/>
        </w:rPr>
        <w:t xml:space="preserve">10 </w:t>
      </w:r>
      <w:r w:rsidR="002404B3" w:rsidRPr="002E7B2F">
        <w:rPr>
          <w:rFonts w:ascii="Garamond" w:hAnsi="Garamond" w:cs="Arial"/>
          <w:szCs w:val="24"/>
        </w:rPr>
        <w:t>munkanapon belül köteles megkezdeni jótállási kötelezettsége teljesítését</w:t>
      </w:r>
      <w:r w:rsidR="005B6D08" w:rsidRPr="002E7B2F">
        <w:rPr>
          <w:rFonts w:ascii="Garamond" w:hAnsi="Garamond" w:cs="Arial"/>
          <w:szCs w:val="24"/>
        </w:rPr>
        <w:t xml:space="preserve">, </w:t>
      </w:r>
      <w:r w:rsidR="005B6D08" w:rsidRPr="002E7B2F">
        <w:rPr>
          <w:rFonts w:ascii="Garamond" w:hAnsi="Garamond"/>
          <w:noProof/>
        </w:rPr>
        <w:t>azaz a garanciális hibaszemlét megtartani, illetve a hiba kijavítását megkezdeni. Ezt követően a hiba kijavítására vállalt határidőn belül, de legkésőbb az eredeti szállítási határidő</w:t>
      </w:r>
      <w:r w:rsidR="007B4A5A" w:rsidRPr="002E7B2F">
        <w:rPr>
          <w:rFonts w:ascii="Garamond" w:hAnsi="Garamond"/>
          <w:noProof/>
        </w:rPr>
        <w:t>vel megegyező időn</w:t>
      </w:r>
      <w:r w:rsidR="005B6D08" w:rsidRPr="002E7B2F">
        <w:rPr>
          <w:rFonts w:ascii="Garamond" w:hAnsi="Garamond"/>
          <w:noProof/>
        </w:rPr>
        <w:t xml:space="preserve"> belül köteles a jótállási kötelezettségét teljesíteni, és a javított </w:t>
      </w:r>
      <w:r w:rsidR="00575311" w:rsidRPr="002E7B2F">
        <w:rPr>
          <w:rFonts w:ascii="Garamond" w:hAnsi="Garamond"/>
          <w:noProof/>
        </w:rPr>
        <w:t>Áru</w:t>
      </w:r>
      <w:r w:rsidR="005B6D08" w:rsidRPr="002E7B2F">
        <w:rPr>
          <w:rFonts w:ascii="Garamond" w:hAnsi="Garamond"/>
          <w:noProof/>
        </w:rPr>
        <w:t xml:space="preserve">t visszaszállítani a Megrendelő telephelyére. Jótállás keretein belül javításra kerülő egység mindennemű alkatrész és szállítási, valamint javítási költsége a </w:t>
      </w:r>
      <w:r w:rsidR="00F148F7" w:rsidRPr="002E7B2F">
        <w:rPr>
          <w:rFonts w:ascii="Garamond" w:hAnsi="Garamond"/>
          <w:noProof/>
        </w:rPr>
        <w:t>Szállító</w:t>
      </w:r>
      <w:r w:rsidR="005B6D08" w:rsidRPr="002E7B2F">
        <w:rPr>
          <w:rFonts w:ascii="Garamond" w:hAnsi="Garamond"/>
          <w:noProof/>
        </w:rPr>
        <w:t>t terheli.</w:t>
      </w:r>
    </w:p>
    <w:p w:rsidR="00B513CB" w:rsidRPr="002E7B2F" w:rsidRDefault="00B513CB" w:rsidP="005B6D08">
      <w:pPr>
        <w:ind w:left="540" w:hanging="540"/>
        <w:jc w:val="both"/>
        <w:rPr>
          <w:rFonts w:ascii="Garamond" w:hAnsi="Garamond" w:cs="Arial"/>
          <w:szCs w:val="24"/>
        </w:rPr>
      </w:pPr>
    </w:p>
    <w:p w:rsidR="00B513CB" w:rsidRPr="002E7B2F" w:rsidRDefault="00B513CB" w:rsidP="00B513CB">
      <w:pPr>
        <w:ind w:left="500" w:hanging="500"/>
        <w:jc w:val="both"/>
        <w:rPr>
          <w:rFonts w:ascii="Garamond" w:hAnsi="Garamond"/>
        </w:rPr>
      </w:pPr>
      <w:r w:rsidRPr="002E7B2F">
        <w:rPr>
          <w:rFonts w:ascii="Garamond" w:hAnsi="Garamond"/>
        </w:rPr>
        <w:t>9.3</w:t>
      </w:r>
      <w:r w:rsidRPr="002E7B2F">
        <w:rPr>
          <w:rFonts w:ascii="Garamond" w:hAnsi="Garamond"/>
        </w:rPr>
        <w:tab/>
        <w:t>Abban az esetben, ha a fentiek szerint értesített Szállító elmulasztja a hiba javítását a meghatározott határidőn belül, a Megrendelőnek jogában áll a Szállító kockázatára és költségére megtenni a szükséges intézkedéseket, annak érdekében, hogy a hibát kijavítsa, vagy kijavíttassa anélkül, hogy a Szállítót az általa vállalt jótállási kötelezettségei teljesítése alól mentesítené.</w:t>
      </w:r>
    </w:p>
    <w:p w:rsidR="00B513CB" w:rsidRPr="002E7B2F" w:rsidRDefault="00B513CB" w:rsidP="00B513CB">
      <w:pPr>
        <w:ind w:left="360" w:hanging="360"/>
        <w:rPr>
          <w:rFonts w:ascii="Garamond" w:hAnsi="Garamond"/>
          <w:noProof/>
        </w:rPr>
      </w:pPr>
    </w:p>
    <w:p w:rsidR="00B513CB" w:rsidRPr="002E7B2F" w:rsidRDefault="00B513CB" w:rsidP="00B513CB">
      <w:pPr>
        <w:autoSpaceDE w:val="0"/>
        <w:autoSpaceDN w:val="0"/>
        <w:adjustRightInd w:val="0"/>
        <w:ind w:left="500" w:hanging="500"/>
        <w:jc w:val="both"/>
        <w:rPr>
          <w:rFonts w:ascii="Garamond" w:hAnsi="Garamond" w:cs="Arial"/>
        </w:rPr>
      </w:pPr>
      <w:r w:rsidRPr="002E7B2F">
        <w:rPr>
          <w:rFonts w:ascii="Garamond" w:hAnsi="Garamond"/>
          <w:noProof/>
        </w:rPr>
        <w:lastRenderedPageBreak/>
        <w:t>9.4.</w:t>
      </w:r>
      <w:r w:rsidRPr="002E7B2F">
        <w:rPr>
          <w:rFonts w:ascii="Garamond" w:hAnsi="Garamond"/>
          <w:noProof/>
        </w:rPr>
        <w:tab/>
        <w:t xml:space="preserve">A jótállási idő kezdete a tényleges teljesítés időpontja, amely megegyezik jelen Keretszerződés 7. pontja szerint szabályozott átadás-átvételt igazoló dokumentumon szereplő dátummal. </w:t>
      </w:r>
      <w:r w:rsidRPr="002E7B2F">
        <w:rPr>
          <w:rFonts w:ascii="Garamond" w:hAnsi="Garamond"/>
          <w:bCs/>
        </w:rPr>
        <w:t>Nem számít bele a jótállási időbe a kijavítási időnek az a része, amely alatt Megrendelő a dolgot nem tudja rendeltetésszerűen használni. A jótállási igény érvényesíthetőségének határideje a dolognak vagy jelentősebb részének kicserélése (kijavítása) esetén a kicserélt (kijavított) dologra (dologrészre), valamint a kijavítás következményeként jelentkező hiba tekintetében újból kezdődik.</w:t>
      </w:r>
    </w:p>
    <w:p w:rsidR="00152E47" w:rsidRPr="002E7B2F" w:rsidRDefault="00152E47" w:rsidP="005B6D08">
      <w:pPr>
        <w:ind w:left="540" w:hanging="540"/>
        <w:jc w:val="both"/>
        <w:rPr>
          <w:rFonts w:ascii="Garamond" w:hAnsi="Garamond"/>
          <w:szCs w:val="24"/>
        </w:rPr>
      </w:pPr>
    </w:p>
    <w:p w:rsidR="00152E47" w:rsidRPr="002E7B2F" w:rsidRDefault="004074F9" w:rsidP="004074F9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9.</w:t>
      </w:r>
      <w:r w:rsidR="00B513CB" w:rsidRPr="002E7B2F">
        <w:rPr>
          <w:rFonts w:ascii="Garamond" w:hAnsi="Garamond"/>
          <w:szCs w:val="24"/>
        </w:rPr>
        <w:t>5</w:t>
      </w:r>
      <w:r w:rsidR="00DB29DD" w:rsidRPr="002E7B2F">
        <w:rPr>
          <w:rFonts w:ascii="Garamond" w:hAnsi="Garamond"/>
          <w:szCs w:val="24"/>
        </w:rPr>
        <w:t>.</w:t>
      </w:r>
      <w:r w:rsidRPr="002E7B2F">
        <w:rPr>
          <w:rFonts w:ascii="Garamond" w:hAnsi="Garamond"/>
          <w:szCs w:val="24"/>
        </w:rPr>
        <w:t xml:space="preserve"> </w:t>
      </w:r>
      <w:r w:rsidRPr="002E7B2F">
        <w:rPr>
          <w:rFonts w:ascii="Garamond" w:hAnsi="Garamond"/>
          <w:szCs w:val="24"/>
        </w:rPr>
        <w:tab/>
      </w:r>
      <w:r w:rsidR="00152E47" w:rsidRPr="002E7B2F">
        <w:rPr>
          <w:rFonts w:ascii="Garamond" w:hAnsi="Garamond"/>
          <w:szCs w:val="24"/>
        </w:rPr>
        <w:t xml:space="preserve">A </w:t>
      </w:r>
      <w:r w:rsidR="005E3434" w:rsidRPr="002E7B2F">
        <w:rPr>
          <w:rFonts w:ascii="Garamond" w:hAnsi="Garamond"/>
          <w:szCs w:val="24"/>
        </w:rPr>
        <w:t>Keretszerződés</w:t>
      </w:r>
      <w:r w:rsidR="00152E47" w:rsidRPr="002E7B2F">
        <w:rPr>
          <w:rFonts w:ascii="Garamond" w:hAnsi="Garamond"/>
          <w:szCs w:val="24"/>
        </w:rPr>
        <w:t xml:space="preserve"> keretében szállított </w:t>
      </w:r>
      <w:r w:rsidR="002404B3" w:rsidRPr="002E7B2F">
        <w:rPr>
          <w:rFonts w:ascii="Garamond" w:hAnsi="Garamond"/>
          <w:szCs w:val="24"/>
        </w:rPr>
        <w:t xml:space="preserve">Áruknak </w:t>
      </w:r>
      <w:r w:rsidR="00152E47" w:rsidRPr="002E7B2F">
        <w:rPr>
          <w:rFonts w:ascii="Garamond" w:hAnsi="Garamond"/>
          <w:szCs w:val="24"/>
        </w:rPr>
        <w:t xml:space="preserve">meg kell felelniük a magyar jogszabályokban szereplő szabványoknak, valamint </w:t>
      </w:r>
      <w:r w:rsidR="002D5A6C" w:rsidRPr="002E7B2F">
        <w:rPr>
          <w:rFonts w:ascii="Garamond" w:hAnsi="Garamond"/>
          <w:szCs w:val="24"/>
        </w:rPr>
        <w:t xml:space="preserve">a </w:t>
      </w:r>
      <w:r w:rsidRPr="002E7B2F">
        <w:rPr>
          <w:rFonts w:ascii="Garamond" w:hAnsi="Garamond"/>
          <w:szCs w:val="24"/>
        </w:rPr>
        <w:t xml:space="preserve">jelen Keretszerződés </w:t>
      </w:r>
      <w:r w:rsidR="002D5A6C" w:rsidRPr="002E7B2F">
        <w:rPr>
          <w:rFonts w:ascii="Garamond" w:hAnsi="Garamond"/>
          <w:szCs w:val="24"/>
        </w:rPr>
        <w:t>2. pont</w:t>
      </w:r>
      <w:r w:rsidR="003A494D" w:rsidRPr="002E7B2F">
        <w:rPr>
          <w:rFonts w:ascii="Garamond" w:hAnsi="Garamond"/>
          <w:szCs w:val="24"/>
        </w:rPr>
        <w:t>já</w:t>
      </w:r>
      <w:r w:rsidR="002D5A6C" w:rsidRPr="002E7B2F">
        <w:rPr>
          <w:rFonts w:ascii="Garamond" w:hAnsi="Garamond"/>
          <w:szCs w:val="24"/>
        </w:rPr>
        <w:t>ban</w:t>
      </w:r>
      <w:r w:rsidR="00152E47" w:rsidRPr="002E7B2F">
        <w:rPr>
          <w:rFonts w:ascii="Garamond" w:hAnsi="Garamond"/>
          <w:szCs w:val="24"/>
        </w:rPr>
        <w:t xml:space="preserve"> meghatározott műszaki feltételeknek.</w:t>
      </w:r>
    </w:p>
    <w:p w:rsidR="00152E47" w:rsidRPr="002E7B2F" w:rsidRDefault="00152E47" w:rsidP="00152E47">
      <w:pPr>
        <w:rPr>
          <w:rFonts w:ascii="Garamond" w:hAnsi="Garamond"/>
          <w:szCs w:val="24"/>
        </w:rPr>
      </w:pPr>
    </w:p>
    <w:p w:rsidR="00152E47" w:rsidRPr="002E7B2F" w:rsidRDefault="004074F9" w:rsidP="004074F9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9.</w:t>
      </w:r>
      <w:r w:rsidR="00B513CB" w:rsidRPr="002E7B2F">
        <w:rPr>
          <w:rFonts w:ascii="Garamond" w:hAnsi="Garamond"/>
          <w:szCs w:val="24"/>
        </w:rPr>
        <w:t>6</w:t>
      </w:r>
      <w:r w:rsidR="00DB29DD" w:rsidRPr="002E7B2F">
        <w:rPr>
          <w:rFonts w:ascii="Garamond" w:hAnsi="Garamond"/>
          <w:szCs w:val="24"/>
        </w:rPr>
        <w:t>.</w:t>
      </w:r>
      <w:r w:rsidRPr="002E7B2F">
        <w:rPr>
          <w:rFonts w:ascii="Garamond" w:hAnsi="Garamond"/>
          <w:szCs w:val="24"/>
        </w:rPr>
        <w:tab/>
      </w:r>
      <w:r w:rsidR="00152E47" w:rsidRPr="002E7B2F">
        <w:rPr>
          <w:rFonts w:ascii="Garamond" w:hAnsi="Garamond"/>
          <w:szCs w:val="24"/>
        </w:rPr>
        <w:t xml:space="preserve">A Szállító szavatolja, hogy az általa szállított </w:t>
      </w:r>
      <w:r w:rsidR="002404B3" w:rsidRPr="002E7B2F">
        <w:rPr>
          <w:rFonts w:ascii="Garamond" w:hAnsi="Garamond"/>
          <w:szCs w:val="24"/>
        </w:rPr>
        <w:t xml:space="preserve">Áruk </w:t>
      </w:r>
      <w:r w:rsidR="00152E47" w:rsidRPr="002E7B2F">
        <w:rPr>
          <w:rFonts w:ascii="Garamond" w:hAnsi="Garamond"/>
          <w:szCs w:val="24"/>
        </w:rPr>
        <w:t xml:space="preserve">alkalmasak a rendeltetésszerű használatra, valamint mentesek mindenfajta tervezési, anyagbeli, kivitelezési, vagy olyan hibáktól, melyek a Szállító cselekedetéből, vagy mulasztásából erednek. </w:t>
      </w:r>
    </w:p>
    <w:p w:rsidR="00152E47" w:rsidRPr="002E7B2F" w:rsidRDefault="00152E47" w:rsidP="00054CB3">
      <w:pPr>
        <w:jc w:val="both"/>
        <w:rPr>
          <w:rFonts w:ascii="Garamond" w:hAnsi="Garamond"/>
          <w:szCs w:val="24"/>
        </w:rPr>
      </w:pPr>
    </w:p>
    <w:p w:rsidR="00152E47" w:rsidRPr="002E7B2F" w:rsidRDefault="00D54B77" w:rsidP="00054CB3">
      <w:pPr>
        <w:ind w:left="540" w:hanging="540"/>
        <w:jc w:val="both"/>
        <w:rPr>
          <w:rFonts w:ascii="Garamond" w:hAnsi="Garamond"/>
          <w:szCs w:val="24"/>
        </w:rPr>
      </w:pPr>
      <w:r w:rsidRPr="002E7B2F">
        <w:rPr>
          <w:rFonts w:ascii="Garamond" w:hAnsi="Garamond"/>
          <w:szCs w:val="24"/>
        </w:rPr>
        <w:t>9.</w:t>
      </w:r>
      <w:r w:rsidR="00B513CB" w:rsidRPr="002E7B2F">
        <w:rPr>
          <w:rFonts w:ascii="Garamond" w:hAnsi="Garamond"/>
          <w:szCs w:val="24"/>
        </w:rPr>
        <w:t>7</w:t>
      </w:r>
      <w:r w:rsidR="00DB29DD" w:rsidRPr="002E7B2F">
        <w:rPr>
          <w:rFonts w:ascii="Garamond" w:hAnsi="Garamond"/>
          <w:szCs w:val="24"/>
        </w:rPr>
        <w:t>.</w:t>
      </w:r>
      <w:r w:rsidR="004074F9" w:rsidRPr="002E7B2F">
        <w:rPr>
          <w:rFonts w:ascii="Garamond" w:hAnsi="Garamond"/>
          <w:szCs w:val="24"/>
        </w:rPr>
        <w:t xml:space="preserve"> </w:t>
      </w:r>
      <w:r w:rsidR="004074F9" w:rsidRPr="002E7B2F">
        <w:rPr>
          <w:rFonts w:ascii="Garamond" w:hAnsi="Garamond"/>
          <w:szCs w:val="24"/>
        </w:rPr>
        <w:tab/>
      </w:r>
      <w:r w:rsidR="000604D5" w:rsidRPr="002E7B2F">
        <w:rPr>
          <w:rFonts w:ascii="Garamond" w:hAnsi="Garamond"/>
          <w:szCs w:val="24"/>
        </w:rPr>
        <w:t>Szállító felel</w:t>
      </w:r>
      <w:r w:rsidRPr="002E7B2F">
        <w:rPr>
          <w:rFonts w:ascii="Garamond" w:hAnsi="Garamond"/>
          <w:szCs w:val="24"/>
        </w:rPr>
        <w:t xml:space="preserve"> azért, hogy a leszállítandó </w:t>
      </w:r>
      <w:r w:rsidR="00E75AF1" w:rsidRPr="002E7B2F">
        <w:rPr>
          <w:rFonts w:ascii="Garamond" w:hAnsi="Garamond"/>
          <w:szCs w:val="24"/>
        </w:rPr>
        <w:t>Áru</w:t>
      </w:r>
      <w:r w:rsidRPr="002E7B2F">
        <w:rPr>
          <w:rFonts w:ascii="Garamond" w:hAnsi="Garamond"/>
          <w:szCs w:val="24"/>
        </w:rPr>
        <w:t xml:space="preserve"> per</w:t>
      </w:r>
      <w:r w:rsidR="003A3C96" w:rsidRPr="002E7B2F">
        <w:rPr>
          <w:rFonts w:ascii="Garamond" w:hAnsi="Garamond"/>
          <w:szCs w:val="24"/>
        </w:rPr>
        <w:t>-, teher-, igén</w:t>
      </w:r>
      <w:r w:rsidRPr="002E7B2F">
        <w:rPr>
          <w:rFonts w:ascii="Garamond" w:hAnsi="Garamond"/>
          <w:szCs w:val="24"/>
        </w:rPr>
        <w:t>y és harmadik személy jogától mentes</w:t>
      </w:r>
      <w:r w:rsidR="000604D5" w:rsidRPr="002E7B2F">
        <w:rPr>
          <w:rFonts w:ascii="Garamond" w:hAnsi="Garamond"/>
          <w:szCs w:val="24"/>
        </w:rPr>
        <w:t>.</w:t>
      </w:r>
    </w:p>
    <w:p w:rsidR="00DD269B" w:rsidRPr="002E7B2F" w:rsidRDefault="00DD269B" w:rsidP="00D63777">
      <w:pPr>
        <w:ind w:left="600" w:hanging="600"/>
        <w:jc w:val="both"/>
        <w:rPr>
          <w:rFonts w:ascii="Garamond" w:hAnsi="Garamond" w:cs="Arial"/>
          <w:szCs w:val="24"/>
        </w:rPr>
      </w:pPr>
    </w:p>
    <w:p w:rsidR="001A784A" w:rsidRPr="002E7B2F" w:rsidRDefault="001A784A" w:rsidP="00D63777">
      <w:pPr>
        <w:ind w:left="600" w:hanging="600"/>
        <w:jc w:val="both"/>
        <w:rPr>
          <w:rFonts w:ascii="Garamond" w:hAnsi="Garamond" w:cs="Arial"/>
          <w:szCs w:val="24"/>
        </w:rPr>
      </w:pPr>
    </w:p>
    <w:p w:rsidR="00924A4C" w:rsidRPr="002E7B2F" w:rsidRDefault="008545B5" w:rsidP="00CC50AD">
      <w:pPr>
        <w:tabs>
          <w:tab w:val="left" w:pos="540"/>
        </w:tabs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10.</w:t>
      </w:r>
      <w:r w:rsidRPr="002E7B2F">
        <w:rPr>
          <w:rFonts w:ascii="Garamond" w:hAnsi="Garamond" w:cs="Arial"/>
          <w:b/>
          <w:smallCaps/>
        </w:rPr>
        <w:tab/>
        <w:t>Fizetési Feltételek</w:t>
      </w:r>
    </w:p>
    <w:p w:rsidR="00D277DB" w:rsidRPr="002E7B2F" w:rsidRDefault="00D277DB" w:rsidP="00D63777">
      <w:pPr>
        <w:jc w:val="both"/>
        <w:rPr>
          <w:rFonts w:ascii="Garamond" w:hAnsi="Garamond" w:cs="Arial"/>
          <w:szCs w:val="24"/>
        </w:rPr>
      </w:pPr>
    </w:p>
    <w:p w:rsidR="004A2E4C" w:rsidRPr="002E7B2F" w:rsidRDefault="00DB29DD" w:rsidP="00DB29DD">
      <w:pPr>
        <w:tabs>
          <w:tab w:val="num" w:pos="540"/>
        </w:tabs>
        <w:ind w:left="500" w:hanging="5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10.1.</w:t>
      </w:r>
      <w:r w:rsidRPr="002E7B2F">
        <w:rPr>
          <w:rFonts w:ascii="Garamond" w:hAnsi="Garamond" w:cs="Arial"/>
        </w:rPr>
        <w:tab/>
      </w:r>
      <w:r w:rsidR="004A2E4C" w:rsidRPr="002E7B2F">
        <w:rPr>
          <w:rFonts w:ascii="Garamond" w:hAnsi="Garamond" w:cs="Arial"/>
        </w:rPr>
        <w:t xml:space="preserve">Felek megállapodnak abban, hogy a </w:t>
      </w:r>
      <w:r w:rsidR="00493378" w:rsidRPr="002E7B2F">
        <w:rPr>
          <w:rFonts w:ascii="Garamond" w:hAnsi="Garamond" w:cs="Arial"/>
        </w:rPr>
        <w:t>Szállító</w:t>
      </w:r>
      <w:r w:rsidR="003849B1" w:rsidRPr="002E7B2F">
        <w:rPr>
          <w:rFonts w:ascii="Garamond" w:hAnsi="Garamond" w:cs="Arial"/>
        </w:rPr>
        <w:t xml:space="preserve"> </w:t>
      </w:r>
      <w:r w:rsidR="00420D60" w:rsidRPr="002E7B2F">
        <w:rPr>
          <w:rFonts w:ascii="Garamond" w:hAnsi="Garamond" w:cs="Arial"/>
        </w:rPr>
        <w:t>Megrendelésen belüli rész</w:t>
      </w:r>
      <w:r w:rsidR="003849B1" w:rsidRPr="002E7B2F">
        <w:rPr>
          <w:rFonts w:ascii="Garamond" w:hAnsi="Garamond" w:cs="Arial"/>
        </w:rPr>
        <w:t>teljesítésenként</w:t>
      </w:r>
      <w:r w:rsidR="004A2E4C" w:rsidRPr="002E7B2F">
        <w:rPr>
          <w:rFonts w:ascii="Garamond" w:hAnsi="Garamond" w:cs="Arial"/>
        </w:rPr>
        <w:t xml:space="preserve"> </w:t>
      </w:r>
      <w:r w:rsidR="00A82001">
        <w:rPr>
          <w:rFonts w:ascii="Garamond" w:hAnsi="Garamond" w:cs="Arial"/>
        </w:rPr>
        <w:t>1</w:t>
      </w:r>
      <w:r w:rsidR="004A2E4C" w:rsidRPr="002E7B2F">
        <w:rPr>
          <w:rFonts w:ascii="Garamond" w:hAnsi="Garamond" w:cs="Arial"/>
        </w:rPr>
        <w:t xml:space="preserve"> db szabályszerűen kiállított számla (a továbbiakban Számla) kibocsátására jogosult a jelen </w:t>
      </w:r>
      <w:r w:rsidR="00FB6CFE" w:rsidRPr="002E7B2F">
        <w:rPr>
          <w:rFonts w:ascii="Garamond" w:hAnsi="Garamond" w:cs="Arial"/>
        </w:rPr>
        <w:t>Keretszerződés</w:t>
      </w:r>
      <w:r w:rsidR="004A2E4C" w:rsidRPr="002E7B2F">
        <w:rPr>
          <w:rFonts w:ascii="Garamond" w:hAnsi="Garamond" w:cs="Arial"/>
        </w:rPr>
        <w:t xml:space="preserve"> szerint teljesített </w:t>
      </w:r>
      <w:r w:rsidR="0001649B" w:rsidRPr="002E7B2F">
        <w:rPr>
          <w:rFonts w:ascii="Garamond" w:hAnsi="Garamond" w:cs="Arial"/>
        </w:rPr>
        <w:t xml:space="preserve">Szállítás </w:t>
      </w:r>
      <w:r w:rsidR="004A2E4C" w:rsidRPr="002E7B2F">
        <w:rPr>
          <w:rFonts w:ascii="Garamond" w:hAnsi="Garamond" w:cs="Arial"/>
        </w:rPr>
        <w:t xml:space="preserve">alapján. </w:t>
      </w:r>
    </w:p>
    <w:p w:rsidR="004A2E4C" w:rsidRPr="002E7B2F" w:rsidRDefault="004A2E4C" w:rsidP="004A2E4C">
      <w:pPr>
        <w:tabs>
          <w:tab w:val="num" w:pos="932"/>
        </w:tabs>
        <w:ind w:left="500" w:hanging="500"/>
        <w:jc w:val="both"/>
        <w:rPr>
          <w:rFonts w:ascii="Garamond" w:hAnsi="Garamond" w:cs="Arial"/>
        </w:rPr>
      </w:pPr>
    </w:p>
    <w:p w:rsidR="004A2E4C" w:rsidRPr="002E7B2F" w:rsidRDefault="004A2E4C" w:rsidP="004A2E4C">
      <w:pPr>
        <w:tabs>
          <w:tab w:val="num" w:pos="932"/>
        </w:tabs>
        <w:ind w:left="500" w:hanging="5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10.2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ab/>
        <w:t xml:space="preserve">A Felek megállapodnak abban, hogy a </w:t>
      </w:r>
      <w:r w:rsidR="00493378" w:rsidRPr="002E7B2F">
        <w:rPr>
          <w:rFonts w:ascii="Garamond" w:hAnsi="Garamond" w:cs="Arial"/>
        </w:rPr>
        <w:t>Szállító</w:t>
      </w:r>
      <w:r w:rsidRPr="002E7B2F">
        <w:rPr>
          <w:rFonts w:ascii="Garamond" w:hAnsi="Garamond" w:cs="Arial"/>
        </w:rPr>
        <w:t xml:space="preserve"> Számla kibocsátására a </w:t>
      </w:r>
      <w:r w:rsidR="003A494D" w:rsidRPr="002E7B2F">
        <w:rPr>
          <w:rFonts w:ascii="Garamond" w:hAnsi="Garamond" w:cs="Arial"/>
        </w:rPr>
        <w:t xml:space="preserve">Szállításnak </w:t>
      </w:r>
      <w:r w:rsidRPr="002E7B2F">
        <w:rPr>
          <w:rFonts w:ascii="Garamond" w:hAnsi="Garamond" w:cs="Arial"/>
        </w:rPr>
        <w:t>a Megrendelő által szerződésszerűen igazolt, maradéktalan, szabályszerű teljesítése után jogosult.</w:t>
      </w:r>
    </w:p>
    <w:p w:rsidR="004A2E4C" w:rsidRPr="002E7B2F" w:rsidRDefault="004A2E4C" w:rsidP="004A2E4C">
      <w:pPr>
        <w:jc w:val="both"/>
        <w:rPr>
          <w:rFonts w:ascii="Garamond" w:hAnsi="Garamond" w:cs="Arial"/>
        </w:rPr>
      </w:pPr>
    </w:p>
    <w:p w:rsidR="004A2E4C" w:rsidRPr="002E7B2F" w:rsidRDefault="004A2E4C" w:rsidP="004A2E4C">
      <w:pPr>
        <w:tabs>
          <w:tab w:val="num" w:pos="932"/>
        </w:tabs>
        <w:ind w:left="500" w:hanging="5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10.3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ab/>
        <w:t xml:space="preserve">A Felek megállapodnak abban, hogy a Számla a Megrendelő beszerzési megrendelési számának (a továbbiakban: BMR szám), valamint jelen </w:t>
      </w:r>
      <w:r w:rsidR="00FB6CFE" w:rsidRPr="002E7B2F">
        <w:rPr>
          <w:rFonts w:ascii="Garamond" w:hAnsi="Garamond" w:cs="Arial"/>
        </w:rPr>
        <w:t>Keretszerződés</w:t>
      </w:r>
      <w:r w:rsidRPr="002E7B2F">
        <w:rPr>
          <w:rFonts w:ascii="Garamond" w:hAnsi="Garamond" w:cs="Arial"/>
        </w:rPr>
        <w:t xml:space="preserve"> számának feltüntetésével az alábbi címre küldendő (a borítékon feltüntetve, hogy számláról van szó): </w:t>
      </w:r>
    </w:p>
    <w:p w:rsidR="004A2E4C" w:rsidRPr="002E7B2F" w:rsidRDefault="004A2E4C" w:rsidP="004A2E4C">
      <w:pPr>
        <w:pStyle w:val="Szvegtrzs3"/>
        <w:rPr>
          <w:rFonts w:ascii="Garamond" w:hAnsi="Garamond" w:cs="Arial"/>
          <w:sz w:val="24"/>
          <w:szCs w:val="24"/>
        </w:rPr>
      </w:pPr>
    </w:p>
    <w:p w:rsidR="004A2E4C" w:rsidRPr="002E7B2F" w:rsidRDefault="004A2E4C" w:rsidP="00504A7E">
      <w:pPr>
        <w:tabs>
          <w:tab w:val="num" w:pos="540"/>
        </w:tabs>
        <w:ind w:left="540"/>
        <w:jc w:val="center"/>
        <w:rPr>
          <w:rFonts w:ascii="Garamond" w:hAnsi="Garamond"/>
        </w:rPr>
      </w:pPr>
      <w:r w:rsidRPr="002E7B2F">
        <w:rPr>
          <w:rFonts w:ascii="Garamond" w:hAnsi="Garamond"/>
        </w:rPr>
        <w:t>BKV Zrt.</w:t>
      </w:r>
    </w:p>
    <w:p w:rsidR="004A2E4C" w:rsidRPr="002E7B2F" w:rsidRDefault="004A2E4C" w:rsidP="00504A7E">
      <w:pPr>
        <w:tabs>
          <w:tab w:val="num" w:pos="540"/>
        </w:tabs>
        <w:ind w:left="540"/>
        <w:jc w:val="center"/>
        <w:rPr>
          <w:rFonts w:ascii="Garamond" w:hAnsi="Garamond"/>
        </w:rPr>
      </w:pPr>
      <w:r w:rsidRPr="002E7B2F">
        <w:rPr>
          <w:rFonts w:ascii="Garamond" w:hAnsi="Garamond"/>
        </w:rPr>
        <w:t>Pénzügyi Főosztály Folyószámla Osztálya</w:t>
      </w:r>
    </w:p>
    <w:p w:rsidR="004A2E4C" w:rsidRPr="002E7B2F" w:rsidRDefault="004A2E4C" w:rsidP="00504A7E">
      <w:pPr>
        <w:ind w:left="705"/>
        <w:jc w:val="center"/>
        <w:rPr>
          <w:rFonts w:ascii="Garamond" w:hAnsi="Garamond" w:cs="Arial"/>
        </w:rPr>
      </w:pPr>
      <w:r w:rsidRPr="002E7B2F">
        <w:rPr>
          <w:rFonts w:ascii="Garamond" w:hAnsi="Garamond"/>
        </w:rPr>
        <w:t>1980 Budapest, Akácfa u. 15.</w:t>
      </w:r>
    </w:p>
    <w:p w:rsidR="004A2E4C" w:rsidRPr="002E7B2F" w:rsidRDefault="004A2E4C" w:rsidP="004A2E4C">
      <w:pPr>
        <w:ind w:left="705"/>
        <w:jc w:val="both"/>
        <w:rPr>
          <w:rFonts w:ascii="Garamond" w:hAnsi="Garamond"/>
        </w:rPr>
      </w:pPr>
    </w:p>
    <w:p w:rsidR="004A2E4C" w:rsidRPr="002E7B2F" w:rsidRDefault="004A2E4C" w:rsidP="004A2E4C">
      <w:pPr>
        <w:ind w:left="567" w:hanging="27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 xml:space="preserve">A BMR szám, valamint a </w:t>
      </w:r>
      <w:r w:rsidR="00504A7E" w:rsidRPr="002E7B2F">
        <w:rPr>
          <w:rFonts w:ascii="Garamond" w:hAnsi="Garamond" w:cs="Arial"/>
        </w:rPr>
        <w:t xml:space="preserve">jelen </w:t>
      </w:r>
      <w:r w:rsidR="00FB6CFE" w:rsidRPr="002E7B2F">
        <w:rPr>
          <w:rFonts w:ascii="Garamond" w:hAnsi="Garamond" w:cs="Arial"/>
        </w:rPr>
        <w:t>Keretszerződés</w:t>
      </w:r>
      <w:r w:rsidRPr="002E7B2F">
        <w:rPr>
          <w:rFonts w:ascii="Garamond" w:hAnsi="Garamond" w:cs="Arial"/>
        </w:rPr>
        <w:t xml:space="preserve"> számának feltüntetése hiányában a Megrendelő jogosult a Számlát azonosítatlanként visszaküldeni, az ebből eredő késedelem esetére a Megrendelőt késedelmi kamatfizetési kötelezettség nem terheli.</w:t>
      </w:r>
    </w:p>
    <w:p w:rsidR="004A2E4C" w:rsidRPr="002E7B2F" w:rsidRDefault="004A2E4C" w:rsidP="004A2E4C">
      <w:pPr>
        <w:jc w:val="both"/>
        <w:rPr>
          <w:rFonts w:ascii="Garamond" w:hAnsi="Garamond" w:cs="Arial"/>
        </w:rPr>
      </w:pPr>
    </w:p>
    <w:p w:rsidR="004A2E4C" w:rsidRPr="002E7B2F" w:rsidRDefault="004A2E4C" w:rsidP="004A2E4C">
      <w:pPr>
        <w:tabs>
          <w:tab w:val="num" w:pos="932"/>
        </w:tabs>
        <w:ind w:left="500" w:hanging="5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10.4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 xml:space="preserve"> A Felek megállapodnak abban, hogy a Számla elengedhetetlen mellékletét képezi a teljesítési igazolás.</w:t>
      </w:r>
    </w:p>
    <w:p w:rsidR="004A2E4C" w:rsidRPr="002E7B2F" w:rsidRDefault="004A2E4C" w:rsidP="004A2E4C">
      <w:pPr>
        <w:jc w:val="both"/>
        <w:rPr>
          <w:rFonts w:ascii="Garamond" w:hAnsi="Garamond" w:cs="Arial"/>
        </w:rPr>
      </w:pPr>
    </w:p>
    <w:p w:rsidR="004A2E4C" w:rsidRPr="002E7B2F" w:rsidRDefault="00493378" w:rsidP="00493378">
      <w:pPr>
        <w:tabs>
          <w:tab w:val="left" w:pos="540"/>
          <w:tab w:val="left" w:pos="5000"/>
        </w:tabs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</w:rPr>
        <w:t>10.5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ab/>
      </w:r>
      <w:r w:rsidR="004A2E4C" w:rsidRPr="002E7B2F">
        <w:rPr>
          <w:rFonts w:ascii="Garamond" w:hAnsi="Garamond" w:cs="Arial"/>
        </w:rPr>
        <w:t xml:space="preserve">A Felek megállapodnak abban, hogy a Megrendelő a Számla kézhezvételétől számított </w:t>
      </w:r>
      <w:r w:rsidR="005F0AF8" w:rsidRPr="007865F2">
        <w:rPr>
          <w:rFonts w:ascii="Garamond" w:hAnsi="Garamond" w:cs="Arial"/>
        </w:rPr>
        <w:t>30 (harminc</w:t>
      </w:r>
      <w:proofErr w:type="gramStart"/>
      <w:r w:rsidR="005F0AF8" w:rsidRPr="007865F2">
        <w:rPr>
          <w:rFonts w:ascii="Garamond" w:hAnsi="Garamond" w:cs="Arial"/>
        </w:rPr>
        <w:t xml:space="preserve">) </w:t>
      </w:r>
      <w:r w:rsidR="005F0AF8" w:rsidRPr="00E460C7">
        <w:rPr>
          <w:rFonts w:ascii="Garamond" w:hAnsi="Garamond"/>
          <w:iCs/>
        </w:rPr>
        <w:t xml:space="preserve"> </w:t>
      </w:r>
      <w:r w:rsidR="004A2E4C" w:rsidRPr="00E460C7">
        <w:rPr>
          <w:rFonts w:ascii="Garamond" w:hAnsi="Garamond" w:cs="Arial"/>
        </w:rPr>
        <w:t>napon</w:t>
      </w:r>
      <w:proofErr w:type="gramEnd"/>
      <w:r w:rsidR="004A2E4C" w:rsidRPr="00E460C7">
        <w:rPr>
          <w:rFonts w:ascii="Garamond" w:hAnsi="Garamond" w:cs="Arial"/>
        </w:rPr>
        <w:t xml:space="preserve"> belül, banki átutalás útján teljesíti a fizetési kötelezettségét. A banki átutalás a</w:t>
      </w:r>
      <w:r w:rsidR="004A2E4C" w:rsidRPr="002E7B2F">
        <w:rPr>
          <w:rFonts w:ascii="Garamond" w:hAnsi="Garamond" w:cs="Arial"/>
        </w:rPr>
        <w:t xml:space="preserve"> Számlán megjelölt bankszámlára történik. A fizetés pénzneme az a pénznem, amelyben a jelen </w:t>
      </w:r>
      <w:r w:rsidR="00FB6CFE" w:rsidRPr="002E7B2F">
        <w:rPr>
          <w:rFonts w:ascii="Garamond" w:hAnsi="Garamond" w:cs="Arial"/>
        </w:rPr>
        <w:t>Keretszerződés</w:t>
      </w:r>
      <w:r w:rsidR="004A2E4C" w:rsidRPr="002E7B2F">
        <w:rPr>
          <w:rFonts w:ascii="Garamond" w:hAnsi="Garamond" w:cs="Arial"/>
        </w:rPr>
        <w:t xml:space="preserve"> az Egységárat meghatározza. A fizetési kötelezettséget a Megrendelő bankszámlájának terhelésekor kell teljesítettnek tekinteni. A késedelmi kamat mértéke megegyezik a Ptk. 301/</w:t>
      </w:r>
      <w:r w:rsidR="005F0AF8" w:rsidRPr="002E7B2F">
        <w:rPr>
          <w:rFonts w:ascii="Garamond" w:hAnsi="Garamond" w:cs="Arial"/>
        </w:rPr>
        <w:t>B</w:t>
      </w:r>
      <w:r w:rsidR="004A2E4C" w:rsidRPr="002E7B2F">
        <w:rPr>
          <w:rFonts w:ascii="Garamond" w:hAnsi="Garamond" w:cs="Arial"/>
        </w:rPr>
        <w:t>. § szerinti kamatmértékkel.</w:t>
      </w:r>
      <w:r w:rsidR="003A74E5" w:rsidRPr="002E7B2F">
        <w:rPr>
          <w:rFonts w:ascii="Garamond" w:hAnsi="Garamond" w:cs="Arial"/>
        </w:rPr>
        <w:t xml:space="preserve"> </w:t>
      </w:r>
    </w:p>
    <w:p w:rsidR="004A2E4C" w:rsidRPr="002E7B2F" w:rsidRDefault="004A2E4C" w:rsidP="005F0AF8">
      <w:pPr>
        <w:tabs>
          <w:tab w:val="left" w:pos="540"/>
          <w:tab w:val="left" w:pos="5000"/>
        </w:tabs>
        <w:ind w:left="540" w:hanging="540"/>
        <w:jc w:val="both"/>
        <w:rPr>
          <w:rFonts w:ascii="Garamond" w:hAnsi="Garamond" w:cs="Arial"/>
        </w:rPr>
      </w:pPr>
    </w:p>
    <w:p w:rsidR="004A2E4C" w:rsidRPr="002E7B2F" w:rsidRDefault="00493378" w:rsidP="00493378">
      <w:pPr>
        <w:tabs>
          <w:tab w:val="num" w:pos="1532"/>
        </w:tabs>
        <w:ind w:left="540" w:hanging="540"/>
        <w:jc w:val="both"/>
        <w:rPr>
          <w:rFonts w:ascii="Garamond" w:hAnsi="Garamond" w:cs="Arial"/>
        </w:rPr>
      </w:pPr>
      <w:r w:rsidRPr="002E7B2F">
        <w:rPr>
          <w:rFonts w:ascii="Garamond" w:hAnsi="Garamond"/>
          <w:iCs/>
        </w:rPr>
        <w:lastRenderedPageBreak/>
        <w:t>10.6</w:t>
      </w:r>
      <w:r w:rsidR="00DB29DD" w:rsidRPr="002E7B2F">
        <w:rPr>
          <w:rFonts w:ascii="Garamond" w:hAnsi="Garamond"/>
          <w:iCs/>
        </w:rPr>
        <w:t>.</w:t>
      </w:r>
      <w:r w:rsidRPr="002E7B2F">
        <w:rPr>
          <w:rFonts w:ascii="Garamond" w:hAnsi="Garamond"/>
          <w:iCs/>
        </w:rPr>
        <w:t xml:space="preserve"> </w:t>
      </w:r>
      <w:r w:rsidR="004A2E4C" w:rsidRPr="002E7B2F">
        <w:rPr>
          <w:rFonts w:ascii="Garamond" w:hAnsi="Garamond"/>
          <w:iCs/>
        </w:rPr>
        <w:t xml:space="preserve">A jelen </w:t>
      </w:r>
      <w:r w:rsidR="00FB6CFE" w:rsidRPr="002E7B2F">
        <w:rPr>
          <w:rFonts w:ascii="Garamond" w:hAnsi="Garamond"/>
          <w:iCs/>
        </w:rPr>
        <w:t>Keretszerződés</w:t>
      </w:r>
      <w:r w:rsidR="004A2E4C" w:rsidRPr="002E7B2F">
        <w:rPr>
          <w:rFonts w:ascii="Garamond" w:hAnsi="Garamond"/>
          <w:iCs/>
        </w:rPr>
        <w:t xml:space="preserve">ben meghatározott ellenérték kifizetése az Art. 36/A § hatálya alá tartozik. Megrendelőnek abban az esetben áll módjában a kifizetést teljesíteni, amennyiben részére a </w:t>
      </w:r>
      <w:r w:rsidRPr="002E7B2F">
        <w:rPr>
          <w:rFonts w:ascii="Garamond" w:hAnsi="Garamond"/>
          <w:iCs/>
        </w:rPr>
        <w:t>Szállító</w:t>
      </w:r>
      <w:r w:rsidR="004A2E4C" w:rsidRPr="002E7B2F">
        <w:rPr>
          <w:rFonts w:ascii="Garamond" w:hAnsi="Garamond"/>
          <w:iCs/>
        </w:rPr>
        <w:t xml:space="preserve"> 30 (harminc) napnál nem régebbi eredeti </w:t>
      </w:r>
      <w:r w:rsidR="000D0285" w:rsidRPr="002E7B2F">
        <w:rPr>
          <w:rFonts w:ascii="Garamond" w:hAnsi="Garamond"/>
          <w:iCs/>
        </w:rPr>
        <w:t>NAV</w:t>
      </w:r>
      <w:r w:rsidR="004A2E4C" w:rsidRPr="002E7B2F">
        <w:rPr>
          <w:rFonts w:ascii="Garamond" w:hAnsi="Garamond"/>
          <w:iCs/>
        </w:rPr>
        <w:t xml:space="preserve"> adóigazolást bemutat, megküld, vagy átad arról, hogy az állami adóhatóságnál és a vámhatóságnál nyilvántartott köztartozása nincs, vagy a kifizetés időpontjában szerepel a köztartozásmentes adózói adatbázisban.</w:t>
      </w:r>
    </w:p>
    <w:p w:rsidR="004A2E4C" w:rsidRPr="002E7B2F" w:rsidRDefault="004A2E4C" w:rsidP="004A2E4C">
      <w:pPr>
        <w:jc w:val="both"/>
        <w:rPr>
          <w:rFonts w:ascii="Garamond" w:hAnsi="Garamond" w:cs="Arial"/>
        </w:rPr>
      </w:pPr>
    </w:p>
    <w:p w:rsidR="004A2E4C" w:rsidRPr="002E7B2F" w:rsidRDefault="00493378" w:rsidP="00493378">
      <w:pPr>
        <w:tabs>
          <w:tab w:val="num" w:pos="932"/>
        </w:tabs>
        <w:ind w:left="540" w:hanging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10.7</w:t>
      </w:r>
      <w:r w:rsidR="00DB29DD" w:rsidRPr="002E7B2F">
        <w:rPr>
          <w:rFonts w:ascii="Garamond" w:hAnsi="Garamond" w:cs="Arial"/>
        </w:rPr>
        <w:t>.</w:t>
      </w:r>
      <w:r w:rsidR="004A2E4C" w:rsidRPr="002E7B2F">
        <w:rPr>
          <w:rFonts w:ascii="Garamond" w:hAnsi="Garamond" w:cs="Arial"/>
        </w:rPr>
        <w:t xml:space="preserve"> A Felek megállapodnak abban, hogy a </w:t>
      </w:r>
      <w:r w:rsidRPr="002E7B2F">
        <w:rPr>
          <w:rFonts w:ascii="Garamond" w:hAnsi="Garamond" w:cs="Arial"/>
        </w:rPr>
        <w:t>Szállító</w:t>
      </w:r>
      <w:r w:rsidR="004A2E4C" w:rsidRPr="002E7B2F">
        <w:rPr>
          <w:rFonts w:ascii="Garamond" w:hAnsi="Garamond" w:cs="Arial"/>
        </w:rPr>
        <w:t xml:space="preserve"> hozzájárul ahhoz, hogy a Számlán megjelölt összegből levonásra kerüljön a jelen </w:t>
      </w:r>
      <w:r w:rsidR="00FB6CFE" w:rsidRPr="002E7B2F">
        <w:rPr>
          <w:rFonts w:ascii="Garamond" w:hAnsi="Garamond" w:cs="Arial"/>
        </w:rPr>
        <w:t>Keretszerződés</w:t>
      </w:r>
      <w:r w:rsidR="004A2E4C" w:rsidRPr="002E7B2F">
        <w:rPr>
          <w:rFonts w:ascii="Garamond" w:hAnsi="Garamond" w:cs="Arial"/>
        </w:rPr>
        <w:t xml:space="preserve">ben meghatározott, esetlegesen felmerülő kötbér illetve többletköltség összege. </w:t>
      </w:r>
    </w:p>
    <w:p w:rsidR="004A2E4C" w:rsidRPr="002E7B2F" w:rsidRDefault="004A2E4C" w:rsidP="004A2E4C">
      <w:pPr>
        <w:jc w:val="both"/>
        <w:rPr>
          <w:rFonts w:ascii="Garamond" w:hAnsi="Garamond" w:cs="Arial"/>
        </w:rPr>
      </w:pPr>
    </w:p>
    <w:p w:rsidR="00924A4C" w:rsidRPr="002E7B2F" w:rsidRDefault="00493378" w:rsidP="00493378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</w:rPr>
        <w:t>10.8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 xml:space="preserve"> </w:t>
      </w:r>
      <w:r w:rsidRPr="002E7B2F">
        <w:rPr>
          <w:rFonts w:ascii="Garamond" w:hAnsi="Garamond" w:cs="Arial"/>
        </w:rPr>
        <w:tab/>
      </w:r>
      <w:r w:rsidR="004A2E4C" w:rsidRPr="002E7B2F">
        <w:rPr>
          <w:rFonts w:ascii="Garamond" w:hAnsi="Garamond" w:cs="Arial"/>
        </w:rPr>
        <w:t>Megrendelő kijelenti, hogy előleget nem fizet.</w:t>
      </w:r>
      <w:r w:rsidR="000C62FE" w:rsidRPr="002E7B2F">
        <w:rPr>
          <w:rFonts w:ascii="Garamond" w:hAnsi="Garamond" w:cs="Arial"/>
          <w:szCs w:val="24"/>
        </w:rPr>
        <w:t xml:space="preserve"> </w:t>
      </w:r>
    </w:p>
    <w:p w:rsidR="009252A2" w:rsidRPr="002E7B2F" w:rsidRDefault="009252A2" w:rsidP="00D63777">
      <w:pPr>
        <w:jc w:val="both"/>
        <w:rPr>
          <w:rFonts w:ascii="Garamond" w:hAnsi="Garamond" w:cs="Arial"/>
          <w:szCs w:val="24"/>
        </w:rPr>
      </w:pPr>
    </w:p>
    <w:p w:rsidR="00DA6082" w:rsidRPr="002E7B2F" w:rsidRDefault="00DA6082" w:rsidP="00622D93">
      <w:pPr>
        <w:jc w:val="both"/>
        <w:rPr>
          <w:rFonts w:ascii="Garamond" w:hAnsi="Garamond" w:cs="Arial"/>
          <w:szCs w:val="24"/>
        </w:rPr>
      </w:pPr>
    </w:p>
    <w:p w:rsidR="00D37AA0" w:rsidRPr="002E7B2F" w:rsidRDefault="0002757F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1</w:t>
      </w:r>
      <w:r w:rsidR="004119A3" w:rsidRPr="002E7B2F">
        <w:rPr>
          <w:rFonts w:ascii="Garamond" w:hAnsi="Garamond" w:cs="Arial"/>
          <w:b/>
          <w:smallCaps/>
        </w:rPr>
        <w:t>1</w:t>
      </w:r>
      <w:r w:rsidR="00D37AA0" w:rsidRPr="002E7B2F">
        <w:rPr>
          <w:rFonts w:ascii="Garamond" w:hAnsi="Garamond" w:cs="Arial"/>
          <w:b/>
          <w:smallCaps/>
        </w:rPr>
        <w:t>.</w:t>
      </w:r>
      <w:r w:rsidR="00D37AA0" w:rsidRPr="002E7B2F">
        <w:rPr>
          <w:rFonts w:ascii="Garamond" w:hAnsi="Garamond" w:cs="Arial"/>
          <w:b/>
          <w:smallCaps/>
        </w:rPr>
        <w:tab/>
        <w:t>Titoktartás</w:t>
      </w:r>
    </w:p>
    <w:p w:rsidR="00D37AA0" w:rsidRPr="002E7B2F" w:rsidRDefault="00D37AA0" w:rsidP="00622D93">
      <w:pPr>
        <w:ind w:left="540" w:hanging="540"/>
        <w:jc w:val="both"/>
        <w:rPr>
          <w:rFonts w:ascii="Garamond" w:hAnsi="Garamond" w:cs="Arial"/>
          <w:szCs w:val="24"/>
        </w:rPr>
      </w:pPr>
    </w:p>
    <w:p w:rsidR="00D37AA0" w:rsidRPr="002E7B2F" w:rsidRDefault="0002757F" w:rsidP="00622D93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</w:t>
      </w:r>
      <w:r w:rsidR="004119A3" w:rsidRPr="002E7B2F">
        <w:rPr>
          <w:rFonts w:ascii="Garamond" w:hAnsi="Garamond" w:cs="Arial"/>
          <w:szCs w:val="24"/>
        </w:rPr>
        <w:t>1</w:t>
      </w:r>
      <w:r w:rsidR="00D37AA0" w:rsidRPr="002E7B2F">
        <w:rPr>
          <w:rFonts w:ascii="Garamond" w:hAnsi="Garamond" w:cs="Arial"/>
          <w:szCs w:val="24"/>
        </w:rPr>
        <w:t>.1</w:t>
      </w:r>
      <w:r w:rsidR="00DB29DD" w:rsidRPr="002E7B2F">
        <w:rPr>
          <w:rFonts w:ascii="Garamond" w:hAnsi="Garamond" w:cs="Arial"/>
          <w:szCs w:val="24"/>
        </w:rPr>
        <w:t>.</w:t>
      </w:r>
      <w:r w:rsidR="00D37AA0" w:rsidRPr="002E7B2F">
        <w:rPr>
          <w:rFonts w:ascii="Garamond" w:hAnsi="Garamond" w:cs="Arial"/>
          <w:szCs w:val="24"/>
        </w:rPr>
        <w:tab/>
        <w:t xml:space="preserve">A Felek megállapodnak abban, hogy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D37AA0" w:rsidRPr="002E7B2F">
        <w:rPr>
          <w:rFonts w:ascii="Garamond" w:hAnsi="Garamond" w:cs="Arial"/>
          <w:szCs w:val="24"/>
        </w:rPr>
        <w:t>t, valamint az annak teljesítése során vagy azzal összefüggésben tudomásukra jutott, a másik Felet érintő minden olyan információt — beleértve a másik fél know-how-jába tartozó információkat is —, amelyet a másik Fél még nem hozott nyilvánosságra, és amelynek közlése a másik Félre vagy a vele kapcsolatban álló más jogalanyra hátrányos következménnyel járna, ezek hátrányos megítélését eredményezhetné, vagy gazdasági érdekeiket sértené vagy veszélyeztetné üzleti titokként (a továbbiakban: Titok) kötelesek kezelni.</w:t>
      </w:r>
    </w:p>
    <w:p w:rsidR="00DA6082" w:rsidRPr="002E7B2F" w:rsidRDefault="00DA6082" w:rsidP="00D37AA0">
      <w:pPr>
        <w:jc w:val="both"/>
        <w:rPr>
          <w:rFonts w:ascii="Garamond" w:hAnsi="Garamond" w:cs="Arial"/>
          <w:szCs w:val="24"/>
        </w:rPr>
      </w:pPr>
    </w:p>
    <w:p w:rsidR="00D37AA0" w:rsidRPr="002E7B2F" w:rsidRDefault="0002757F" w:rsidP="00D37AA0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</w:t>
      </w:r>
      <w:r w:rsidR="004119A3" w:rsidRPr="002E7B2F">
        <w:rPr>
          <w:rFonts w:ascii="Garamond" w:hAnsi="Garamond" w:cs="Arial"/>
          <w:szCs w:val="24"/>
        </w:rPr>
        <w:t>1</w:t>
      </w:r>
      <w:r w:rsidR="00D37AA0" w:rsidRPr="002E7B2F">
        <w:rPr>
          <w:rFonts w:ascii="Garamond" w:hAnsi="Garamond" w:cs="Arial"/>
          <w:szCs w:val="24"/>
        </w:rPr>
        <w:t>.2</w:t>
      </w:r>
      <w:r w:rsidR="00DB29DD" w:rsidRPr="002E7B2F">
        <w:rPr>
          <w:rFonts w:ascii="Garamond" w:hAnsi="Garamond" w:cs="Arial"/>
          <w:szCs w:val="24"/>
        </w:rPr>
        <w:t>.</w:t>
      </w:r>
      <w:r w:rsidR="00D37AA0" w:rsidRPr="002E7B2F">
        <w:rPr>
          <w:rFonts w:ascii="Garamond" w:hAnsi="Garamond" w:cs="Arial"/>
          <w:szCs w:val="24"/>
        </w:rPr>
        <w:t xml:space="preserve"> </w:t>
      </w:r>
      <w:r w:rsidR="00920323" w:rsidRPr="002E7B2F">
        <w:rPr>
          <w:rFonts w:ascii="Garamond" w:hAnsi="Garamond" w:cs="Arial"/>
          <w:szCs w:val="24"/>
        </w:rPr>
        <w:tab/>
      </w:r>
      <w:r w:rsidR="00D37AA0" w:rsidRPr="002E7B2F">
        <w:rPr>
          <w:rFonts w:ascii="Garamond" w:hAnsi="Garamond" w:cs="Arial"/>
          <w:szCs w:val="24"/>
        </w:rPr>
        <w:t xml:space="preserve">A Felek megállapodnak abban, hogy ennek megfelelően minden Titkot szigorúan megtartanak, és a másik Fél előzetes, írásbeli engedélye nélkül nem hoznak nyilvánosságra, illetéktelen személynek nem szolgáltatnak ki, és ilyen személy számára nem tesznek hozzáférhetővé sem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D37AA0" w:rsidRPr="002E7B2F">
        <w:rPr>
          <w:rFonts w:ascii="Garamond" w:hAnsi="Garamond" w:cs="Arial"/>
          <w:szCs w:val="24"/>
        </w:rPr>
        <w:t xml:space="preserve"> hatályának fennállása alatt, sem azt követően.</w:t>
      </w:r>
    </w:p>
    <w:p w:rsidR="00D37AA0" w:rsidRPr="002E7B2F" w:rsidRDefault="00D37AA0" w:rsidP="00D37AA0">
      <w:pPr>
        <w:ind w:left="540" w:hanging="540"/>
        <w:jc w:val="both"/>
        <w:rPr>
          <w:rFonts w:ascii="Garamond" w:hAnsi="Garamond" w:cs="Arial"/>
          <w:szCs w:val="24"/>
        </w:rPr>
      </w:pPr>
    </w:p>
    <w:p w:rsidR="00D37AA0" w:rsidRPr="002E7B2F" w:rsidRDefault="0002757F" w:rsidP="00D37AA0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</w:t>
      </w:r>
      <w:r w:rsidR="004119A3" w:rsidRPr="002E7B2F">
        <w:rPr>
          <w:rFonts w:ascii="Garamond" w:hAnsi="Garamond" w:cs="Arial"/>
          <w:szCs w:val="24"/>
        </w:rPr>
        <w:t>1</w:t>
      </w:r>
      <w:r w:rsidR="00D37AA0" w:rsidRPr="002E7B2F">
        <w:rPr>
          <w:rFonts w:ascii="Garamond" w:hAnsi="Garamond" w:cs="Arial"/>
          <w:szCs w:val="24"/>
        </w:rPr>
        <w:t>.3</w:t>
      </w:r>
      <w:r w:rsidR="00DB29DD" w:rsidRPr="002E7B2F">
        <w:rPr>
          <w:rFonts w:ascii="Garamond" w:hAnsi="Garamond" w:cs="Arial"/>
          <w:szCs w:val="24"/>
        </w:rPr>
        <w:t>.</w:t>
      </w:r>
      <w:r w:rsidR="00D37AA0" w:rsidRPr="002E7B2F">
        <w:rPr>
          <w:rFonts w:ascii="Garamond" w:hAnsi="Garamond" w:cs="Arial"/>
          <w:szCs w:val="24"/>
        </w:rPr>
        <w:t xml:space="preserve"> A Felek megállapodnak abban, hogy kötelesek gondoskodni arról, hogy a Titkot a velük jogviszonyban álló más személyek (például: munkavállalók, üzleti partnerek stb.) is üzleti titokként kezeljék, mind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D37AA0" w:rsidRPr="002E7B2F">
        <w:rPr>
          <w:rFonts w:ascii="Garamond" w:hAnsi="Garamond" w:cs="Arial"/>
          <w:szCs w:val="24"/>
        </w:rPr>
        <w:t xml:space="preserve"> hatálya alatt, mind azt követően.</w:t>
      </w:r>
    </w:p>
    <w:p w:rsidR="00D37AA0" w:rsidRPr="002E7B2F" w:rsidRDefault="00D37AA0" w:rsidP="00D37AA0">
      <w:pPr>
        <w:jc w:val="both"/>
        <w:rPr>
          <w:rFonts w:ascii="Garamond" w:hAnsi="Garamond" w:cs="Arial"/>
          <w:szCs w:val="24"/>
        </w:rPr>
      </w:pPr>
    </w:p>
    <w:p w:rsidR="00D37AA0" w:rsidRPr="002E7B2F" w:rsidRDefault="0002757F" w:rsidP="00D37AA0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</w:t>
      </w:r>
      <w:r w:rsidR="004119A3" w:rsidRPr="002E7B2F">
        <w:rPr>
          <w:rFonts w:ascii="Garamond" w:hAnsi="Garamond" w:cs="Arial"/>
          <w:szCs w:val="24"/>
        </w:rPr>
        <w:t>1</w:t>
      </w:r>
      <w:r w:rsidR="00D37AA0" w:rsidRPr="002E7B2F">
        <w:rPr>
          <w:rFonts w:ascii="Garamond" w:hAnsi="Garamond" w:cs="Arial"/>
          <w:szCs w:val="24"/>
        </w:rPr>
        <w:t>.4</w:t>
      </w:r>
      <w:r w:rsidR="00DB29DD" w:rsidRPr="002E7B2F">
        <w:rPr>
          <w:rFonts w:ascii="Garamond" w:hAnsi="Garamond" w:cs="Arial"/>
          <w:szCs w:val="24"/>
        </w:rPr>
        <w:t>.</w:t>
      </w:r>
      <w:r w:rsidR="00D37AA0" w:rsidRPr="002E7B2F">
        <w:rPr>
          <w:rFonts w:ascii="Garamond" w:hAnsi="Garamond" w:cs="Arial"/>
          <w:szCs w:val="24"/>
        </w:rPr>
        <w:t xml:space="preserve"> A Felek megállapodnak abban, hogy a Feleket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D37AA0" w:rsidRPr="002E7B2F">
        <w:rPr>
          <w:rFonts w:ascii="Garamond" w:hAnsi="Garamond" w:cs="Arial"/>
          <w:szCs w:val="24"/>
        </w:rPr>
        <w:t xml:space="preserve"> bármely okból történő megszűnése esetén a jogviszony utolsó napjától számított meghatározatlan ideig terheli a titoktartási kötelezettség.</w:t>
      </w:r>
    </w:p>
    <w:p w:rsidR="00D37AA0" w:rsidRPr="002E7B2F" w:rsidRDefault="00D37AA0" w:rsidP="00D37AA0">
      <w:pPr>
        <w:jc w:val="both"/>
        <w:rPr>
          <w:rFonts w:ascii="Garamond" w:hAnsi="Garamond" w:cs="Arial"/>
          <w:szCs w:val="24"/>
        </w:rPr>
      </w:pPr>
    </w:p>
    <w:p w:rsidR="00E23299" w:rsidRPr="002E7B2F" w:rsidRDefault="00E23299" w:rsidP="00D37AA0">
      <w:pPr>
        <w:jc w:val="both"/>
        <w:rPr>
          <w:rFonts w:ascii="Garamond" w:hAnsi="Garamond" w:cs="Arial"/>
          <w:szCs w:val="24"/>
        </w:rPr>
      </w:pPr>
    </w:p>
    <w:p w:rsidR="00D37AA0" w:rsidRPr="002E7B2F" w:rsidRDefault="0002757F" w:rsidP="00CC50AD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1</w:t>
      </w:r>
      <w:r w:rsidR="004119A3" w:rsidRPr="002E7B2F">
        <w:rPr>
          <w:rFonts w:ascii="Garamond" w:hAnsi="Garamond" w:cs="Arial"/>
          <w:b/>
          <w:smallCaps/>
        </w:rPr>
        <w:t>2</w:t>
      </w:r>
      <w:r w:rsidR="00D37AA0" w:rsidRPr="002E7B2F">
        <w:rPr>
          <w:rFonts w:ascii="Garamond" w:hAnsi="Garamond" w:cs="Arial"/>
          <w:b/>
          <w:smallCaps/>
        </w:rPr>
        <w:t>.</w:t>
      </w:r>
      <w:r w:rsidR="00D37AA0" w:rsidRPr="002E7B2F">
        <w:rPr>
          <w:rFonts w:ascii="Garamond" w:hAnsi="Garamond" w:cs="Arial"/>
          <w:b/>
          <w:smallCaps/>
        </w:rPr>
        <w:tab/>
      </w:r>
      <w:r w:rsidR="00EE21CA" w:rsidRPr="002E7B2F">
        <w:rPr>
          <w:rFonts w:ascii="Garamond" w:hAnsi="Garamond" w:cs="Arial"/>
          <w:b/>
          <w:smallCaps/>
        </w:rPr>
        <w:t>A viták rendezése</w:t>
      </w:r>
    </w:p>
    <w:p w:rsidR="00D37AA0" w:rsidRPr="002E7B2F" w:rsidRDefault="00D37AA0" w:rsidP="00D37AA0">
      <w:pPr>
        <w:jc w:val="both"/>
        <w:rPr>
          <w:rFonts w:ascii="Garamond" w:hAnsi="Garamond" w:cs="Arial"/>
          <w:szCs w:val="24"/>
        </w:rPr>
      </w:pPr>
    </w:p>
    <w:p w:rsidR="00D37AA0" w:rsidRPr="002E7B2F" w:rsidRDefault="00D37AA0" w:rsidP="00D37AA0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</w:t>
      </w:r>
      <w:r w:rsidR="004119A3" w:rsidRPr="002E7B2F">
        <w:rPr>
          <w:rFonts w:ascii="Garamond" w:hAnsi="Garamond" w:cs="Arial"/>
          <w:szCs w:val="24"/>
        </w:rPr>
        <w:t>2</w:t>
      </w:r>
      <w:r w:rsidRPr="002E7B2F">
        <w:rPr>
          <w:rFonts w:ascii="Garamond" w:hAnsi="Garamond" w:cs="Arial"/>
          <w:szCs w:val="24"/>
        </w:rPr>
        <w:t>.</w:t>
      </w:r>
      <w:r w:rsidR="00EE21CA" w:rsidRPr="002E7B2F">
        <w:rPr>
          <w:rFonts w:ascii="Garamond" w:hAnsi="Garamond" w:cs="Arial"/>
          <w:szCs w:val="24"/>
        </w:rPr>
        <w:t>1</w:t>
      </w:r>
      <w:r w:rsidR="00DB29DD" w:rsidRPr="002E7B2F">
        <w:rPr>
          <w:rFonts w:ascii="Garamond" w:hAnsi="Garamond" w:cs="Arial"/>
          <w:szCs w:val="24"/>
        </w:rPr>
        <w:t>.</w:t>
      </w:r>
      <w:r w:rsidRPr="002E7B2F">
        <w:rPr>
          <w:rFonts w:ascii="Garamond" w:hAnsi="Garamond" w:cs="Arial"/>
          <w:szCs w:val="24"/>
        </w:rPr>
        <w:tab/>
        <w:t xml:space="preserve">Felek megállapodnak abban, hogy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Pr="002E7B2F">
        <w:rPr>
          <w:rFonts w:ascii="Garamond" w:hAnsi="Garamond" w:cs="Arial"/>
          <w:szCs w:val="24"/>
        </w:rPr>
        <w:t xml:space="preserve"> alapján felmerülő vitákat elsődlegesen egyeztetés útján k</w:t>
      </w:r>
      <w:r w:rsidR="00CA4CE8" w:rsidRPr="002E7B2F">
        <w:rPr>
          <w:rFonts w:ascii="Garamond" w:hAnsi="Garamond" w:cs="Arial"/>
          <w:szCs w:val="24"/>
        </w:rPr>
        <w:t xml:space="preserve">ísérlik meg rendezni. </w:t>
      </w:r>
      <w:r w:rsidR="008049D1" w:rsidRPr="002E7B2F">
        <w:rPr>
          <w:rFonts w:ascii="Garamond" w:hAnsi="Garamond" w:cs="Arial"/>
          <w:szCs w:val="24"/>
        </w:rPr>
        <w:t>Amennyiben ez nem vezet eredményre, a Felek a Polgári Perrendtartásról szóló 1952. évi III. törvény (a továbbiakban: Pp.) általános hatásköri és illetékességi szabályai szerint járnak el.</w:t>
      </w:r>
    </w:p>
    <w:p w:rsidR="00925CCF" w:rsidRPr="002E7B2F" w:rsidRDefault="00925CCF" w:rsidP="00D37AA0">
      <w:pPr>
        <w:ind w:left="540" w:hanging="540"/>
        <w:jc w:val="both"/>
        <w:rPr>
          <w:rFonts w:ascii="Garamond" w:hAnsi="Garamond" w:cs="Arial"/>
          <w:szCs w:val="24"/>
        </w:rPr>
      </w:pPr>
    </w:p>
    <w:p w:rsidR="00D37AA0" w:rsidRPr="002E7B2F" w:rsidRDefault="00D37AA0" w:rsidP="00D37AA0">
      <w:pPr>
        <w:ind w:left="540" w:hanging="540"/>
        <w:jc w:val="both"/>
        <w:rPr>
          <w:rFonts w:ascii="Garamond" w:hAnsi="Garamond" w:cs="Arial"/>
          <w:szCs w:val="24"/>
        </w:rPr>
      </w:pPr>
    </w:p>
    <w:p w:rsidR="00D37AA0" w:rsidRPr="002E7B2F" w:rsidRDefault="00D37AA0" w:rsidP="00E215C7">
      <w:pPr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1</w:t>
      </w:r>
      <w:r w:rsidR="004119A3" w:rsidRPr="002E7B2F">
        <w:rPr>
          <w:rFonts w:ascii="Garamond" w:hAnsi="Garamond" w:cs="Arial"/>
          <w:b/>
          <w:smallCaps/>
        </w:rPr>
        <w:t>3</w:t>
      </w:r>
      <w:r w:rsidRPr="002E7B2F">
        <w:rPr>
          <w:rFonts w:ascii="Garamond" w:hAnsi="Garamond" w:cs="Arial"/>
          <w:b/>
          <w:smallCaps/>
        </w:rPr>
        <w:t>.</w:t>
      </w:r>
      <w:r w:rsidRPr="002E7B2F">
        <w:rPr>
          <w:rFonts w:ascii="Garamond" w:hAnsi="Garamond" w:cs="Arial"/>
          <w:b/>
          <w:smallCaps/>
        </w:rPr>
        <w:tab/>
        <w:t>Értesítések</w:t>
      </w:r>
    </w:p>
    <w:p w:rsidR="00D37AA0" w:rsidRPr="002E7B2F" w:rsidRDefault="00D37AA0" w:rsidP="00D37AA0">
      <w:pPr>
        <w:rPr>
          <w:rFonts w:ascii="Garamond" w:hAnsi="Garamond" w:cs="Arial"/>
          <w:smallCaps/>
          <w:szCs w:val="24"/>
        </w:rPr>
      </w:pPr>
    </w:p>
    <w:p w:rsidR="004D0565" w:rsidRPr="002E7B2F" w:rsidRDefault="00D37AA0" w:rsidP="004D0565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</w:t>
      </w:r>
      <w:r w:rsidR="004119A3" w:rsidRPr="002E7B2F">
        <w:rPr>
          <w:rFonts w:ascii="Garamond" w:hAnsi="Garamond" w:cs="Arial"/>
          <w:szCs w:val="24"/>
        </w:rPr>
        <w:t>3</w:t>
      </w:r>
      <w:r w:rsidRPr="002E7B2F">
        <w:rPr>
          <w:rFonts w:ascii="Garamond" w:hAnsi="Garamond" w:cs="Arial"/>
          <w:szCs w:val="24"/>
        </w:rPr>
        <w:t>.1</w:t>
      </w:r>
      <w:r w:rsidR="00DB29DD" w:rsidRPr="002E7B2F">
        <w:rPr>
          <w:rFonts w:ascii="Garamond" w:hAnsi="Garamond" w:cs="Arial"/>
          <w:szCs w:val="24"/>
        </w:rPr>
        <w:t>.</w:t>
      </w:r>
      <w:r w:rsidR="000E2394" w:rsidRPr="002E7B2F">
        <w:rPr>
          <w:rFonts w:ascii="Garamond" w:hAnsi="Garamond" w:cs="Arial"/>
          <w:szCs w:val="24"/>
        </w:rPr>
        <w:tab/>
      </w:r>
      <w:r w:rsidR="004D0565" w:rsidRPr="002E7B2F">
        <w:rPr>
          <w:rFonts w:ascii="Garamond" w:hAnsi="Garamond" w:cs="Arial"/>
          <w:szCs w:val="24"/>
        </w:rPr>
        <w:t xml:space="preserve">A Felek megállapodnak abban, hogy a jelen Keretszerződés által megkívánt minden írásbeli értesítést a Felek mindenkori székhelyének </w:t>
      </w:r>
      <w:r w:rsidR="004D0565" w:rsidRPr="002E7B2F">
        <w:rPr>
          <w:rFonts w:ascii="Garamond" w:hAnsi="Garamond" w:cs="Arial"/>
        </w:rPr>
        <w:t xml:space="preserve">/ és a Szállító levelezési </w:t>
      </w:r>
      <w:r w:rsidR="004D0565" w:rsidRPr="002E7B2F">
        <w:rPr>
          <w:rFonts w:ascii="Garamond" w:hAnsi="Garamond" w:cs="Arial"/>
          <w:szCs w:val="24"/>
        </w:rPr>
        <w:t>címére (</w:t>
      </w:r>
      <w:proofErr w:type="gramStart"/>
      <w:r w:rsidR="004D0565" w:rsidRPr="002E7B2F">
        <w:rPr>
          <w:rFonts w:ascii="Garamond" w:hAnsi="Garamond" w:cs="Arial"/>
          <w:szCs w:val="24"/>
        </w:rPr>
        <w:t>……………………</w:t>
      </w:r>
      <w:proofErr w:type="gramEnd"/>
      <w:r w:rsidR="004D0565" w:rsidRPr="002E7B2F">
        <w:rPr>
          <w:rFonts w:ascii="Garamond" w:hAnsi="Garamond" w:cs="Arial"/>
          <w:szCs w:val="24"/>
        </w:rPr>
        <w:t xml:space="preserve">) kell megküldeni. Az erre a címre ajánlott, tértivevényes küldeményként postára adott értesítést, a kézbesítés megkísérlését követő 3. (harmadik) munkanapon </w:t>
      </w:r>
      <w:r w:rsidR="004D0565" w:rsidRPr="002E7B2F">
        <w:rPr>
          <w:rFonts w:ascii="Garamond" w:hAnsi="Garamond" w:cs="Arial"/>
          <w:szCs w:val="24"/>
        </w:rPr>
        <w:lastRenderedPageBreak/>
        <w:t>kézbesítettnek kell tekinteni akkor is, ha a tértivevény szerint a kézbesítés azért volt eredménytelen, mert a címzett ismeretlen, ismeretlen helyre költözött, az iratot nem vette át, vagy az átvételt megtagadta.</w:t>
      </w:r>
    </w:p>
    <w:p w:rsidR="004D0565" w:rsidRPr="002E7B2F" w:rsidRDefault="004D0565" w:rsidP="004D0565">
      <w:pPr>
        <w:jc w:val="both"/>
        <w:rPr>
          <w:rFonts w:ascii="Garamond" w:hAnsi="Garamond" w:cs="Arial"/>
          <w:szCs w:val="24"/>
        </w:rPr>
      </w:pPr>
    </w:p>
    <w:p w:rsidR="004D0565" w:rsidRPr="002E7B2F" w:rsidRDefault="004D0565" w:rsidP="004D0565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 xml:space="preserve">13.2. A Felek rögzítik, hogy a kölcsönös együttműködésükkel összefüggő bármely lényeges információról haladéktalanul írásban </w:t>
      </w:r>
      <w:r w:rsidRPr="002E7B2F">
        <w:rPr>
          <w:rFonts w:ascii="Garamond" w:hAnsi="Garamond" w:cs="Arial"/>
        </w:rPr>
        <w:t>(faxon, illetve e-mailben)</w:t>
      </w:r>
      <w:r w:rsidRPr="002E7B2F">
        <w:rPr>
          <w:rFonts w:ascii="Garamond" w:hAnsi="Garamond" w:cs="Arial"/>
          <w:szCs w:val="24"/>
        </w:rPr>
        <w:t>, visszaigazolható módon (postai úton történő kézbesítés esetében feladóvevénnyel és tértivevénnyel; személyes kézbesítés esetén átvételi elismervénnyel, amely az átvevő személy olvasható nevét és aláírását és az átvétel keltét tartalmazza) kötelesek a másik Felet értesíteni.</w:t>
      </w:r>
    </w:p>
    <w:p w:rsidR="00D37AA0" w:rsidRPr="002E7B2F" w:rsidRDefault="00D37AA0" w:rsidP="00DB29DD">
      <w:pPr>
        <w:tabs>
          <w:tab w:val="num" w:pos="1980"/>
        </w:tabs>
        <w:ind w:left="540" w:hanging="540"/>
        <w:jc w:val="both"/>
        <w:rPr>
          <w:rFonts w:ascii="Garamond" w:hAnsi="Garamond" w:cs="Arial"/>
          <w:szCs w:val="24"/>
        </w:rPr>
      </w:pPr>
    </w:p>
    <w:p w:rsidR="00D10E4C" w:rsidRPr="002E7B2F" w:rsidRDefault="00DB29DD" w:rsidP="00DB29DD">
      <w:pPr>
        <w:tabs>
          <w:tab w:val="num" w:pos="540"/>
        </w:tabs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13.3.</w:t>
      </w:r>
      <w:r w:rsidRPr="002E7B2F">
        <w:rPr>
          <w:rFonts w:ascii="Garamond" w:hAnsi="Garamond" w:cs="Arial"/>
          <w:szCs w:val="24"/>
        </w:rPr>
        <w:tab/>
      </w:r>
      <w:r w:rsidR="00D10E4C" w:rsidRPr="002E7B2F">
        <w:rPr>
          <w:rFonts w:ascii="Garamond" w:hAnsi="Garamond" w:cs="Arial"/>
          <w:szCs w:val="24"/>
        </w:rPr>
        <w:t>Kapcsolattartók:</w:t>
      </w:r>
    </w:p>
    <w:p w:rsidR="00D10E4C" w:rsidRPr="002E7B2F" w:rsidRDefault="00D10E4C" w:rsidP="00D10E4C">
      <w:pPr>
        <w:ind w:left="600" w:hanging="600"/>
        <w:jc w:val="both"/>
        <w:rPr>
          <w:rFonts w:ascii="Garamond" w:hAnsi="Garamond" w:cs="Arial"/>
          <w:szCs w:val="24"/>
        </w:rPr>
      </w:pPr>
    </w:p>
    <w:p w:rsidR="00D10E4C" w:rsidRPr="002E7B2F" w:rsidRDefault="00D10E4C" w:rsidP="00D10E4C">
      <w:pPr>
        <w:ind w:left="6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 xml:space="preserve">A Megrendelő részéről </w:t>
      </w:r>
      <w:r w:rsidRPr="002E7B2F">
        <w:rPr>
          <w:rFonts w:ascii="Garamond" w:hAnsi="Garamond" w:cs="Arial"/>
          <w:u w:val="single"/>
        </w:rPr>
        <w:t>a jelen Keretszerződés vonatkozásában</w:t>
      </w:r>
      <w:r w:rsidRPr="002E7B2F">
        <w:rPr>
          <w:rFonts w:ascii="Garamond" w:hAnsi="Garamond" w:cs="Arial"/>
        </w:rPr>
        <w:t xml:space="preserve"> kapcsolattartásra kijelölt személy, vagy szervezet:</w:t>
      </w:r>
    </w:p>
    <w:p w:rsidR="00D10E4C" w:rsidRPr="00634914" w:rsidRDefault="00D10E4C" w:rsidP="00D10E4C">
      <w:pPr>
        <w:ind w:left="1309" w:firstLine="109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>……………………………….</w:t>
      </w:r>
    </w:p>
    <w:p w:rsidR="00D10E4C" w:rsidRPr="00634914" w:rsidRDefault="00D10E4C" w:rsidP="00D10E4C">
      <w:pPr>
        <w:ind w:left="1200" w:firstLine="218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 xml:space="preserve">Telefon: </w:t>
      </w:r>
      <w:r w:rsidRPr="00634914">
        <w:rPr>
          <w:rFonts w:ascii="Garamond" w:hAnsi="Garamond" w:cs="Arial"/>
        </w:rPr>
        <w:tab/>
        <w:t>……………</w:t>
      </w:r>
    </w:p>
    <w:p w:rsidR="00D10E4C" w:rsidRPr="00634914" w:rsidRDefault="00D10E4C" w:rsidP="00D10E4C">
      <w:pPr>
        <w:ind w:left="1091" w:firstLine="327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 xml:space="preserve">Telefax: </w:t>
      </w:r>
      <w:r w:rsidRPr="00634914">
        <w:rPr>
          <w:rFonts w:ascii="Garamond" w:hAnsi="Garamond" w:cs="Arial"/>
        </w:rPr>
        <w:tab/>
        <w:t>……………</w:t>
      </w:r>
    </w:p>
    <w:p w:rsidR="00D10E4C" w:rsidRPr="00634914" w:rsidRDefault="00D10E4C" w:rsidP="00D10E4C">
      <w:pPr>
        <w:ind w:left="982" w:firstLine="436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 xml:space="preserve">E-mail: </w:t>
      </w:r>
      <w:r w:rsidRPr="00634914">
        <w:rPr>
          <w:rFonts w:ascii="Garamond" w:hAnsi="Garamond" w:cs="Arial"/>
        </w:rPr>
        <w:tab/>
        <w:t>……………</w:t>
      </w:r>
    </w:p>
    <w:p w:rsidR="00D10E4C" w:rsidRPr="00634914" w:rsidRDefault="00D10E4C" w:rsidP="00D10E4C">
      <w:pPr>
        <w:ind w:left="600"/>
        <w:jc w:val="both"/>
        <w:rPr>
          <w:rFonts w:ascii="Garamond" w:hAnsi="Garamond" w:cs="Arial"/>
        </w:rPr>
      </w:pPr>
    </w:p>
    <w:p w:rsidR="00D10E4C" w:rsidRPr="00634914" w:rsidRDefault="00D10E4C" w:rsidP="00D10E4C">
      <w:pPr>
        <w:ind w:left="600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 xml:space="preserve">A Megrendelő részéről </w:t>
      </w:r>
      <w:r w:rsidRPr="00634914">
        <w:rPr>
          <w:rFonts w:ascii="Garamond" w:hAnsi="Garamond" w:cs="Arial"/>
          <w:u w:val="single"/>
        </w:rPr>
        <w:t>műszaki, szakmai kérdésekben</w:t>
      </w:r>
      <w:r w:rsidRPr="00634914">
        <w:rPr>
          <w:rFonts w:ascii="Garamond" w:hAnsi="Garamond" w:cs="Arial"/>
        </w:rPr>
        <w:t xml:space="preserve"> kapcsolattartásra kijelölt személy:</w:t>
      </w:r>
    </w:p>
    <w:p w:rsidR="00D10E4C" w:rsidRPr="00634914" w:rsidRDefault="00D10E4C" w:rsidP="00D10E4C">
      <w:pPr>
        <w:ind w:left="1309" w:firstLine="109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>………………………………</w:t>
      </w:r>
    </w:p>
    <w:p w:rsidR="00D10E4C" w:rsidRPr="00634914" w:rsidRDefault="00D10E4C" w:rsidP="00D10E4C">
      <w:pPr>
        <w:ind w:left="1200" w:firstLine="218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 xml:space="preserve">Telefon: </w:t>
      </w:r>
      <w:r w:rsidRPr="00634914">
        <w:rPr>
          <w:rFonts w:ascii="Garamond" w:hAnsi="Garamond" w:cs="Arial"/>
        </w:rPr>
        <w:tab/>
        <w:t>…………….</w:t>
      </w:r>
    </w:p>
    <w:p w:rsidR="00D10E4C" w:rsidRPr="00634914" w:rsidRDefault="00D10E4C" w:rsidP="00D10E4C">
      <w:pPr>
        <w:ind w:left="1200" w:firstLine="218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>Telefax:</w:t>
      </w:r>
      <w:r w:rsidRPr="00634914">
        <w:rPr>
          <w:rFonts w:ascii="Garamond" w:hAnsi="Garamond" w:cs="Arial"/>
        </w:rPr>
        <w:tab/>
        <w:t>………………</w:t>
      </w:r>
    </w:p>
    <w:p w:rsidR="00D10E4C" w:rsidRPr="00634914" w:rsidRDefault="00D10E4C" w:rsidP="00D10E4C">
      <w:pPr>
        <w:ind w:left="1091" w:firstLine="327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 xml:space="preserve">E-mail: </w:t>
      </w:r>
      <w:r w:rsidRPr="00634914">
        <w:rPr>
          <w:rFonts w:ascii="Garamond" w:hAnsi="Garamond" w:cs="Arial"/>
        </w:rPr>
        <w:tab/>
        <w:t>…………….</w:t>
      </w:r>
    </w:p>
    <w:p w:rsidR="00D10E4C" w:rsidRPr="00634914" w:rsidRDefault="00D10E4C" w:rsidP="00D10E4C">
      <w:pPr>
        <w:jc w:val="both"/>
        <w:rPr>
          <w:rFonts w:ascii="Garamond" w:hAnsi="Garamond"/>
        </w:rPr>
      </w:pPr>
    </w:p>
    <w:p w:rsidR="00D10E4C" w:rsidRPr="00634914" w:rsidRDefault="00D10E4C" w:rsidP="00D10E4C">
      <w:pPr>
        <w:ind w:left="600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>A Szállító részéről kapcsolattartásra kijelölt személy:</w:t>
      </w:r>
    </w:p>
    <w:p w:rsidR="00D10E4C" w:rsidRPr="00634914" w:rsidRDefault="00D10E4C" w:rsidP="00D10E4C">
      <w:pPr>
        <w:ind w:left="1309" w:firstLine="109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>………………………………</w:t>
      </w:r>
    </w:p>
    <w:p w:rsidR="00D10E4C" w:rsidRPr="00634914" w:rsidRDefault="00D10E4C" w:rsidP="00D10E4C">
      <w:pPr>
        <w:ind w:left="1200" w:firstLine="218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>Telefon:</w:t>
      </w:r>
      <w:r w:rsidRPr="00634914">
        <w:rPr>
          <w:rFonts w:ascii="Garamond" w:hAnsi="Garamond" w:cs="Arial"/>
        </w:rPr>
        <w:tab/>
        <w:t>……………..</w:t>
      </w:r>
    </w:p>
    <w:p w:rsidR="00D10E4C" w:rsidRPr="00634914" w:rsidRDefault="00D10E4C" w:rsidP="00D10E4C">
      <w:pPr>
        <w:ind w:left="1091" w:firstLine="327"/>
        <w:jc w:val="both"/>
        <w:rPr>
          <w:rFonts w:ascii="Garamond" w:hAnsi="Garamond" w:cs="Arial"/>
        </w:rPr>
      </w:pPr>
      <w:r w:rsidRPr="00634914">
        <w:rPr>
          <w:rFonts w:ascii="Garamond" w:hAnsi="Garamond" w:cs="Arial"/>
        </w:rPr>
        <w:t>Telefax:</w:t>
      </w:r>
      <w:r w:rsidRPr="00634914">
        <w:rPr>
          <w:rFonts w:ascii="Garamond" w:hAnsi="Garamond" w:cs="Arial"/>
        </w:rPr>
        <w:tab/>
        <w:t>……………..</w:t>
      </w:r>
    </w:p>
    <w:p w:rsidR="00D10E4C" w:rsidRPr="00634914" w:rsidRDefault="00D10E4C" w:rsidP="00D10E4C">
      <w:pPr>
        <w:ind w:left="709" w:firstLine="709"/>
        <w:jc w:val="both"/>
        <w:rPr>
          <w:rFonts w:ascii="Garamond" w:hAnsi="Garamond" w:cs="Arial"/>
          <w:szCs w:val="24"/>
        </w:rPr>
      </w:pPr>
      <w:r w:rsidRPr="00634914">
        <w:rPr>
          <w:rFonts w:ascii="Garamond" w:hAnsi="Garamond" w:cs="Arial"/>
        </w:rPr>
        <w:t xml:space="preserve">E-mail: </w:t>
      </w:r>
      <w:r w:rsidRPr="00634914">
        <w:rPr>
          <w:rFonts w:ascii="Garamond" w:hAnsi="Garamond" w:cs="Arial"/>
        </w:rPr>
        <w:tab/>
        <w:t>……………..</w:t>
      </w:r>
    </w:p>
    <w:p w:rsidR="00D37AA0" w:rsidRPr="00634914" w:rsidRDefault="00D37AA0" w:rsidP="00D37AA0">
      <w:pPr>
        <w:jc w:val="both"/>
        <w:rPr>
          <w:rFonts w:ascii="Garamond" w:hAnsi="Garamond" w:cs="Arial"/>
          <w:szCs w:val="24"/>
        </w:rPr>
      </w:pPr>
    </w:p>
    <w:p w:rsidR="00D37AA0" w:rsidRPr="00634914" w:rsidRDefault="00D37AA0" w:rsidP="00DA6082">
      <w:pPr>
        <w:ind w:left="540" w:hanging="540"/>
        <w:jc w:val="both"/>
        <w:rPr>
          <w:rFonts w:ascii="Garamond" w:hAnsi="Garamond" w:cs="Arial"/>
          <w:szCs w:val="24"/>
        </w:rPr>
      </w:pPr>
    </w:p>
    <w:p w:rsidR="00D37AA0" w:rsidRPr="002E7B2F" w:rsidRDefault="00D37AA0" w:rsidP="00E215C7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634914">
        <w:rPr>
          <w:rFonts w:ascii="Garamond" w:hAnsi="Garamond" w:cs="Arial"/>
          <w:b/>
          <w:smallCaps/>
        </w:rPr>
        <w:t>1</w:t>
      </w:r>
      <w:r w:rsidR="00EF740A" w:rsidRPr="00634914">
        <w:rPr>
          <w:rFonts w:ascii="Garamond" w:hAnsi="Garamond" w:cs="Arial"/>
          <w:b/>
          <w:smallCaps/>
        </w:rPr>
        <w:t>4</w:t>
      </w:r>
      <w:r w:rsidRPr="00634914">
        <w:rPr>
          <w:rFonts w:ascii="Garamond" w:hAnsi="Garamond" w:cs="Arial"/>
          <w:b/>
          <w:smallCaps/>
        </w:rPr>
        <w:t>.</w:t>
      </w:r>
      <w:r w:rsidRPr="00634914">
        <w:rPr>
          <w:rFonts w:ascii="Garamond" w:hAnsi="Garamond" w:cs="Arial"/>
          <w:b/>
          <w:smallCaps/>
        </w:rPr>
        <w:tab/>
      </w:r>
      <w:r w:rsidR="0059612B" w:rsidRPr="00634914">
        <w:rPr>
          <w:rFonts w:ascii="Garamond" w:hAnsi="Garamond" w:cs="Arial"/>
          <w:b/>
          <w:smallCaps/>
        </w:rPr>
        <w:t xml:space="preserve">Záró </w:t>
      </w:r>
      <w:r w:rsidR="00A46A58" w:rsidRPr="00634914">
        <w:rPr>
          <w:rFonts w:ascii="Garamond" w:hAnsi="Garamond" w:cs="Arial"/>
          <w:b/>
          <w:smallCaps/>
        </w:rPr>
        <w:t>r</w:t>
      </w:r>
      <w:r w:rsidR="0059612B" w:rsidRPr="00634914">
        <w:rPr>
          <w:rFonts w:ascii="Garamond" w:hAnsi="Garamond" w:cs="Arial"/>
          <w:b/>
          <w:smallCaps/>
        </w:rPr>
        <w:t>endelkezések</w:t>
      </w:r>
    </w:p>
    <w:p w:rsidR="00D37AA0" w:rsidRPr="002E7B2F" w:rsidRDefault="00D37AA0" w:rsidP="0059612B">
      <w:pPr>
        <w:jc w:val="center"/>
        <w:rPr>
          <w:rFonts w:ascii="Garamond" w:hAnsi="Garamond" w:cs="Arial"/>
          <w:smallCaps/>
        </w:rPr>
      </w:pPr>
    </w:p>
    <w:p w:rsidR="0046021D" w:rsidRPr="002E7B2F" w:rsidRDefault="0046021D" w:rsidP="0046021D">
      <w:pPr>
        <w:pStyle w:val="Szvegtrzs3"/>
        <w:ind w:left="540" w:hanging="540"/>
        <w:rPr>
          <w:rFonts w:ascii="Garamond" w:hAnsi="Garamond" w:cs="Arial"/>
          <w:sz w:val="24"/>
          <w:szCs w:val="24"/>
        </w:rPr>
      </w:pPr>
      <w:r w:rsidRPr="002E7B2F">
        <w:rPr>
          <w:rFonts w:ascii="Garamond" w:hAnsi="Garamond" w:cs="Arial"/>
          <w:sz w:val="24"/>
          <w:szCs w:val="24"/>
        </w:rPr>
        <w:t>1</w:t>
      </w:r>
      <w:r w:rsidR="00EF740A" w:rsidRPr="002E7B2F">
        <w:rPr>
          <w:rFonts w:ascii="Garamond" w:hAnsi="Garamond" w:cs="Arial"/>
          <w:sz w:val="24"/>
          <w:szCs w:val="24"/>
        </w:rPr>
        <w:t>4</w:t>
      </w:r>
      <w:r w:rsidRPr="002E7B2F">
        <w:rPr>
          <w:rFonts w:ascii="Garamond" w:hAnsi="Garamond" w:cs="Arial"/>
          <w:sz w:val="24"/>
          <w:szCs w:val="24"/>
        </w:rPr>
        <w:t>.1</w:t>
      </w:r>
      <w:r w:rsidR="00DB29DD" w:rsidRPr="002E7B2F">
        <w:rPr>
          <w:rFonts w:ascii="Garamond" w:hAnsi="Garamond" w:cs="Arial"/>
          <w:sz w:val="24"/>
          <w:szCs w:val="24"/>
        </w:rPr>
        <w:t>.</w:t>
      </w:r>
      <w:r w:rsidRPr="002E7B2F">
        <w:rPr>
          <w:rFonts w:ascii="Garamond" w:hAnsi="Garamond" w:cs="Arial"/>
          <w:sz w:val="24"/>
          <w:szCs w:val="24"/>
        </w:rPr>
        <w:tab/>
        <w:t xml:space="preserve">Szállító kijelenti, hogy birtokában van az összes adatnak, amely a </w:t>
      </w:r>
      <w:r w:rsidR="0054019C" w:rsidRPr="002E7B2F">
        <w:rPr>
          <w:rFonts w:ascii="Garamond" w:hAnsi="Garamond" w:cs="Arial"/>
          <w:sz w:val="24"/>
          <w:szCs w:val="24"/>
        </w:rPr>
        <w:t xml:space="preserve">jelen </w:t>
      </w:r>
      <w:r w:rsidR="005E3434" w:rsidRPr="002E7B2F">
        <w:rPr>
          <w:rFonts w:ascii="Garamond" w:hAnsi="Garamond" w:cs="Arial"/>
          <w:sz w:val="24"/>
          <w:szCs w:val="24"/>
        </w:rPr>
        <w:t>Keretszerződés</w:t>
      </w:r>
      <w:r w:rsidRPr="002E7B2F">
        <w:rPr>
          <w:rFonts w:ascii="Garamond" w:hAnsi="Garamond" w:cs="Arial"/>
          <w:sz w:val="24"/>
          <w:szCs w:val="24"/>
        </w:rPr>
        <w:t>ben foglalt valamennyi kötelezettség teljesítéséhez szükséges.</w:t>
      </w:r>
    </w:p>
    <w:p w:rsidR="00CD79D4" w:rsidRPr="002E7B2F" w:rsidRDefault="00CD79D4" w:rsidP="0046021D">
      <w:pPr>
        <w:pStyle w:val="Szvegtrzs3"/>
        <w:ind w:left="540" w:hanging="540"/>
        <w:rPr>
          <w:rFonts w:ascii="Garamond" w:hAnsi="Garamond" w:cs="Arial"/>
          <w:sz w:val="24"/>
          <w:szCs w:val="24"/>
        </w:rPr>
      </w:pPr>
    </w:p>
    <w:p w:rsidR="0046021D" w:rsidRPr="002E7B2F" w:rsidRDefault="00CD79D4" w:rsidP="007C17B1">
      <w:pPr>
        <w:pStyle w:val="Szvegtrzs3"/>
        <w:ind w:left="540" w:hanging="540"/>
        <w:rPr>
          <w:rFonts w:ascii="Garamond" w:hAnsi="Garamond"/>
          <w:sz w:val="24"/>
          <w:szCs w:val="24"/>
        </w:rPr>
      </w:pPr>
      <w:r w:rsidRPr="002E7B2F">
        <w:rPr>
          <w:rFonts w:ascii="Garamond" w:hAnsi="Garamond" w:cs="Arial"/>
          <w:sz w:val="24"/>
          <w:szCs w:val="24"/>
        </w:rPr>
        <w:t>1</w:t>
      </w:r>
      <w:r w:rsidR="00EF740A" w:rsidRPr="002E7B2F">
        <w:rPr>
          <w:rFonts w:ascii="Garamond" w:hAnsi="Garamond" w:cs="Arial"/>
          <w:sz w:val="24"/>
          <w:szCs w:val="24"/>
        </w:rPr>
        <w:t>4</w:t>
      </w:r>
      <w:r w:rsidRPr="002E7B2F">
        <w:rPr>
          <w:rFonts w:ascii="Garamond" w:hAnsi="Garamond" w:cs="Arial"/>
          <w:sz w:val="24"/>
          <w:szCs w:val="24"/>
        </w:rPr>
        <w:t>.2</w:t>
      </w:r>
      <w:r w:rsidR="00DB29DD" w:rsidRPr="002E7B2F">
        <w:rPr>
          <w:rFonts w:ascii="Garamond" w:hAnsi="Garamond" w:cs="Arial"/>
          <w:sz w:val="24"/>
          <w:szCs w:val="24"/>
        </w:rPr>
        <w:t>.</w:t>
      </w:r>
      <w:r w:rsidRPr="002E7B2F">
        <w:rPr>
          <w:rFonts w:ascii="Garamond" w:hAnsi="Garamond" w:cs="Arial"/>
          <w:sz w:val="24"/>
          <w:szCs w:val="24"/>
        </w:rPr>
        <w:t xml:space="preserve"> </w:t>
      </w:r>
      <w:r w:rsidRPr="002E7B2F">
        <w:rPr>
          <w:rFonts w:ascii="Garamond" w:hAnsi="Garamond"/>
          <w:sz w:val="24"/>
          <w:szCs w:val="24"/>
        </w:rPr>
        <w:t xml:space="preserve">A jelen </w:t>
      </w:r>
      <w:r w:rsidR="005E3434" w:rsidRPr="002E7B2F">
        <w:rPr>
          <w:rFonts w:ascii="Garamond" w:hAnsi="Garamond"/>
          <w:sz w:val="24"/>
          <w:szCs w:val="24"/>
        </w:rPr>
        <w:t>Keretszerződés</w:t>
      </w:r>
      <w:r w:rsidRPr="002E7B2F">
        <w:rPr>
          <w:rFonts w:ascii="Garamond" w:hAnsi="Garamond"/>
          <w:sz w:val="24"/>
          <w:szCs w:val="24"/>
        </w:rPr>
        <w:t xml:space="preserve"> módosítása kizárólag írásban, </w:t>
      </w:r>
      <w:r w:rsidR="002773E1" w:rsidRPr="002E7B2F">
        <w:rPr>
          <w:rFonts w:ascii="Garamond" w:hAnsi="Garamond"/>
          <w:sz w:val="24"/>
          <w:szCs w:val="24"/>
        </w:rPr>
        <w:t xml:space="preserve">a Kbt. </w:t>
      </w:r>
      <w:r w:rsidR="003849B1" w:rsidRPr="002E7B2F">
        <w:rPr>
          <w:rFonts w:ascii="Garamond" w:hAnsi="Garamond"/>
          <w:sz w:val="24"/>
          <w:szCs w:val="24"/>
        </w:rPr>
        <w:t>132</w:t>
      </w:r>
      <w:r w:rsidR="002773E1" w:rsidRPr="002E7B2F">
        <w:rPr>
          <w:rFonts w:ascii="Garamond" w:hAnsi="Garamond"/>
          <w:sz w:val="24"/>
          <w:szCs w:val="24"/>
        </w:rPr>
        <w:t>.</w:t>
      </w:r>
      <w:r w:rsidR="00A02743" w:rsidRPr="002E7B2F">
        <w:rPr>
          <w:rFonts w:ascii="Garamond" w:hAnsi="Garamond"/>
          <w:sz w:val="24"/>
          <w:szCs w:val="24"/>
        </w:rPr>
        <w:t xml:space="preserve"> </w:t>
      </w:r>
      <w:r w:rsidR="002773E1" w:rsidRPr="002E7B2F">
        <w:rPr>
          <w:rFonts w:ascii="Garamond" w:hAnsi="Garamond"/>
          <w:sz w:val="24"/>
          <w:szCs w:val="24"/>
        </w:rPr>
        <w:t xml:space="preserve">§-ban meghatározott feltételek fennállása esetén, </w:t>
      </w:r>
      <w:r w:rsidRPr="002E7B2F">
        <w:rPr>
          <w:rFonts w:ascii="Garamond" w:hAnsi="Garamond"/>
          <w:sz w:val="24"/>
          <w:szCs w:val="24"/>
        </w:rPr>
        <w:t>a Felek által cégszerűen aláírt okirattal érvényes.</w:t>
      </w:r>
    </w:p>
    <w:p w:rsidR="00CD79D4" w:rsidRPr="002E7B2F" w:rsidRDefault="00CD79D4" w:rsidP="0046021D">
      <w:pPr>
        <w:ind w:left="540" w:hanging="540"/>
        <w:jc w:val="both"/>
        <w:rPr>
          <w:rFonts w:ascii="Garamond" w:hAnsi="Garamond"/>
          <w:szCs w:val="24"/>
        </w:rPr>
      </w:pPr>
    </w:p>
    <w:p w:rsidR="00A46A58" w:rsidRPr="002E7B2F" w:rsidRDefault="00CD79D4" w:rsidP="0046021D">
      <w:pPr>
        <w:ind w:left="540" w:hanging="540"/>
        <w:jc w:val="both"/>
        <w:rPr>
          <w:rFonts w:ascii="Garamond" w:hAnsi="Garamond" w:cs="Arial"/>
        </w:rPr>
      </w:pPr>
      <w:r w:rsidRPr="002E7B2F">
        <w:rPr>
          <w:rFonts w:ascii="Garamond" w:hAnsi="Garamond"/>
          <w:szCs w:val="24"/>
        </w:rPr>
        <w:t>1</w:t>
      </w:r>
      <w:r w:rsidR="00EF740A" w:rsidRPr="002E7B2F">
        <w:rPr>
          <w:rFonts w:ascii="Garamond" w:hAnsi="Garamond"/>
          <w:szCs w:val="24"/>
        </w:rPr>
        <w:t>4</w:t>
      </w:r>
      <w:r w:rsidRPr="002E7B2F">
        <w:rPr>
          <w:rFonts w:ascii="Garamond" w:hAnsi="Garamond"/>
          <w:szCs w:val="24"/>
        </w:rPr>
        <w:t>.</w:t>
      </w:r>
      <w:r w:rsidR="007C17B1" w:rsidRPr="002E7B2F">
        <w:rPr>
          <w:rFonts w:ascii="Garamond" w:hAnsi="Garamond"/>
          <w:szCs w:val="24"/>
        </w:rPr>
        <w:t>3</w:t>
      </w:r>
      <w:r w:rsidR="00DB29DD" w:rsidRPr="002E7B2F">
        <w:rPr>
          <w:rFonts w:ascii="Garamond" w:hAnsi="Garamond"/>
          <w:szCs w:val="24"/>
        </w:rPr>
        <w:t>.</w:t>
      </w:r>
      <w:r w:rsidRPr="002E7B2F">
        <w:rPr>
          <w:rFonts w:ascii="Garamond" w:hAnsi="Garamond"/>
          <w:szCs w:val="24"/>
        </w:rPr>
        <w:t xml:space="preserve"> </w:t>
      </w:r>
      <w:r w:rsidR="00A46A58" w:rsidRPr="002E7B2F">
        <w:rPr>
          <w:rFonts w:ascii="Garamond" w:hAnsi="Garamond" w:cs="Arial"/>
        </w:rPr>
        <w:t xml:space="preserve">A Felek megállapodnak abban, hogy a jelen Keretszerződésben nem szabályozott kérdésekben a magyar jogot, ezen belül különösen </w:t>
      </w:r>
      <w:r w:rsidR="004148D5" w:rsidRPr="002E7B2F">
        <w:rPr>
          <w:rFonts w:ascii="Garamond" w:hAnsi="Garamond" w:cs="Arial"/>
        </w:rPr>
        <w:t xml:space="preserve">a </w:t>
      </w:r>
      <w:r w:rsidR="00A46A58" w:rsidRPr="002E7B2F">
        <w:rPr>
          <w:rFonts w:ascii="Garamond" w:hAnsi="Garamond" w:cs="Arial"/>
        </w:rPr>
        <w:t>Kbt., valamint a Ptk. rendelkezéseit tekintik irányadónak.</w:t>
      </w:r>
    </w:p>
    <w:p w:rsidR="00A46A58" w:rsidRPr="002E7B2F" w:rsidRDefault="00A46A58" w:rsidP="0046021D">
      <w:pPr>
        <w:ind w:left="540" w:hanging="540"/>
        <w:jc w:val="both"/>
        <w:rPr>
          <w:rFonts w:ascii="Garamond" w:hAnsi="Garamond"/>
          <w:szCs w:val="24"/>
        </w:rPr>
      </w:pPr>
    </w:p>
    <w:p w:rsidR="00F70136" w:rsidRPr="002E7B2F" w:rsidRDefault="00F70136" w:rsidP="00F70136">
      <w:pPr>
        <w:tabs>
          <w:tab w:val="num" w:pos="1440"/>
        </w:tabs>
        <w:ind w:left="500" w:hanging="5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  <w:szCs w:val="24"/>
        </w:rPr>
        <w:t>14.4.</w:t>
      </w:r>
      <w:r w:rsidRPr="002E7B2F">
        <w:rPr>
          <w:rFonts w:ascii="Garamond" w:hAnsi="Garamond" w:cs="Arial"/>
          <w:szCs w:val="24"/>
        </w:rPr>
        <w:tab/>
      </w:r>
      <w:r w:rsidRPr="002E7B2F">
        <w:rPr>
          <w:rFonts w:ascii="Garamond" w:hAnsi="Garamond" w:cs="Arial"/>
        </w:rPr>
        <w:t xml:space="preserve">a) A </w:t>
      </w:r>
      <w:r w:rsidR="0054019C" w:rsidRPr="002E7B2F">
        <w:rPr>
          <w:rFonts w:ascii="Garamond" w:hAnsi="Garamond" w:cs="Arial"/>
        </w:rPr>
        <w:t xml:space="preserve">jelen </w:t>
      </w:r>
      <w:r w:rsidRPr="002E7B2F">
        <w:rPr>
          <w:rFonts w:ascii="Garamond" w:hAnsi="Garamond" w:cs="Arial"/>
        </w:rPr>
        <w:t>Keretszerződés teljesítése során Szállító Alvállalkozót nem vesz igénybe.</w:t>
      </w:r>
      <w:r w:rsidRPr="002E7B2F">
        <w:rPr>
          <w:rFonts w:ascii="Garamond" w:hAnsi="Garamond"/>
        </w:rPr>
        <w:t xml:space="preserve"> Szállító a Keretszerződés hatálya alatt </w:t>
      </w:r>
      <w:proofErr w:type="gramStart"/>
      <w:r w:rsidRPr="002E7B2F">
        <w:rPr>
          <w:rFonts w:ascii="Garamond" w:hAnsi="Garamond"/>
        </w:rPr>
        <w:t>Alvállalkozó(</w:t>
      </w:r>
      <w:proofErr w:type="gramEnd"/>
      <w:r w:rsidRPr="002E7B2F">
        <w:rPr>
          <w:rFonts w:ascii="Garamond" w:hAnsi="Garamond"/>
        </w:rPr>
        <w:t>k) igénybevételére kizárólag a Megrendelő kifejezett írásbeli hozzájárulása esetén jogosult.</w:t>
      </w:r>
      <w:r w:rsidRPr="002E7B2F">
        <w:rPr>
          <w:rFonts w:ascii="Garamond" w:hAnsi="Garamond" w:cs="Arial"/>
        </w:rPr>
        <w:t xml:space="preserve">. </w:t>
      </w:r>
    </w:p>
    <w:p w:rsidR="00F70136" w:rsidRPr="002E7B2F" w:rsidRDefault="00F70136" w:rsidP="00F70136">
      <w:pPr>
        <w:tabs>
          <w:tab w:val="num" w:pos="1440"/>
        </w:tabs>
        <w:ind w:left="500" w:hanging="5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ab/>
        <w:t>VAGY</w:t>
      </w:r>
    </w:p>
    <w:p w:rsidR="00F70136" w:rsidRPr="002E7B2F" w:rsidRDefault="00F70136" w:rsidP="00F70136">
      <w:pPr>
        <w:tabs>
          <w:tab w:val="num" w:pos="1440"/>
        </w:tabs>
        <w:ind w:left="500" w:hanging="5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ab/>
        <w:t xml:space="preserve">A </w:t>
      </w:r>
      <w:r w:rsidR="0054019C" w:rsidRPr="002E7B2F">
        <w:rPr>
          <w:rFonts w:ascii="Garamond" w:hAnsi="Garamond" w:cs="Arial"/>
        </w:rPr>
        <w:t xml:space="preserve">jelen </w:t>
      </w:r>
      <w:r w:rsidRPr="002E7B2F">
        <w:rPr>
          <w:rFonts w:ascii="Garamond" w:hAnsi="Garamond" w:cs="Arial"/>
        </w:rPr>
        <w:t xml:space="preserve">Keretszerződés teljesítése során Szállító az ajánlatában megjelölt, alábbi Alvállalkozókat veszi igénybe: </w:t>
      </w:r>
    </w:p>
    <w:p w:rsidR="00F70136" w:rsidRPr="002E7B2F" w:rsidRDefault="00F70136" w:rsidP="00F70136">
      <w:pPr>
        <w:tabs>
          <w:tab w:val="left" w:pos="3800"/>
        </w:tabs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1.) Alvállalkozó neve:</w:t>
      </w:r>
    </w:p>
    <w:p w:rsidR="00F70136" w:rsidRPr="002E7B2F" w:rsidRDefault="00F70136" w:rsidP="00F70136">
      <w:pPr>
        <w:tabs>
          <w:tab w:val="left" w:pos="3800"/>
        </w:tabs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Székhelye:</w:t>
      </w:r>
    </w:p>
    <w:p w:rsidR="00F70136" w:rsidRPr="002E7B2F" w:rsidRDefault="00F70136" w:rsidP="00F70136">
      <w:pPr>
        <w:ind w:left="540"/>
        <w:jc w:val="both"/>
        <w:rPr>
          <w:rFonts w:ascii="Garamond" w:hAnsi="Garamond" w:cs="Arial"/>
          <w:bCs/>
        </w:rPr>
      </w:pPr>
      <w:r w:rsidRPr="002E7B2F">
        <w:rPr>
          <w:rFonts w:ascii="Garamond" w:hAnsi="Garamond" w:cs="Arial"/>
        </w:rPr>
        <w:lastRenderedPageBreak/>
        <w:t>Adószáma</w:t>
      </w:r>
      <w:r w:rsidRPr="002E7B2F">
        <w:rPr>
          <w:rFonts w:ascii="Garamond" w:hAnsi="Garamond" w:cs="Arial"/>
          <w:bCs/>
        </w:rPr>
        <w:t xml:space="preserve">: </w:t>
      </w:r>
      <w:r w:rsidRPr="002E7B2F">
        <w:rPr>
          <w:rFonts w:ascii="Garamond" w:hAnsi="Garamond" w:cs="Arial"/>
          <w:highlight w:val="yellow"/>
        </w:rPr>
        <w:t>…</w:t>
      </w:r>
    </w:p>
    <w:p w:rsidR="00F70136" w:rsidRPr="002E7B2F" w:rsidRDefault="00F70136" w:rsidP="00F70136">
      <w:pPr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 xml:space="preserve">Bankszámlaszáma: </w:t>
      </w:r>
      <w:r w:rsidRPr="002E7B2F">
        <w:rPr>
          <w:rFonts w:ascii="Garamond" w:hAnsi="Garamond" w:cs="Arial"/>
          <w:highlight w:val="yellow"/>
        </w:rPr>
        <w:t>…</w:t>
      </w:r>
    </w:p>
    <w:p w:rsidR="00F70136" w:rsidRPr="002E7B2F" w:rsidRDefault="00F70136" w:rsidP="00F70136">
      <w:pPr>
        <w:tabs>
          <w:tab w:val="left" w:pos="3800"/>
        </w:tabs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2.) Alvállalkozó neve:</w:t>
      </w:r>
    </w:p>
    <w:p w:rsidR="00F70136" w:rsidRPr="002E7B2F" w:rsidRDefault="00F70136" w:rsidP="00F70136">
      <w:pPr>
        <w:tabs>
          <w:tab w:val="left" w:pos="3800"/>
        </w:tabs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Székhelye:</w:t>
      </w:r>
    </w:p>
    <w:p w:rsidR="00F70136" w:rsidRPr="002E7B2F" w:rsidRDefault="00F70136" w:rsidP="00F70136">
      <w:pPr>
        <w:ind w:left="540"/>
        <w:jc w:val="both"/>
        <w:rPr>
          <w:rFonts w:ascii="Garamond" w:hAnsi="Garamond" w:cs="Arial"/>
          <w:bCs/>
        </w:rPr>
      </w:pPr>
      <w:r w:rsidRPr="002E7B2F">
        <w:rPr>
          <w:rFonts w:ascii="Garamond" w:hAnsi="Garamond" w:cs="Arial"/>
        </w:rPr>
        <w:t>Adószáma</w:t>
      </w:r>
      <w:r w:rsidRPr="002E7B2F">
        <w:rPr>
          <w:rFonts w:ascii="Garamond" w:hAnsi="Garamond" w:cs="Arial"/>
          <w:bCs/>
        </w:rPr>
        <w:t xml:space="preserve">: </w:t>
      </w:r>
      <w:r w:rsidRPr="002E7B2F">
        <w:rPr>
          <w:rFonts w:ascii="Garamond" w:hAnsi="Garamond" w:cs="Arial"/>
          <w:highlight w:val="yellow"/>
        </w:rPr>
        <w:t>…</w:t>
      </w:r>
    </w:p>
    <w:p w:rsidR="00F70136" w:rsidRPr="002E7B2F" w:rsidRDefault="00F70136" w:rsidP="00F70136">
      <w:pPr>
        <w:ind w:left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 xml:space="preserve">Bankszámlaszáma: </w:t>
      </w:r>
      <w:r w:rsidRPr="002E7B2F">
        <w:rPr>
          <w:rFonts w:ascii="Garamond" w:hAnsi="Garamond" w:cs="Arial"/>
          <w:highlight w:val="yellow"/>
        </w:rPr>
        <w:t>…</w:t>
      </w:r>
    </w:p>
    <w:p w:rsidR="00F70136" w:rsidRPr="002E7B2F" w:rsidRDefault="00F70136" w:rsidP="00F70136">
      <w:pPr>
        <w:ind w:left="540"/>
        <w:jc w:val="both"/>
        <w:rPr>
          <w:rFonts w:ascii="Garamond" w:hAnsi="Garamond"/>
        </w:rPr>
      </w:pPr>
      <w:r w:rsidRPr="002E7B2F">
        <w:rPr>
          <w:rFonts w:ascii="Garamond" w:hAnsi="Garamond"/>
        </w:rPr>
        <w:t xml:space="preserve">Szállító a megjelölt Alvállalkozókon kívül/helyett más </w:t>
      </w:r>
      <w:proofErr w:type="gramStart"/>
      <w:r w:rsidRPr="002E7B2F">
        <w:rPr>
          <w:rFonts w:ascii="Garamond" w:hAnsi="Garamond"/>
        </w:rPr>
        <w:t>Alvállalkozó(</w:t>
      </w:r>
      <w:proofErr w:type="gramEnd"/>
      <w:r w:rsidRPr="002E7B2F">
        <w:rPr>
          <w:rFonts w:ascii="Garamond" w:hAnsi="Garamond"/>
        </w:rPr>
        <w:t xml:space="preserve">k) igénybevételére kizárólag a Megrendelő kifejezett írásbeli hozzájárulása esetén jogosult.  </w:t>
      </w:r>
    </w:p>
    <w:p w:rsidR="00B9761B" w:rsidRPr="002E7B2F" w:rsidRDefault="00B9761B" w:rsidP="008D6008">
      <w:pPr>
        <w:ind w:left="500" w:hanging="500"/>
        <w:jc w:val="both"/>
        <w:rPr>
          <w:rFonts w:ascii="Garamond" w:hAnsi="Garamond" w:cs="Arial"/>
          <w:szCs w:val="24"/>
        </w:rPr>
      </w:pPr>
    </w:p>
    <w:p w:rsidR="00CD79D4" w:rsidRPr="002E7B2F" w:rsidRDefault="00EF740A" w:rsidP="0046021D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14</w:t>
      </w:r>
      <w:r w:rsidR="00B9761B" w:rsidRPr="002E7B2F">
        <w:rPr>
          <w:rFonts w:ascii="Garamond" w:hAnsi="Garamond" w:cs="Arial"/>
          <w:szCs w:val="24"/>
        </w:rPr>
        <w:t>.5</w:t>
      </w:r>
      <w:r w:rsidR="00DB29DD" w:rsidRPr="002E7B2F">
        <w:rPr>
          <w:rFonts w:ascii="Garamond" w:hAnsi="Garamond" w:cs="Arial"/>
          <w:szCs w:val="24"/>
        </w:rPr>
        <w:t>.</w:t>
      </w:r>
      <w:r w:rsidR="00B9761B" w:rsidRPr="002E7B2F">
        <w:rPr>
          <w:rFonts w:ascii="Garamond" w:hAnsi="Garamond" w:cs="Arial"/>
          <w:szCs w:val="24"/>
        </w:rPr>
        <w:tab/>
      </w:r>
      <w:r w:rsidR="00CD79D4" w:rsidRPr="002E7B2F">
        <w:rPr>
          <w:rFonts w:ascii="Garamond" w:hAnsi="Garamond" w:cs="Arial"/>
          <w:szCs w:val="24"/>
        </w:rPr>
        <w:t xml:space="preserve">Szállító a 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CD79D4" w:rsidRPr="002E7B2F">
        <w:rPr>
          <w:rFonts w:ascii="Garamond" w:hAnsi="Garamond" w:cs="Arial"/>
          <w:szCs w:val="24"/>
        </w:rPr>
        <w:t xml:space="preserve"> alapján a Megrendelővel szemben fennálló követeléseit kizárólag a Megrendelő előzetes írásbeli hozzájárulása esetén jogosult harmadik személyre engedményezni.</w:t>
      </w:r>
    </w:p>
    <w:p w:rsidR="00CD79D4" w:rsidRPr="002E7B2F" w:rsidRDefault="00CD79D4" w:rsidP="0046021D">
      <w:pPr>
        <w:ind w:left="540" w:hanging="540"/>
        <w:jc w:val="both"/>
        <w:rPr>
          <w:rFonts w:ascii="Garamond" w:hAnsi="Garamond" w:cs="Arial"/>
          <w:szCs w:val="24"/>
        </w:rPr>
      </w:pPr>
    </w:p>
    <w:p w:rsidR="005273E7" w:rsidRPr="002E7B2F" w:rsidRDefault="00D37AA0" w:rsidP="005273E7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</w:t>
      </w:r>
      <w:r w:rsidR="00EF740A" w:rsidRPr="002E7B2F">
        <w:rPr>
          <w:rFonts w:ascii="Garamond" w:hAnsi="Garamond" w:cs="Arial"/>
          <w:szCs w:val="24"/>
        </w:rPr>
        <w:t>4</w:t>
      </w:r>
      <w:r w:rsidR="00D1644A" w:rsidRPr="002E7B2F">
        <w:rPr>
          <w:rFonts w:ascii="Garamond" w:hAnsi="Garamond" w:cs="Arial"/>
          <w:szCs w:val="24"/>
        </w:rPr>
        <w:t>.</w:t>
      </w:r>
      <w:r w:rsidR="00263A1B">
        <w:rPr>
          <w:rFonts w:ascii="Garamond" w:hAnsi="Garamond" w:cs="Arial"/>
          <w:szCs w:val="24"/>
        </w:rPr>
        <w:t>6</w:t>
      </w:r>
      <w:r w:rsidR="00DB29DD" w:rsidRPr="002E7B2F">
        <w:rPr>
          <w:rFonts w:ascii="Garamond" w:hAnsi="Garamond" w:cs="Arial"/>
          <w:szCs w:val="24"/>
        </w:rPr>
        <w:t>.</w:t>
      </w:r>
      <w:r w:rsidR="005273E7" w:rsidRPr="002E7B2F">
        <w:rPr>
          <w:rFonts w:ascii="Garamond" w:hAnsi="Garamond" w:cs="Arial"/>
          <w:szCs w:val="24"/>
        </w:rPr>
        <w:tab/>
        <w:t xml:space="preserve">A Felek a </w:t>
      </w:r>
      <w:r w:rsidR="005E3434" w:rsidRPr="002E7B2F">
        <w:rPr>
          <w:rFonts w:ascii="Garamond" w:hAnsi="Garamond" w:cs="Arial"/>
          <w:szCs w:val="24"/>
        </w:rPr>
        <w:t>szerződés</w:t>
      </w:r>
      <w:r w:rsidR="005273E7" w:rsidRPr="002E7B2F">
        <w:rPr>
          <w:rFonts w:ascii="Garamond" w:hAnsi="Garamond" w:cs="Arial"/>
          <w:szCs w:val="24"/>
        </w:rPr>
        <w:t xml:space="preserve">es kötelezettségek teljesítését érintő körülményekről kötelesek kölcsönösen tájékoztatni egymást. Az ennek elmulasztásából eredő károkért felelősek. </w:t>
      </w:r>
    </w:p>
    <w:p w:rsidR="00D37AA0" w:rsidRPr="002E7B2F" w:rsidRDefault="00D37AA0" w:rsidP="0011237C">
      <w:pPr>
        <w:jc w:val="both"/>
        <w:rPr>
          <w:rFonts w:ascii="Garamond" w:hAnsi="Garamond" w:cs="Arial"/>
          <w:szCs w:val="24"/>
        </w:rPr>
      </w:pPr>
    </w:p>
    <w:p w:rsidR="005273E7" w:rsidRPr="002E7B2F" w:rsidRDefault="00D37AA0" w:rsidP="005273E7">
      <w:pPr>
        <w:ind w:left="600" w:hanging="60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</w:t>
      </w:r>
      <w:r w:rsidR="00EF740A" w:rsidRPr="002E7B2F">
        <w:rPr>
          <w:rFonts w:ascii="Garamond" w:hAnsi="Garamond" w:cs="Arial"/>
          <w:szCs w:val="24"/>
        </w:rPr>
        <w:t>4</w:t>
      </w:r>
      <w:r w:rsidRPr="002E7B2F">
        <w:rPr>
          <w:rFonts w:ascii="Garamond" w:hAnsi="Garamond" w:cs="Arial"/>
          <w:szCs w:val="24"/>
        </w:rPr>
        <w:t>.</w:t>
      </w:r>
      <w:r w:rsidR="00263A1B">
        <w:rPr>
          <w:rFonts w:ascii="Garamond" w:hAnsi="Garamond" w:cs="Arial"/>
          <w:szCs w:val="24"/>
        </w:rPr>
        <w:t>7</w:t>
      </w:r>
      <w:r w:rsidR="00DB29DD" w:rsidRPr="002E7B2F">
        <w:rPr>
          <w:rFonts w:ascii="Garamond" w:hAnsi="Garamond" w:cs="Arial"/>
          <w:szCs w:val="24"/>
        </w:rPr>
        <w:t>.</w:t>
      </w:r>
      <w:r w:rsidR="005273E7" w:rsidRPr="002E7B2F">
        <w:rPr>
          <w:rFonts w:ascii="Garamond" w:hAnsi="Garamond" w:cs="Arial"/>
          <w:szCs w:val="24"/>
        </w:rPr>
        <w:t xml:space="preserve"> </w:t>
      </w:r>
      <w:r w:rsidR="005273E7" w:rsidRPr="002E7B2F">
        <w:rPr>
          <w:rFonts w:ascii="Garamond" w:hAnsi="Garamond" w:cs="Arial"/>
          <w:szCs w:val="24"/>
        </w:rPr>
        <w:tab/>
        <w:t xml:space="preserve">A Felek rögzítik továbbá azt, hogy Szállító a </w:t>
      </w:r>
      <w:r w:rsidR="0054019C" w:rsidRPr="002E7B2F">
        <w:rPr>
          <w:rFonts w:ascii="Garamond" w:hAnsi="Garamond" w:cs="Arial"/>
          <w:szCs w:val="24"/>
        </w:rPr>
        <w:t xml:space="preserve">jelen </w:t>
      </w:r>
      <w:r w:rsidR="005E3434" w:rsidRPr="002E7B2F">
        <w:rPr>
          <w:rFonts w:ascii="Garamond" w:hAnsi="Garamond" w:cs="Arial"/>
          <w:szCs w:val="24"/>
        </w:rPr>
        <w:t>Keretszerződés</w:t>
      </w:r>
      <w:r w:rsidR="005273E7" w:rsidRPr="002E7B2F">
        <w:rPr>
          <w:rFonts w:ascii="Garamond" w:hAnsi="Garamond" w:cs="Arial"/>
          <w:szCs w:val="24"/>
        </w:rPr>
        <w:t>ben vállalt kötelezettségeinek teljesítése során valamennyi vonatkozó jogszabályi rendelkezést köteles betartani</w:t>
      </w:r>
      <w:r w:rsidR="009166D5" w:rsidRPr="002E7B2F">
        <w:rPr>
          <w:rFonts w:ascii="Garamond" w:hAnsi="Garamond" w:cs="Arial"/>
          <w:szCs w:val="24"/>
        </w:rPr>
        <w:t>.</w:t>
      </w:r>
    </w:p>
    <w:p w:rsidR="00D37AA0" w:rsidRPr="002E7B2F" w:rsidRDefault="00D37AA0" w:rsidP="0011237C">
      <w:pPr>
        <w:jc w:val="both"/>
        <w:rPr>
          <w:rFonts w:ascii="Garamond" w:hAnsi="Garamond" w:cs="Arial"/>
          <w:szCs w:val="24"/>
        </w:rPr>
      </w:pPr>
    </w:p>
    <w:p w:rsidR="00C2389F" w:rsidRPr="002E7B2F" w:rsidRDefault="00C2389F" w:rsidP="00C2389F">
      <w:pPr>
        <w:pStyle w:val="Szvegtrzs"/>
        <w:ind w:left="540" w:hanging="540"/>
        <w:rPr>
          <w:rFonts w:ascii="Garamond" w:hAnsi="Garamond" w:cs="Arial"/>
          <w:b w:val="0"/>
          <w:i w:val="0"/>
          <w:szCs w:val="24"/>
        </w:rPr>
      </w:pPr>
      <w:r w:rsidRPr="002E7B2F">
        <w:rPr>
          <w:rFonts w:ascii="Garamond" w:hAnsi="Garamond" w:cs="Arial"/>
          <w:b w:val="0"/>
          <w:i w:val="0"/>
          <w:szCs w:val="24"/>
        </w:rPr>
        <w:t>14.</w:t>
      </w:r>
      <w:r w:rsidR="00263A1B">
        <w:rPr>
          <w:rFonts w:ascii="Garamond" w:hAnsi="Garamond" w:cs="Arial"/>
          <w:b w:val="0"/>
          <w:i w:val="0"/>
          <w:szCs w:val="24"/>
        </w:rPr>
        <w:t>8</w:t>
      </w:r>
      <w:r w:rsidRPr="002E7B2F">
        <w:rPr>
          <w:rFonts w:ascii="Garamond" w:hAnsi="Garamond" w:cs="Arial"/>
          <w:b w:val="0"/>
          <w:i w:val="0"/>
          <w:szCs w:val="24"/>
        </w:rPr>
        <w:tab/>
      </w:r>
      <w:r w:rsidRPr="002E7B2F">
        <w:rPr>
          <w:rFonts w:ascii="Garamond" w:hAnsi="Garamond" w:cs="Arial"/>
          <w:b w:val="0"/>
          <w:i w:val="0"/>
          <w:szCs w:val="24"/>
        </w:rPr>
        <w:tab/>
        <w:t>Szállító a Kbt. 125. § (4) bekezdése alapján kijelenti, hogy</w:t>
      </w:r>
    </w:p>
    <w:p w:rsidR="00C2389F" w:rsidRPr="002E7B2F" w:rsidRDefault="00C2389F" w:rsidP="00C2389F">
      <w:pPr>
        <w:numPr>
          <w:ilvl w:val="0"/>
          <w:numId w:val="9"/>
        </w:numPr>
        <w:tabs>
          <w:tab w:val="clear" w:pos="720"/>
        </w:tabs>
        <w:ind w:left="1100" w:hanging="40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nem fizet, illetve számol el a Keretszerződés teljesítésével összefüggésben olyan költségeket, melyek a Kbt. 56. § (1) bekezdés k) pontja szerinti feltételeknek nem megfelelő társaság tekintetében merülnek fel, és melyek a Szállító adóköteles jövedelmének csökkentésére alkalmasak;</w:t>
      </w:r>
    </w:p>
    <w:p w:rsidR="00C2389F" w:rsidRPr="002E7B2F" w:rsidRDefault="00C2389F" w:rsidP="00C2389F">
      <w:pPr>
        <w:numPr>
          <w:ilvl w:val="0"/>
          <w:numId w:val="9"/>
        </w:numPr>
        <w:tabs>
          <w:tab w:val="clear" w:pos="720"/>
        </w:tabs>
        <w:ind w:left="1100" w:hanging="40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a Keretszerződés teljesítésének teljes időtartama alatt tulajdonosi szerkezetét a Megrendelő számára megismerhetővé teszi és a Kbt. 125. § (5) bekezdés szerinti ügyletekről a Megrendelőt haladéktalanul értesíti.</w:t>
      </w:r>
    </w:p>
    <w:p w:rsidR="009166D5" w:rsidRPr="002E7B2F" w:rsidRDefault="009166D5" w:rsidP="009166D5">
      <w:pPr>
        <w:jc w:val="both"/>
        <w:rPr>
          <w:rFonts w:ascii="Garamond" w:hAnsi="Garamond" w:cs="Arial"/>
          <w:szCs w:val="24"/>
        </w:rPr>
      </w:pPr>
    </w:p>
    <w:p w:rsidR="009166D5" w:rsidRPr="002E7B2F" w:rsidRDefault="009166D5" w:rsidP="009166D5">
      <w:pPr>
        <w:ind w:left="540" w:hanging="540"/>
        <w:jc w:val="both"/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>14.</w:t>
      </w:r>
      <w:r w:rsidR="00263A1B">
        <w:rPr>
          <w:rFonts w:ascii="Garamond" w:hAnsi="Garamond" w:cs="Arial"/>
          <w:szCs w:val="24"/>
        </w:rPr>
        <w:t>9</w:t>
      </w:r>
      <w:r w:rsidRPr="002E7B2F">
        <w:rPr>
          <w:rFonts w:ascii="Garamond" w:hAnsi="Garamond" w:cs="Arial"/>
          <w:szCs w:val="24"/>
        </w:rPr>
        <w:t>.</w:t>
      </w:r>
      <w:r w:rsidRPr="002E7B2F">
        <w:rPr>
          <w:rFonts w:ascii="Garamond" w:hAnsi="Garamond" w:cs="Arial"/>
          <w:szCs w:val="24"/>
        </w:rPr>
        <w:tab/>
        <w:t>A Felek</w:t>
      </w:r>
      <w:r w:rsidRPr="002E7B2F">
        <w:rPr>
          <w:rFonts w:ascii="Garamond" w:hAnsi="Garamond" w:cs="Arial"/>
          <w:b/>
          <w:szCs w:val="24"/>
        </w:rPr>
        <w:t xml:space="preserve"> </w:t>
      </w:r>
      <w:r w:rsidRPr="002E7B2F">
        <w:rPr>
          <w:rFonts w:ascii="Garamond" w:hAnsi="Garamond" w:cs="Arial"/>
          <w:szCs w:val="24"/>
        </w:rPr>
        <w:t xml:space="preserve">megállapodnak abban, hogy a </w:t>
      </w:r>
      <w:r w:rsidR="0054019C" w:rsidRPr="002E7B2F">
        <w:rPr>
          <w:rFonts w:ascii="Garamond" w:hAnsi="Garamond" w:cs="Arial"/>
          <w:szCs w:val="24"/>
        </w:rPr>
        <w:t xml:space="preserve">jelen </w:t>
      </w:r>
      <w:r w:rsidRPr="002E7B2F">
        <w:rPr>
          <w:rFonts w:ascii="Garamond" w:hAnsi="Garamond" w:cs="Arial"/>
          <w:szCs w:val="24"/>
        </w:rPr>
        <w:t xml:space="preserve">Keretszerződés értelmezése és a </w:t>
      </w:r>
      <w:r w:rsidR="0054019C" w:rsidRPr="002E7B2F">
        <w:rPr>
          <w:rFonts w:ascii="Garamond" w:hAnsi="Garamond" w:cs="Arial"/>
          <w:szCs w:val="24"/>
        </w:rPr>
        <w:t xml:space="preserve">jelen </w:t>
      </w:r>
      <w:r w:rsidRPr="002E7B2F">
        <w:rPr>
          <w:rFonts w:ascii="Garamond" w:hAnsi="Garamond" w:cs="Arial"/>
          <w:szCs w:val="24"/>
        </w:rPr>
        <w:t xml:space="preserve">Keretszerződés szövege közötti ellentmondás esetén a </w:t>
      </w:r>
      <w:r w:rsidR="0054019C" w:rsidRPr="002E7B2F">
        <w:rPr>
          <w:rFonts w:ascii="Garamond" w:hAnsi="Garamond" w:cs="Arial"/>
          <w:szCs w:val="24"/>
        </w:rPr>
        <w:t xml:space="preserve">jelen </w:t>
      </w:r>
      <w:r w:rsidRPr="002E7B2F">
        <w:rPr>
          <w:rFonts w:ascii="Garamond" w:hAnsi="Garamond" w:cs="Arial"/>
          <w:szCs w:val="24"/>
        </w:rPr>
        <w:t>Keretszerződés szövegében foglaltakat, majd az ajánlati dokumentációban, majd a Szállító végleges ajánlatában foglaltakat (ebben a sorrendben) tekintik irányadónak. Felek a jelen Keretszerződéssel kapcsolatos kérdésekben a fent felsorolt dokumentumokat tekintik hivatkozási alapnak.</w:t>
      </w:r>
    </w:p>
    <w:p w:rsidR="00522A82" w:rsidRPr="002E7B2F" w:rsidRDefault="00522A82" w:rsidP="00522A82">
      <w:pPr>
        <w:jc w:val="both"/>
        <w:rPr>
          <w:rFonts w:ascii="Garamond" w:hAnsi="Garamond" w:cs="Arial"/>
          <w:szCs w:val="24"/>
        </w:rPr>
      </w:pPr>
    </w:p>
    <w:p w:rsidR="00522A82" w:rsidRPr="002E7B2F" w:rsidRDefault="00522A82" w:rsidP="00522A82">
      <w:pPr>
        <w:tabs>
          <w:tab w:val="left" w:pos="540"/>
        </w:tabs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14.</w:t>
      </w:r>
      <w:r w:rsidR="00263A1B">
        <w:rPr>
          <w:rFonts w:ascii="Garamond" w:hAnsi="Garamond" w:cs="Arial"/>
        </w:rPr>
        <w:t>10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ab/>
        <w:t xml:space="preserve">Felek rögzítik, hogy az alábbiak a jelen </w:t>
      </w:r>
      <w:r w:rsidR="007E3645" w:rsidRPr="002E7B2F">
        <w:rPr>
          <w:rFonts w:ascii="Garamond" w:hAnsi="Garamond" w:cs="Arial"/>
        </w:rPr>
        <w:t>Kerets</w:t>
      </w:r>
      <w:r w:rsidRPr="002E7B2F">
        <w:rPr>
          <w:rFonts w:ascii="Garamond" w:hAnsi="Garamond" w:cs="Arial"/>
        </w:rPr>
        <w:t>zerződés elválaszthatatlan mellékletét képezi:</w:t>
      </w:r>
    </w:p>
    <w:p w:rsidR="00522A82" w:rsidRPr="002E7B2F" w:rsidRDefault="00522A82" w:rsidP="00522A82">
      <w:pPr>
        <w:jc w:val="both"/>
        <w:rPr>
          <w:rFonts w:ascii="Garamond" w:hAnsi="Garamond" w:cs="Arial"/>
        </w:rPr>
      </w:pPr>
    </w:p>
    <w:p w:rsidR="00522A82" w:rsidRPr="002E7B2F" w:rsidRDefault="00522A82" w:rsidP="00522A82">
      <w:pPr>
        <w:ind w:left="140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14.</w:t>
      </w:r>
      <w:r w:rsidR="00C2389F" w:rsidRPr="002E7B2F">
        <w:rPr>
          <w:rFonts w:ascii="Garamond" w:hAnsi="Garamond" w:cs="Arial"/>
        </w:rPr>
        <w:t>1</w:t>
      </w:r>
      <w:r w:rsidR="00263A1B">
        <w:rPr>
          <w:rFonts w:ascii="Garamond" w:hAnsi="Garamond" w:cs="Arial"/>
        </w:rPr>
        <w:t>0</w:t>
      </w:r>
      <w:r w:rsidRPr="002E7B2F">
        <w:rPr>
          <w:rFonts w:ascii="Garamond" w:hAnsi="Garamond" w:cs="Arial"/>
        </w:rPr>
        <w:t>.1</w:t>
      </w:r>
      <w:r w:rsidR="00263A1B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 xml:space="preserve"> </w:t>
      </w:r>
      <w:r w:rsidRPr="002E7B2F">
        <w:rPr>
          <w:rFonts w:ascii="Garamond" w:hAnsi="Garamond" w:cs="Arial"/>
        </w:rPr>
        <w:tab/>
      </w:r>
      <w:r w:rsidR="00263A1B">
        <w:rPr>
          <w:rFonts w:ascii="Garamond" w:hAnsi="Garamond" w:cs="Arial"/>
        </w:rPr>
        <w:t>vaskohászati termékek egységára</w:t>
      </w:r>
    </w:p>
    <w:p w:rsidR="00522A82" w:rsidRPr="002E7B2F" w:rsidRDefault="00522A82" w:rsidP="00522A82">
      <w:pPr>
        <w:ind w:left="1400"/>
        <w:jc w:val="both"/>
        <w:rPr>
          <w:rFonts w:ascii="Garamond" w:hAnsi="Garamond"/>
          <w:noProof/>
        </w:rPr>
      </w:pPr>
      <w:r w:rsidRPr="002E7B2F">
        <w:rPr>
          <w:rFonts w:ascii="Garamond" w:hAnsi="Garamond" w:cs="Arial"/>
        </w:rPr>
        <w:t>14.</w:t>
      </w:r>
      <w:r w:rsidR="00C2389F" w:rsidRPr="002E7B2F">
        <w:rPr>
          <w:rFonts w:ascii="Garamond" w:hAnsi="Garamond" w:cs="Arial"/>
        </w:rPr>
        <w:t>1</w:t>
      </w:r>
      <w:r w:rsidR="00263A1B">
        <w:rPr>
          <w:rFonts w:ascii="Garamond" w:hAnsi="Garamond" w:cs="Arial"/>
        </w:rPr>
        <w:t>0</w:t>
      </w:r>
      <w:r w:rsidRPr="002E7B2F">
        <w:rPr>
          <w:rFonts w:ascii="Garamond" w:hAnsi="Garamond" w:cs="Arial"/>
        </w:rPr>
        <w:t>.2</w:t>
      </w:r>
      <w:r w:rsidR="00263A1B">
        <w:rPr>
          <w:rFonts w:ascii="Garamond" w:hAnsi="Garamond" w:cs="Arial"/>
        </w:rPr>
        <w:t>.</w:t>
      </w:r>
      <w:r w:rsidR="00263A1B">
        <w:rPr>
          <w:rFonts w:ascii="Garamond" w:hAnsi="Garamond" w:cs="Arial"/>
        </w:rPr>
        <w:tab/>
      </w:r>
      <w:r w:rsidRPr="002E7B2F">
        <w:rPr>
          <w:rFonts w:ascii="Garamond" w:hAnsi="Garamond" w:cs="Arial"/>
        </w:rPr>
        <w:tab/>
      </w:r>
      <w:r w:rsidR="00263A1B">
        <w:rPr>
          <w:rFonts w:ascii="Garamond" w:hAnsi="Garamond" w:cs="Arial"/>
        </w:rPr>
        <w:t>könnyű és nehézfém kohászati termékek egységára</w:t>
      </w:r>
    </w:p>
    <w:p w:rsidR="000E2394" w:rsidRPr="002E7B2F" w:rsidRDefault="000E2394" w:rsidP="0058140C">
      <w:pPr>
        <w:ind w:left="912" w:hanging="372"/>
        <w:jc w:val="both"/>
        <w:rPr>
          <w:rFonts w:ascii="Garamond" w:hAnsi="Garamond" w:cs="Arial"/>
          <w:szCs w:val="24"/>
          <w:highlight w:val="yellow"/>
        </w:rPr>
      </w:pPr>
    </w:p>
    <w:p w:rsidR="0059612B" w:rsidRPr="002E7B2F" w:rsidRDefault="0059612B" w:rsidP="0058140C">
      <w:pPr>
        <w:ind w:left="912" w:hanging="372"/>
        <w:jc w:val="both"/>
        <w:rPr>
          <w:rFonts w:ascii="Garamond" w:hAnsi="Garamond" w:cs="Arial"/>
          <w:szCs w:val="24"/>
          <w:highlight w:val="yellow"/>
        </w:rPr>
      </w:pPr>
    </w:p>
    <w:p w:rsidR="0059612B" w:rsidRPr="002E7B2F" w:rsidRDefault="0059612B" w:rsidP="00E215C7">
      <w:pPr>
        <w:ind w:left="540" w:hanging="540"/>
        <w:jc w:val="center"/>
        <w:rPr>
          <w:rFonts w:ascii="Garamond" w:hAnsi="Garamond" w:cs="Arial"/>
          <w:b/>
          <w:smallCaps/>
        </w:rPr>
      </w:pPr>
      <w:r w:rsidRPr="002E7B2F">
        <w:rPr>
          <w:rFonts w:ascii="Garamond" w:hAnsi="Garamond" w:cs="Arial"/>
          <w:b/>
          <w:smallCaps/>
        </w:rPr>
        <w:t>1</w:t>
      </w:r>
      <w:r w:rsidR="00EF740A" w:rsidRPr="002E7B2F">
        <w:rPr>
          <w:rFonts w:ascii="Garamond" w:hAnsi="Garamond" w:cs="Arial"/>
          <w:b/>
          <w:smallCaps/>
        </w:rPr>
        <w:t>5</w:t>
      </w:r>
      <w:r w:rsidRPr="002E7B2F">
        <w:rPr>
          <w:rFonts w:ascii="Garamond" w:hAnsi="Garamond" w:cs="Arial"/>
          <w:b/>
          <w:smallCaps/>
        </w:rPr>
        <w:t>.</w:t>
      </w:r>
      <w:r w:rsidRPr="002E7B2F">
        <w:rPr>
          <w:rFonts w:ascii="Garamond" w:hAnsi="Garamond" w:cs="Arial"/>
          <w:b/>
          <w:smallCaps/>
        </w:rPr>
        <w:tab/>
        <w:t>Záradék</w:t>
      </w:r>
    </w:p>
    <w:p w:rsidR="0059612B" w:rsidRPr="002E7B2F" w:rsidRDefault="0059612B" w:rsidP="0059612B">
      <w:pPr>
        <w:jc w:val="both"/>
        <w:rPr>
          <w:rFonts w:ascii="Garamond" w:hAnsi="Garamond"/>
          <w:noProof/>
        </w:rPr>
      </w:pPr>
    </w:p>
    <w:p w:rsidR="0059612B" w:rsidRPr="002E7B2F" w:rsidRDefault="0059612B" w:rsidP="0059612B">
      <w:pPr>
        <w:ind w:left="540" w:hanging="540"/>
        <w:jc w:val="both"/>
        <w:rPr>
          <w:rFonts w:ascii="Garamond" w:hAnsi="Garamond" w:cs="Arial"/>
        </w:rPr>
      </w:pPr>
      <w:r w:rsidRPr="002E7B2F">
        <w:rPr>
          <w:rFonts w:ascii="Garamond" w:hAnsi="Garamond" w:cs="Arial"/>
        </w:rPr>
        <w:t>1</w:t>
      </w:r>
      <w:r w:rsidR="00EF740A" w:rsidRPr="002E7B2F">
        <w:rPr>
          <w:rFonts w:ascii="Garamond" w:hAnsi="Garamond" w:cs="Arial"/>
        </w:rPr>
        <w:t>5</w:t>
      </w:r>
      <w:r w:rsidRPr="002E7B2F">
        <w:rPr>
          <w:rFonts w:ascii="Garamond" w:hAnsi="Garamond" w:cs="Arial"/>
        </w:rPr>
        <w:t>.1</w:t>
      </w:r>
      <w:r w:rsidR="00DB29DD" w:rsidRPr="002E7B2F">
        <w:rPr>
          <w:rFonts w:ascii="Garamond" w:hAnsi="Garamond" w:cs="Arial"/>
        </w:rPr>
        <w:t>.</w:t>
      </w:r>
      <w:r w:rsidRPr="002E7B2F">
        <w:rPr>
          <w:rFonts w:ascii="Garamond" w:hAnsi="Garamond" w:cs="Arial"/>
        </w:rPr>
        <w:tab/>
      </w:r>
      <w:r w:rsidR="007D14DC" w:rsidRPr="002E7B2F">
        <w:rPr>
          <w:rFonts w:ascii="Garamond" w:hAnsi="Garamond" w:cs="Arial"/>
        </w:rPr>
        <w:t>Szállító</w:t>
      </w:r>
      <w:r w:rsidR="007D14DC" w:rsidRPr="002E7B2F">
        <w:rPr>
          <w:rFonts w:ascii="Garamond" w:hAnsi="Garamond"/>
        </w:rPr>
        <w:t xml:space="preserve"> </w:t>
      </w:r>
      <w:r w:rsidR="005F4B07" w:rsidRPr="002E7B2F">
        <w:rPr>
          <w:rFonts w:ascii="Garamond" w:hAnsi="Garamond"/>
          <w:iCs/>
        </w:rPr>
        <w:t>nyilatkozik, hogy tudomása van arról, hogy a Megrendelőnél a fővárosi közösségi közlekedési intézményrendszer, valamint az autóbusz-ágazat átalakítását célzó új szervezeti struktúra kialakítása van folyamatban, melyhez minden támogatást, segítséget és nyilatkozatot megad, továbbá hozzájárul ahhoz, hogy a Megrendelő egyoldalú jognyilatkozatával a BKK Budapesti Közlekedési Központ Zártkörűen Működő Részvénytársaságot, illetve az esetlegesen létrehozandó, a Megrendelő tömegközlekedés-üzemeltető, illetve az autóbusszal végzett közforgalmú személyszállítási feladatát átvevő gazdasági társaságot a jelen Keretszerződésben saját helyébe léptesse</w:t>
      </w:r>
      <w:r w:rsidR="007D14DC" w:rsidRPr="002E7B2F">
        <w:rPr>
          <w:rFonts w:ascii="Garamond" w:hAnsi="Garamond"/>
          <w:iCs/>
        </w:rPr>
        <w:t>.</w:t>
      </w:r>
      <w:r w:rsidRPr="002E7B2F">
        <w:rPr>
          <w:rFonts w:ascii="Garamond" w:hAnsi="Garamond" w:cs="Arial"/>
        </w:rPr>
        <w:t xml:space="preserve"> </w:t>
      </w:r>
    </w:p>
    <w:p w:rsidR="00DB7FF6" w:rsidRPr="002E7B2F" w:rsidRDefault="00DB7FF6" w:rsidP="00FD6A7D">
      <w:pPr>
        <w:jc w:val="both"/>
        <w:rPr>
          <w:rFonts w:ascii="Garamond" w:hAnsi="Garamond" w:cs="Arial"/>
          <w:szCs w:val="24"/>
        </w:rPr>
      </w:pPr>
    </w:p>
    <w:p w:rsidR="000A5A33" w:rsidRPr="002E7B2F" w:rsidRDefault="000A5A33" w:rsidP="000A5A33">
      <w:pPr>
        <w:pStyle w:val="Szvegtrzs"/>
        <w:rPr>
          <w:rFonts w:ascii="Garamond" w:hAnsi="Garamond" w:cs="Arial"/>
          <w:b w:val="0"/>
          <w:i w:val="0"/>
        </w:rPr>
      </w:pPr>
      <w:r w:rsidRPr="002E7B2F">
        <w:rPr>
          <w:rFonts w:ascii="Garamond" w:hAnsi="Garamond" w:cs="Arial"/>
          <w:b w:val="0"/>
          <w:i w:val="0"/>
        </w:rPr>
        <w:lastRenderedPageBreak/>
        <w:t>A Felek kijelentik, hogy a jelen Keretszerződést és a mellékleteit elolvasás és értelmezés után, mint akaratukkal mindenben egyezőt, cégszerűen, szabályszerűen, az aláírásra jogosult képviselőik útján</w:t>
      </w:r>
      <w:r w:rsidR="00263A1B">
        <w:rPr>
          <w:rFonts w:ascii="Garamond" w:hAnsi="Garamond" w:cs="Arial"/>
          <w:b w:val="0"/>
          <w:i w:val="0"/>
        </w:rPr>
        <w:t>3</w:t>
      </w:r>
      <w:r w:rsidRPr="002E7B2F">
        <w:rPr>
          <w:rFonts w:ascii="Garamond" w:hAnsi="Garamond" w:cs="Arial"/>
          <w:b w:val="0"/>
          <w:i w:val="0"/>
        </w:rPr>
        <w:t xml:space="preserve"> db magyar nyelvű eredeti példányban jóváhagyólag aláírták.</w:t>
      </w:r>
    </w:p>
    <w:p w:rsidR="00D37AA0" w:rsidRPr="002E7B2F" w:rsidRDefault="00D37AA0" w:rsidP="00D37AA0">
      <w:pPr>
        <w:rPr>
          <w:rFonts w:ascii="Garamond" w:hAnsi="Garamond" w:cs="Arial"/>
          <w:bCs/>
          <w:szCs w:val="24"/>
        </w:rPr>
      </w:pPr>
    </w:p>
    <w:p w:rsidR="001F0B5F" w:rsidRPr="002E7B2F" w:rsidRDefault="001F0B5F" w:rsidP="00D37AA0">
      <w:pPr>
        <w:rPr>
          <w:rFonts w:ascii="Garamond" w:hAnsi="Garamond" w:cs="Arial"/>
          <w:bCs/>
          <w:szCs w:val="24"/>
        </w:rPr>
      </w:pPr>
    </w:p>
    <w:p w:rsidR="001F0B5F" w:rsidRPr="002E7B2F" w:rsidRDefault="001F0B5F" w:rsidP="001F0B5F">
      <w:pPr>
        <w:tabs>
          <w:tab w:val="left" w:pos="9648"/>
        </w:tabs>
        <w:rPr>
          <w:rFonts w:ascii="Garamond" w:hAnsi="Garamond" w:cs="Arial"/>
          <w:szCs w:val="24"/>
        </w:rPr>
      </w:pPr>
      <w:r w:rsidRPr="002E7B2F">
        <w:rPr>
          <w:rFonts w:ascii="Garamond" w:hAnsi="Garamond" w:cs="Arial"/>
          <w:szCs w:val="24"/>
        </w:rPr>
        <w:t xml:space="preserve">Budapest, 20... </w:t>
      </w:r>
      <w:r w:rsidRPr="002E7B2F">
        <w:rPr>
          <w:rFonts w:ascii="Garamond" w:hAnsi="Garamond" w:cs="Arial"/>
          <w:szCs w:val="24"/>
          <w:highlight w:val="yellow"/>
        </w:rPr>
        <w:t>……….</w:t>
      </w:r>
      <w:r w:rsidRPr="002E7B2F">
        <w:rPr>
          <w:rFonts w:ascii="Garamond" w:hAnsi="Garamond" w:cs="Arial"/>
          <w:szCs w:val="24"/>
        </w:rPr>
        <w:t xml:space="preserve"> </w:t>
      </w:r>
      <w:r w:rsidRPr="002E7B2F">
        <w:rPr>
          <w:rFonts w:ascii="Garamond" w:hAnsi="Garamond" w:cs="Arial"/>
          <w:szCs w:val="24"/>
          <w:highlight w:val="yellow"/>
        </w:rPr>
        <w:t>„…….”</w:t>
      </w:r>
      <w:r w:rsidRPr="002E7B2F">
        <w:rPr>
          <w:rFonts w:ascii="Garamond" w:hAnsi="Garamond" w:cs="Arial"/>
          <w:szCs w:val="24"/>
        </w:rPr>
        <w:t xml:space="preserve"> napja.                              Budapest, 20... </w:t>
      </w:r>
      <w:r w:rsidRPr="002E7B2F">
        <w:rPr>
          <w:rFonts w:ascii="Garamond" w:hAnsi="Garamond" w:cs="Arial"/>
          <w:szCs w:val="24"/>
          <w:highlight w:val="yellow"/>
        </w:rPr>
        <w:t>………… „…”</w:t>
      </w:r>
      <w:r w:rsidRPr="002E7B2F">
        <w:rPr>
          <w:rFonts w:ascii="Garamond" w:hAnsi="Garamond" w:cs="Arial"/>
          <w:szCs w:val="24"/>
        </w:rPr>
        <w:t xml:space="preserve"> napja.</w:t>
      </w:r>
    </w:p>
    <w:p w:rsidR="001F0B5F" w:rsidRPr="002E7B2F" w:rsidRDefault="001F0B5F" w:rsidP="001F0B5F">
      <w:pPr>
        <w:tabs>
          <w:tab w:val="left" w:pos="9648"/>
        </w:tabs>
        <w:rPr>
          <w:rFonts w:ascii="Garamond" w:hAnsi="Garamond" w:cs="Arial"/>
          <w:szCs w:val="24"/>
        </w:rPr>
      </w:pPr>
    </w:p>
    <w:p w:rsidR="001F0B5F" w:rsidRPr="002E7B2F" w:rsidRDefault="001F0B5F" w:rsidP="001F0B5F">
      <w:pPr>
        <w:tabs>
          <w:tab w:val="left" w:pos="9648"/>
        </w:tabs>
        <w:rPr>
          <w:rFonts w:ascii="Garamond" w:hAnsi="Garamond" w:cs="Arial"/>
          <w:szCs w:val="24"/>
        </w:rPr>
      </w:pPr>
    </w:p>
    <w:tbl>
      <w:tblPr>
        <w:tblW w:w="9288" w:type="dxa"/>
        <w:jc w:val="center"/>
        <w:tblLook w:val="01E0" w:firstRow="1" w:lastRow="1" w:firstColumn="1" w:lastColumn="1" w:noHBand="0" w:noVBand="0"/>
      </w:tblPr>
      <w:tblGrid>
        <w:gridCol w:w="2740"/>
        <w:gridCol w:w="2520"/>
        <w:gridCol w:w="4028"/>
      </w:tblGrid>
      <w:tr w:rsidR="001F0B5F" w:rsidRPr="002E7B2F" w:rsidTr="00150B3D">
        <w:trPr>
          <w:jc w:val="center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0B5F" w:rsidRPr="002E7B2F" w:rsidRDefault="001F0B5F" w:rsidP="00150B3D">
            <w:pPr>
              <w:jc w:val="center"/>
              <w:rPr>
                <w:rFonts w:ascii="Garamond" w:hAnsi="Garamond" w:cs="Arial"/>
                <w:szCs w:val="24"/>
              </w:rPr>
            </w:pPr>
            <w:r w:rsidRPr="002E7B2F">
              <w:rPr>
                <w:rFonts w:ascii="Garamond" w:hAnsi="Garamond" w:cs="Arial"/>
                <w:szCs w:val="24"/>
              </w:rPr>
              <w:t>……………………</w:t>
            </w:r>
          </w:p>
          <w:p w:rsidR="001F0B5F" w:rsidRPr="002E7B2F" w:rsidRDefault="001F0B5F" w:rsidP="00150B3D">
            <w:pPr>
              <w:ind w:right="-709" w:firstLine="929"/>
              <w:rPr>
                <w:rFonts w:ascii="Garamond" w:hAnsi="Garamond" w:cs="Arial"/>
                <w:szCs w:val="24"/>
              </w:rPr>
            </w:pPr>
            <w:r w:rsidRPr="002E7B2F">
              <w:rPr>
                <w:rFonts w:ascii="Garamond" w:hAnsi="Garamond" w:cs="Arial"/>
                <w:szCs w:val="24"/>
              </w:rPr>
              <w:t>(titulus)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0B5F" w:rsidRPr="002E7B2F" w:rsidRDefault="001F0B5F" w:rsidP="00150B3D">
            <w:pPr>
              <w:ind w:left="-108" w:right="-108"/>
              <w:jc w:val="center"/>
              <w:rPr>
                <w:rFonts w:ascii="Garamond" w:hAnsi="Garamond" w:cs="Arial"/>
                <w:szCs w:val="24"/>
              </w:rPr>
            </w:pPr>
            <w:r w:rsidRPr="002E7B2F">
              <w:rPr>
                <w:rFonts w:ascii="Garamond" w:hAnsi="Garamond" w:cs="Arial"/>
                <w:szCs w:val="24"/>
              </w:rPr>
              <w:t>……………………..</w:t>
            </w:r>
          </w:p>
          <w:p w:rsidR="001F0B5F" w:rsidRPr="002E7B2F" w:rsidRDefault="001F0B5F" w:rsidP="00150B3D">
            <w:pPr>
              <w:ind w:left="-816" w:right="-709"/>
              <w:jc w:val="center"/>
              <w:rPr>
                <w:rFonts w:ascii="Garamond" w:hAnsi="Garamond" w:cs="Arial"/>
                <w:szCs w:val="24"/>
              </w:rPr>
            </w:pPr>
            <w:r w:rsidRPr="002E7B2F">
              <w:rPr>
                <w:rFonts w:ascii="Garamond" w:hAnsi="Garamond" w:cs="Arial"/>
                <w:szCs w:val="24"/>
              </w:rPr>
              <w:t>(titulus)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0B5F" w:rsidRPr="002E7B2F" w:rsidRDefault="001F0B5F" w:rsidP="00150B3D">
            <w:pPr>
              <w:ind w:right="-39"/>
              <w:jc w:val="center"/>
              <w:rPr>
                <w:rFonts w:ascii="Garamond" w:hAnsi="Garamond" w:cs="Arial"/>
                <w:szCs w:val="24"/>
              </w:rPr>
            </w:pPr>
            <w:r w:rsidRPr="002E7B2F">
              <w:rPr>
                <w:rFonts w:ascii="Garamond" w:hAnsi="Garamond" w:cs="Arial"/>
                <w:szCs w:val="24"/>
              </w:rPr>
              <w:t>…………………………</w:t>
            </w:r>
          </w:p>
          <w:p w:rsidR="001F0B5F" w:rsidRPr="002E7B2F" w:rsidRDefault="001F0B5F" w:rsidP="00150B3D">
            <w:pPr>
              <w:ind w:right="-39"/>
              <w:jc w:val="center"/>
              <w:rPr>
                <w:rFonts w:ascii="Garamond" w:hAnsi="Garamond" w:cs="Arial"/>
                <w:szCs w:val="24"/>
              </w:rPr>
            </w:pPr>
            <w:r w:rsidRPr="002E7B2F">
              <w:rPr>
                <w:rFonts w:ascii="Garamond" w:hAnsi="Garamond" w:cs="Arial"/>
                <w:szCs w:val="24"/>
              </w:rPr>
              <w:t>(titulus)</w:t>
            </w:r>
          </w:p>
        </w:tc>
      </w:tr>
      <w:tr w:rsidR="001F0B5F" w:rsidRPr="002E7B2F" w:rsidTr="00150B3D">
        <w:trPr>
          <w:jc w:val="center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0B5F" w:rsidRPr="002E7B2F" w:rsidRDefault="001F0B5F" w:rsidP="00150B3D">
            <w:pPr>
              <w:ind w:right="-108"/>
              <w:jc w:val="center"/>
              <w:rPr>
                <w:rFonts w:ascii="Garamond" w:hAnsi="Garamond" w:cs="Arial"/>
                <w:b/>
                <w:szCs w:val="24"/>
              </w:rPr>
            </w:pPr>
            <w:r w:rsidRPr="002E7B2F">
              <w:rPr>
                <w:rFonts w:ascii="Garamond" w:hAnsi="Garamond" w:cs="Arial"/>
                <w:b/>
                <w:szCs w:val="24"/>
              </w:rPr>
              <w:t>Budapesti Közlekedési Zártkörűen Működő</w:t>
            </w:r>
          </w:p>
          <w:p w:rsidR="001F0B5F" w:rsidRPr="002E7B2F" w:rsidRDefault="001F0B5F" w:rsidP="00150B3D">
            <w:pPr>
              <w:ind w:right="-108"/>
              <w:jc w:val="center"/>
              <w:rPr>
                <w:rFonts w:ascii="Garamond" w:hAnsi="Garamond" w:cs="Arial"/>
                <w:b/>
                <w:szCs w:val="24"/>
              </w:rPr>
            </w:pPr>
            <w:r w:rsidRPr="002E7B2F">
              <w:rPr>
                <w:rFonts w:ascii="Garamond" w:hAnsi="Garamond" w:cs="Arial"/>
                <w:b/>
                <w:szCs w:val="24"/>
              </w:rPr>
              <w:t>Részvénytársaság</w:t>
            </w:r>
          </w:p>
          <w:p w:rsidR="001F0B5F" w:rsidRPr="002E7B2F" w:rsidRDefault="001F0B5F" w:rsidP="00150B3D">
            <w:pPr>
              <w:ind w:right="-108"/>
              <w:jc w:val="center"/>
              <w:rPr>
                <w:rFonts w:ascii="Garamond" w:hAnsi="Garamond" w:cs="Arial"/>
                <w:szCs w:val="24"/>
              </w:rPr>
            </w:pPr>
            <w:r w:rsidRPr="002E7B2F">
              <w:rPr>
                <w:rFonts w:ascii="Garamond" w:hAnsi="Garamond" w:cs="Arial"/>
                <w:szCs w:val="24"/>
              </w:rPr>
              <w:t>Megrendelő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0B5F" w:rsidRPr="002E7B2F" w:rsidRDefault="001F0B5F" w:rsidP="00150B3D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2E7B2F">
              <w:rPr>
                <w:rFonts w:ascii="Garamond" w:hAnsi="Garamond" w:cs="Arial"/>
                <w:b/>
                <w:szCs w:val="24"/>
                <w:highlight w:val="yellow"/>
              </w:rPr>
              <w:t>………………….</w:t>
            </w:r>
          </w:p>
          <w:p w:rsidR="001F0B5F" w:rsidRPr="002E7B2F" w:rsidRDefault="001F0B5F" w:rsidP="00150B3D">
            <w:pPr>
              <w:jc w:val="center"/>
              <w:rPr>
                <w:rFonts w:ascii="Garamond" w:hAnsi="Garamond" w:cs="Arial"/>
                <w:szCs w:val="24"/>
              </w:rPr>
            </w:pPr>
          </w:p>
          <w:p w:rsidR="001F0B5F" w:rsidRPr="002E7B2F" w:rsidRDefault="001F0B5F" w:rsidP="00150B3D">
            <w:pPr>
              <w:jc w:val="center"/>
              <w:rPr>
                <w:rFonts w:ascii="Garamond" w:hAnsi="Garamond" w:cs="Arial"/>
                <w:szCs w:val="24"/>
              </w:rPr>
            </w:pPr>
            <w:r w:rsidRPr="002E7B2F">
              <w:rPr>
                <w:rFonts w:ascii="Garamond" w:hAnsi="Garamond" w:cs="Arial"/>
                <w:szCs w:val="24"/>
              </w:rPr>
              <w:t>Szállító</w:t>
            </w:r>
          </w:p>
        </w:tc>
      </w:tr>
    </w:tbl>
    <w:p w:rsidR="00924A4C" w:rsidRPr="002E7B2F" w:rsidRDefault="00924A4C" w:rsidP="004D7E81">
      <w:pPr>
        <w:rPr>
          <w:b/>
          <w:sz w:val="22"/>
          <w:szCs w:val="22"/>
        </w:rPr>
      </w:pPr>
    </w:p>
    <w:sectPr w:rsidR="00924A4C" w:rsidRPr="002E7B2F" w:rsidSect="00DB29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91" w:right="1191" w:bottom="136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C9" w:rsidRDefault="002F0FC9">
      <w:r>
        <w:separator/>
      </w:r>
    </w:p>
  </w:endnote>
  <w:endnote w:type="continuationSeparator" w:id="0">
    <w:p w:rsidR="002F0FC9" w:rsidRDefault="002F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E71" w:rsidRDefault="00696E71" w:rsidP="00A0174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96E71" w:rsidRDefault="00696E7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E71" w:rsidRPr="00B73573" w:rsidRDefault="00696E71" w:rsidP="00A01745">
    <w:pPr>
      <w:pStyle w:val="llb"/>
      <w:framePr w:wrap="around" w:vAnchor="text" w:hAnchor="page" w:x="5918" w:y="-43"/>
      <w:rPr>
        <w:rStyle w:val="Oldalszm"/>
        <w:rFonts w:ascii="Garamond" w:hAnsi="Garamond"/>
        <w:color w:val="808080"/>
        <w:szCs w:val="24"/>
      </w:rPr>
    </w:pPr>
    <w:r w:rsidRPr="00B73573">
      <w:rPr>
        <w:rStyle w:val="Oldalszm"/>
        <w:rFonts w:ascii="Garamond" w:hAnsi="Garamond"/>
        <w:color w:val="808080"/>
        <w:szCs w:val="24"/>
      </w:rPr>
      <w:fldChar w:fldCharType="begin"/>
    </w:r>
    <w:r w:rsidRPr="00B73573">
      <w:rPr>
        <w:rStyle w:val="Oldalszm"/>
        <w:rFonts w:ascii="Garamond" w:hAnsi="Garamond"/>
        <w:color w:val="808080"/>
        <w:szCs w:val="24"/>
      </w:rPr>
      <w:instrText xml:space="preserve">PAGE  </w:instrText>
    </w:r>
    <w:r w:rsidRPr="00B73573">
      <w:rPr>
        <w:rStyle w:val="Oldalszm"/>
        <w:rFonts w:ascii="Garamond" w:hAnsi="Garamond"/>
        <w:color w:val="808080"/>
        <w:szCs w:val="24"/>
      </w:rPr>
      <w:fldChar w:fldCharType="separate"/>
    </w:r>
    <w:r w:rsidR="003E0622">
      <w:rPr>
        <w:rStyle w:val="Oldalszm"/>
        <w:rFonts w:ascii="Garamond" w:hAnsi="Garamond"/>
        <w:noProof/>
        <w:color w:val="808080"/>
        <w:szCs w:val="24"/>
      </w:rPr>
      <w:t>3</w:t>
    </w:r>
    <w:r w:rsidRPr="00B73573">
      <w:rPr>
        <w:rStyle w:val="Oldalszm"/>
        <w:rFonts w:ascii="Garamond" w:hAnsi="Garamond"/>
        <w:color w:val="808080"/>
        <w:szCs w:val="24"/>
      </w:rPr>
      <w:fldChar w:fldCharType="end"/>
    </w:r>
  </w:p>
  <w:p w:rsidR="00696E71" w:rsidRDefault="00696E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C9" w:rsidRDefault="002F0FC9">
      <w:r>
        <w:separator/>
      </w:r>
    </w:p>
  </w:footnote>
  <w:footnote w:type="continuationSeparator" w:id="0">
    <w:p w:rsidR="002F0FC9" w:rsidRDefault="002F0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E71" w:rsidRDefault="002F0FC9" w:rsidP="007A6CDA">
    <w:pPr>
      <w:pStyle w:val="lfej"/>
      <w:framePr w:wrap="around" w:vAnchor="text" w:hAnchor="margin" w:xAlign="center" w:y="1"/>
      <w:rPr>
        <w:rStyle w:val="Oldalszm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left:0;text-align:left;margin-left:0;margin-top:0;width:469.95pt;height:201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Garamond&quot;;font-size:1pt" string="MINTA"/>
          <w10:wrap anchorx="margin" anchory="margin"/>
        </v:shape>
      </w:pict>
    </w:r>
    <w:r w:rsidR="00696E71">
      <w:rPr>
        <w:rStyle w:val="Oldalszm"/>
      </w:rPr>
      <w:fldChar w:fldCharType="begin"/>
    </w:r>
    <w:r w:rsidR="00696E71">
      <w:rPr>
        <w:rStyle w:val="Oldalszm"/>
      </w:rPr>
      <w:instrText xml:space="preserve">PAGE  </w:instrText>
    </w:r>
    <w:r w:rsidR="00696E71">
      <w:rPr>
        <w:rStyle w:val="Oldalszm"/>
      </w:rPr>
      <w:fldChar w:fldCharType="end"/>
    </w:r>
  </w:p>
  <w:p w:rsidR="00696E71" w:rsidRDefault="00696E7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E71" w:rsidRPr="00A01745" w:rsidRDefault="002F0FC9" w:rsidP="001E1F06">
    <w:pPr>
      <w:pStyle w:val="lfej"/>
      <w:tabs>
        <w:tab w:val="clear" w:pos="4536"/>
        <w:tab w:val="clear" w:pos="9072"/>
        <w:tab w:val="center" w:pos="4680"/>
        <w:tab w:val="right" w:pos="9540"/>
      </w:tabs>
      <w:rPr>
        <w:rFonts w:ascii="Garamond" w:hAnsi="Garamond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469.95pt;height:201.4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Garamond&quot;;font-size:1pt" string="MINTA"/>
          <w10:wrap anchorx="margin" anchory="margin"/>
        </v:shape>
      </w:pict>
    </w:r>
    <w:r w:rsidR="00696E71" w:rsidRPr="00A01745">
      <w:rPr>
        <w:rFonts w:ascii="Garamond" w:hAnsi="Garamond"/>
      </w:rPr>
      <w:t>BKV Zrt.</w:t>
    </w:r>
    <w:r w:rsidR="00696E71" w:rsidRPr="00A01745">
      <w:rPr>
        <w:rFonts w:ascii="Garamond" w:hAnsi="Garamond"/>
      </w:rPr>
      <w:tab/>
    </w:r>
    <w:r w:rsidR="00696E71" w:rsidRPr="001E1F06">
      <w:rPr>
        <w:rFonts w:ascii="Garamond" w:hAnsi="Garamond"/>
        <w:smallCaps/>
      </w:rPr>
      <w:t>Szállítási Keretszerződés</w:t>
    </w:r>
    <w:r w:rsidR="00696E71" w:rsidRPr="00A01745">
      <w:rPr>
        <w:rFonts w:ascii="Garamond" w:hAnsi="Garamond"/>
      </w:rPr>
      <w:tab/>
    </w:r>
    <w:r w:rsidR="00696E71" w:rsidRPr="001E1F06">
      <w:rPr>
        <w:rFonts w:ascii="Garamond" w:hAnsi="Garamond"/>
        <w:highlight w:val="yellow"/>
      </w:rPr>
      <w:t>cégnév</w:t>
    </w:r>
  </w:p>
  <w:p w:rsidR="00696E71" w:rsidRPr="00A01745" w:rsidRDefault="00696E71" w:rsidP="001E1F06">
    <w:pPr>
      <w:pStyle w:val="lfej"/>
      <w:tabs>
        <w:tab w:val="clear" w:pos="9072"/>
        <w:tab w:val="right" w:pos="9540"/>
      </w:tabs>
      <w:rPr>
        <w:rFonts w:ascii="Garamond" w:hAnsi="Garamond"/>
        <w:b/>
      </w:rPr>
    </w:pPr>
    <w:r w:rsidRPr="00A01745">
      <w:rPr>
        <w:rFonts w:ascii="Garamond" w:hAnsi="Garamond"/>
      </w:rPr>
      <w:tab/>
    </w:r>
    <w:r w:rsidRPr="00A01745">
      <w:rPr>
        <w:rFonts w:ascii="Garamond" w:hAnsi="Garamond"/>
      </w:rPr>
      <w:tab/>
    </w:r>
    <w:r w:rsidRPr="00A01745">
      <w:rPr>
        <w:rFonts w:ascii="Garamond" w:hAnsi="Garamond"/>
        <w:b/>
      </w:rPr>
      <w:t xml:space="preserve">BKV Zrt. </w:t>
    </w:r>
    <w:r w:rsidRPr="007865F2">
      <w:rPr>
        <w:rFonts w:ascii="Garamond" w:hAnsi="Garamond"/>
        <w:b/>
      </w:rPr>
      <w:t>368/13</w:t>
    </w:r>
  </w:p>
  <w:p w:rsidR="00696E71" w:rsidRPr="00A01745" w:rsidRDefault="00696E71">
    <w:pPr>
      <w:pStyle w:val="lfej"/>
      <w:rPr>
        <w:rFonts w:ascii="Garamond" w:hAnsi="Garamond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E71" w:rsidRPr="008D2042" w:rsidRDefault="002F0FC9" w:rsidP="003B3D56">
    <w:pPr>
      <w:pStyle w:val="lfej"/>
      <w:rPr>
        <w:rFonts w:ascii="Garamond" w:hAnsi="Garamond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469.95pt;height:201.4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Garamond&quot;;font-size:1pt" string="MINTA"/>
          <w10:wrap anchorx="margin" anchory="margin"/>
        </v:shape>
      </w:pict>
    </w:r>
    <w:r w:rsidR="00696E71" w:rsidRPr="008D2042">
      <w:rPr>
        <w:rFonts w:ascii="Garamond" w:hAnsi="Garamond"/>
      </w:rPr>
      <w:t>BKV Zrt.</w:t>
    </w:r>
    <w:r w:rsidR="00696E71" w:rsidRPr="008D2042">
      <w:rPr>
        <w:rFonts w:ascii="Garamond" w:hAnsi="Garamond"/>
      </w:rPr>
      <w:tab/>
      <w:t>Szállítási keret</w:t>
    </w:r>
    <w:r w:rsidR="00696E71">
      <w:rPr>
        <w:rFonts w:ascii="Garamond" w:hAnsi="Garamond"/>
      </w:rPr>
      <w:t>Keretszerződés</w:t>
    </w:r>
    <w:r w:rsidR="00696E71" w:rsidRPr="008D2042">
      <w:rPr>
        <w:rFonts w:ascii="Garamond" w:hAnsi="Garamond"/>
      </w:rPr>
      <w:tab/>
      <w:t>cégnév.</w:t>
    </w:r>
  </w:p>
  <w:p w:rsidR="00696E71" w:rsidRPr="008D2042" w:rsidRDefault="00696E71" w:rsidP="003B3D56">
    <w:pPr>
      <w:pStyle w:val="lfej"/>
      <w:rPr>
        <w:rFonts w:ascii="Garamond" w:hAnsi="Garamond"/>
        <w:b/>
      </w:rPr>
    </w:pPr>
    <w:r w:rsidRPr="008D2042">
      <w:rPr>
        <w:rFonts w:ascii="Garamond" w:hAnsi="Garamond"/>
      </w:rPr>
      <w:tab/>
    </w:r>
    <w:r w:rsidRPr="008D2042">
      <w:rPr>
        <w:rFonts w:ascii="Garamond" w:hAnsi="Garamond"/>
      </w:rPr>
      <w:tab/>
    </w:r>
    <w:r w:rsidRPr="008D2042">
      <w:rPr>
        <w:rFonts w:ascii="Garamond" w:hAnsi="Garamond"/>
        <w:b/>
      </w:rPr>
      <w:t xml:space="preserve">BKV Zrt. </w:t>
    </w:r>
    <w:r>
      <w:rPr>
        <w:rFonts w:ascii="Garamond" w:hAnsi="Garamond"/>
        <w:b/>
      </w:rPr>
      <w:t>14</w:t>
    </w:r>
    <w:r w:rsidRPr="008D2042">
      <w:rPr>
        <w:rFonts w:ascii="Garamond" w:hAnsi="Garamond"/>
        <w:b/>
      </w:rPr>
      <w:t>/…/</w:t>
    </w:r>
    <w:r>
      <w:rPr>
        <w:rFonts w:ascii="Garamond" w:hAnsi="Garamond"/>
        <w:b/>
      </w:rPr>
      <w:t>09</w:t>
    </w:r>
  </w:p>
  <w:p w:rsidR="00696E71" w:rsidRPr="008D2042" w:rsidRDefault="00696E71">
    <w:pPr>
      <w:pStyle w:val="lfej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E3B"/>
    <w:multiLevelType w:val="multilevel"/>
    <w:tmpl w:val="52446E54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1">
    <w:nsid w:val="063C5880"/>
    <w:multiLevelType w:val="hybridMultilevel"/>
    <w:tmpl w:val="FABC9FB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951A2"/>
    <w:multiLevelType w:val="hybridMultilevel"/>
    <w:tmpl w:val="30B4EA3A"/>
    <w:lvl w:ilvl="0" w:tplc="4DDC4B96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441A6"/>
    <w:multiLevelType w:val="multilevel"/>
    <w:tmpl w:val="70248CEA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FA5667A"/>
    <w:multiLevelType w:val="multilevel"/>
    <w:tmpl w:val="63A66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C15AAB"/>
    <w:multiLevelType w:val="hybridMultilevel"/>
    <w:tmpl w:val="23A6DCE0"/>
    <w:lvl w:ilvl="0" w:tplc="668C9AC6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89EF6">
      <w:start w:val="8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F44A42"/>
    <w:multiLevelType w:val="multilevel"/>
    <w:tmpl w:val="00C4AF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8062881"/>
    <w:multiLevelType w:val="multilevel"/>
    <w:tmpl w:val="E4F0600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87D79E6"/>
    <w:multiLevelType w:val="multilevel"/>
    <w:tmpl w:val="94BA4358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2A6B75"/>
    <w:multiLevelType w:val="hybridMultilevel"/>
    <w:tmpl w:val="81806B6C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E4396A"/>
    <w:multiLevelType w:val="multilevel"/>
    <w:tmpl w:val="8BD4DD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4321B1F"/>
    <w:multiLevelType w:val="multilevel"/>
    <w:tmpl w:val="6C8EEAC0"/>
    <w:lvl w:ilvl="0">
      <w:start w:val="10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E493143"/>
    <w:multiLevelType w:val="multilevel"/>
    <w:tmpl w:val="4A5AB78A"/>
    <w:lvl w:ilvl="0">
      <w:start w:val="1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46D54D7"/>
    <w:multiLevelType w:val="hybridMultilevel"/>
    <w:tmpl w:val="6DFE4172"/>
    <w:lvl w:ilvl="0" w:tplc="040E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A170E13"/>
    <w:multiLevelType w:val="hybridMultilevel"/>
    <w:tmpl w:val="5CA0C764"/>
    <w:lvl w:ilvl="0" w:tplc="F9FAAB78">
      <w:start w:val="10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0F2A58"/>
    <w:multiLevelType w:val="multilevel"/>
    <w:tmpl w:val="40FC680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16">
    <w:nsid w:val="578603F4"/>
    <w:multiLevelType w:val="multilevel"/>
    <w:tmpl w:val="23A6DCE0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C47D0C"/>
    <w:multiLevelType w:val="multilevel"/>
    <w:tmpl w:val="533C75B6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4B7DB6"/>
    <w:multiLevelType w:val="multilevel"/>
    <w:tmpl w:val="2640D6E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D473524"/>
    <w:multiLevelType w:val="multilevel"/>
    <w:tmpl w:val="C268BB1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86051D1"/>
    <w:multiLevelType w:val="multilevel"/>
    <w:tmpl w:val="0A0248A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7F7F6F77"/>
    <w:multiLevelType w:val="multilevel"/>
    <w:tmpl w:val="AECECAE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Arial" w:hint="default"/>
      </w:r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20"/>
  </w:num>
  <w:num w:numId="5">
    <w:abstractNumId w:val="18"/>
  </w:num>
  <w:num w:numId="6">
    <w:abstractNumId w:val="6"/>
  </w:num>
  <w:num w:numId="7">
    <w:abstractNumId w:val="10"/>
  </w:num>
  <w:num w:numId="8">
    <w:abstractNumId w:val="0"/>
  </w:num>
  <w:num w:numId="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9"/>
  </w:num>
  <w:num w:numId="12">
    <w:abstractNumId w:val="3"/>
  </w:num>
  <w:num w:numId="13">
    <w:abstractNumId w:val="11"/>
  </w:num>
  <w:num w:numId="14">
    <w:abstractNumId w:val="7"/>
  </w:num>
  <w:num w:numId="15">
    <w:abstractNumId w:val="1"/>
  </w:num>
  <w:num w:numId="16">
    <w:abstractNumId w:val="8"/>
  </w:num>
  <w:num w:numId="17">
    <w:abstractNumId w:val="17"/>
  </w:num>
  <w:num w:numId="18">
    <w:abstractNumId w:val="16"/>
  </w:num>
  <w:num w:numId="19">
    <w:abstractNumId w:val="14"/>
  </w:num>
  <w:num w:numId="20">
    <w:abstractNumId w:val="4"/>
  </w:num>
  <w:num w:numId="21">
    <w:abstractNumId w:val="13"/>
  </w:num>
  <w:num w:numId="22">
    <w:abstractNumId w:val="2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CYyDwEgRNR983XEehxEMqg4pJM=" w:salt="Ewou6sVDRo+/6XpTY/mgyA=="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B4"/>
    <w:rsid w:val="000050B4"/>
    <w:rsid w:val="00011108"/>
    <w:rsid w:val="00013484"/>
    <w:rsid w:val="00013668"/>
    <w:rsid w:val="0001649B"/>
    <w:rsid w:val="00023E05"/>
    <w:rsid w:val="00024923"/>
    <w:rsid w:val="0002757F"/>
    <w:rsid w:val="0003075E"/>
    <w:rsid w:val="000344DC"/>
    <w:rsid w:val="00034C38"/>
    <w:rsid w:val="00034E5E"/>
    <w:rsid w:val="00040BD3"/>
    <w:rsid w:val="000454CB"/>
    <w:rsid w:val="00051F64"/>
    <w:rsid w:val="00054CB3"/>
    <w:rsid w:val="000577E9"/>
    <w:rsid w:val="000604D5"/>
    <w:rsid w:val="00060702"/>
    <w:rsid w:val="000622F4"/>
    <w:rsid w:val="00063E60"/>
    <w:rsid w:val="00065A25"/>
    <w:rsid w:val="0006694D"/>
    <w:rsid w:val="000705ED"/>
    <w:rsid w:val="00073E89"/>
    <w:rsid w:val="000831E6"/>
    <w:rsid w:val="00087E02"/>
    <w:rsid w:val="0009084C"/>
    <w:rsid w:val="00096575"/>
    <w:rsid w:val="00097469"/>
    <w:rsid w:val="000A12DC"/>
    <w:rsid w:val="000A31D5"/>
    <w:rsid w:val="000A32FE"/>
    <w:rsid w:val="000A5A33"/>
    <w:rsid w:val="000A659D"/>
    <w:rsid w:val="000B01A8"/>
    <w:rsid w:val="000B251C"/>
    <w:rsid w:val="000B5D59"/>
    <w:rsid w:val="000B7CD2"/>
    <w:rsid w:val="000C1578"/>
    <w:rsid w:val="000C34D6"/>
    <w:rsid w:val="000C62FE"/>
    <w:rsid w:val="000C7225"/>
    <w:rsid w:val="000C7CCC"/>
    <w:rsid w:val="000C7E43"/>
    <w:rsid w:val="000D0285"/>
    <w:rsid w:val="000D105F"/>
    <w:rsid w:val="000D523F"/>
    <w:rsid w:val="000E1CB8"/>
    <w:rsid w:val="000E2394"/>
    <w:rsid w:val="001019E7"/>
    <w:rsid w:val="00107A13"/>
    <w:rsid w:val="00111802"/>
    <w:rsid w:val="0011237C"/>
    <w:rsid w:val="0012057C"/>
    <w:rsid w:val="00123B0B"/>
    <w:rsid w:val="001303BB"/>
    <w:rsid w:val="00131030"/>
    <w:rsid w:val="00133283"/>
    <w:rsid w:val="001379B9"/>
    <w:rsid w:val="001404C4"/>
    <w:rsid w:val="00142568"/>
    <w:rsid w:val="00143A60"/>
    <w:rsid w:val="0014608F"/>
    <w:rsid w:val="0014712D"/>
    <w:rsid w:val="0014756E"/>
    <w:rsid w:val="00150B3D"/>
    <w:rsid w:val="0015100C"/>
    <w:rsid w:val="00152E47"/>
    <w:rsid w:val="00153A45"/>
    <w:rsid w:val="001639EA"/>
    <w:rsid w:val="00164724"/>
    <w:rsid w:val="001655C6"/>
    <w:rsid w:val="0016592C"/>
    <w:rsid w:val="00171106"/>
    <w:rsid w:val="00171917"/>
    <w:rsid w:val="001836FE"/>
    <w:rsid w:val="00184555"/>
    <w:rsid w:val="001847B1"/>
    <w:rsid w:val="00186C0F"/>
    <w:rsid w:val="001914AD"/>
    <w:rsid w:val="00196CBC"/>
    <w:rsid w:val="0019700A"/>
    <w:rsid w:val="001976B7"/>
    <w:rsid w:val="001A0CD5"/>
    <w:rsid w:val="001A21CA"/>
    <w:rsid w:val="001A784A"/>
    <w:rsid w:val="001B16CF"/>
    <w:rsid w:val="001C37F5"/>
    <w:rsid w:val="001D4B1A"/>
    <w:rsid w:val="001D4B8F"/>
    <w:rsid w:val="001D60DD"/>
    <w:rsid w:val="001D7C1F"/>
    <w:rsid w:val="001D7DBA"/>
    <w:rsid w:val="001E1F06"/>
    <w:rsid w:val="001E44F9"/>
    <w:rsid w:val="001E5D23"/>
    <w:rsid w:val="001E70A3"/>
    <w:rsid w:val="001E72BA"/>
    <w:rsid w:val="001F0B5F"/>
    <w:rsid w:val="001F7043"/>
    <w:rsid w:val="00202288"/>
    <w:rsid w:val="00214F43"/>
    <w:rsid w:val="0021713D"/>
    <w:rsid w:val="00222414"/>
    <w:rsid w:val="00224061"/>
    <w:rsid w:val="00224518"/>
    <w:rsid w:val="00225510"/>
    <w:rsid w:val="00227C36"/>
    <w:rsid w:val="0023185F"/>
    <w:rsid w:val="0023194A"/>
    <w:rsid w:val="00233182"/>
    <w:rsid w:val="0023610D"/>
    <w:rsid w:val="002404B3"/>
    <w:rsid w:val="00240CE5"/>
    <w:rsid w:val="00246043"/>
    <w:rsid w:val="0024651D"/>
    <w:rsid w:val="00250DDD"/>
    <w:rsid w:val="00251B0D"/>
    <w:rsid w:val="0025575E"/>
    <w:rsid w:val="00261F42"/>
    <w:rsid w:val="00263A1B"/>
    <w:rsid w:val="002640EA"/>
    <w:rsid w:val="00265BD0"/>
    <w:rsid w:val="00270169"/>
    <w:rsid w:val="002773E1"/>
    <w:rsid w:val="00277D56"/>
    <w:rsid w:val="00280F67"/>
    <w:rsid w:val="00281331"/>
    <w:rsid w:val="00283237"/>
    <w:rsid w:val="00284516"/>
    <w:rsid w:val="00287AFF"/>
    <w:rsid w:val="00287B88"/>
    <w:rsid w:val="00290340"/>
    <w:rsid w:val="0029100D"/>
    <w:rsid w:val="0029786C"/>
    <w:rsid w:val="002A102C"/>
    <w:rsid w:val="002A5806"/>
    <w:rsid w:val="002A6835"/>
    <w:rsid w:val="002B3634"/>
    <w:rsid w:val="002B440A"/>
    <w:rsid w:val="002B5B9D"/>
    <w:rsid w:val="002D1CA9"/>
    <w:rsid w:val="002D48ED"/>
    <w:rsid w:val="002D5A6C"/>
    <w:rsid w:val="002D66E8"/>
    <w:rsid w:val="002D72DB"/>
    <w:rsid w:val="002E2DB2"/>
    <w:rsid w:val="002E5251"/>
    <w:rsid w:val="002E6E81"/>
    <w:rsid w:val="002E7722"/>
    <w:rsid w:val="002E7B2F"/>
    <w:rsid w:val="002F0FC9"/>
    <w:rsid w:val="002F2A78"/>
    <w:rsid w:val="002F7BF9"/>
    <w:rsid w:val="003036B5"/>
    <w:rsid w:val="00303BD3"/>
    <w:rsid w:val="0030638B"/>
    <w:rsid w:val="00307D19"/>
    <w:rsid w:val="00310407"/>
    <w:rsid w:val="0031274F"/>
    <w:rsid w:val="00316207"/>
    <w:rsid w:val="00327F15"/>
    <w:rsid w:val="0033211F"/>
    <w:rsid w:val="0034118E"/>
    <w:rsid w:val="00344137"/>
    <w:rsid w:val="00350522"/>
    <w:rsid w:val="003553BE"/>
    <w:rsid w:val="003560A6"/>
    <w:rsid w:val="00357A85"/>
    <w:rsid w:val="0036007B"/>
    <w:rsid w:val="003623DB"/>
    <w:rsid w:val="00370BD6"/>
    <w:rsid w:val="0037344C"/>
    <w:rsid w:val="00373877"/>
    <w:rsid w:val="003805F2"/>
    <w:rsid w:val="003849B1"/>
    <w:rsid w:val="003918D7"/>
    <w:rsid w:val="003A0346"/>
    <w:rsid w:val="003A0B00"/>
    <w:rsid w:val="003A259C"/>
    <w:rsid w:val="003A34F6"/>
    <w:rsid w:val="003A3714"/>
    <w:rsid w:val="003A3C96"/>
    <w:rsid w:val="003A494D"/>
    <w:rsid w:val="003A74E5"/>
    <w:rsid w:val="003A79C8"/>
    <w:rsid w:val="003B00AC"/>
    <w:rsid w:val="003B0607"/>
    <w:rsid w:val="003B0E2B"/>
    <w:rsid w:val="003B0F34"/>
    <w:rsid w:val="003B3D56"/>
    <w:rsid w:val="003B4C86"/>
    <w:rsid w:val="003C26EE"/>
    <w:rsid w:val="003C3CFA"/>
    <w:rsid w:val="003D57AB"/>
    <w:rsid w:val="003E0565"/>
    <w:rsid w:val="003E0622"/>
    <w:rsid w:val="003E2870"/>
    <w:rsid w:val="003E2D9A"/>
    <w:rsid w:val="003E7856"/>
    <w:rsid w:val="003F2DAB"/>
    <w:rsid w:val="003F4911"/>
    <w:rsid w:val="003F4D94"/>
    <w:rsid w:val="003F54C5"/>
    <w:rsid w:val="003F5DEF"/>
    <w:rsid w:val="004046BC"/>
    <w:rsid w:val="00405B6D"/>
    <w:rsid w:val="004074F9"/>
    <w:rsid w:val="004076BD"/>
    <w:rsid w:val="004101C9"/>
    <w:rsid w:val="004119A3"/>
    <w:rsid w:val="00412039"/>
    <w:rsid w:val="00412C2C"/>
    <w:rsid w:val="00413A71"/>
    <w:rsid w:val="004148D5"/>
    <w:rsid w:val="00420D60"/>
    <w:rsid w:val="00427B1D"/>
    <w:rsid w:val="00433462"/>
    <w:rsid w:val="0043386B"/>
    <w:rsid w:val="004360EE"/>
    <w:rsid w:val="00437CDD"/>
    <w:rsid w:val="00442DDE"/>
    <w:rsid w:val="00444FFF"/>
    <w:rsid w:val="004510A0"/>
    <w:rsid w:val="00456017"/>
    <w:rsid w:val="0045733F"/>
    <w:rsid w:val="0046021D"/>
    <w:rsid w:val="00460378"/>
    <w:rsid w:val="00461F9A"/>
    <w:rsid w:val="00462544"/>
    <w:rsid w:val="00466569"/>
    <w:rsid w:val="00485B84"/>
    <w:rsid w:val="00493378"/>
    <w:rsid w:val="00493C74"/>
    <w:rsid w:val="004948ED"/>
    <w:rsid w:val="004950FC"/>
    <w:rsid w:val="00496000"/>
    <w:rsid w:val="004A09FD"/>
    <w:rsid w:val="004A1B93"/>
    <w:rsid w:val="004A2E4C"/>
    <w:rsid w:val="004A3808"/>
    <w:rsid w:val="004C1130"/>
    <w:rsid w:val="004C1A2F"/>
    <w:rsid w:val="004C3AD2"/>
    <w:rsid w:val="004C3F85"/>
    <w:rsid w:val="004C41A4"/>
    <w:rsid w:val="004D0565"/>
    <w:rsid w:val="004D183E"/>
    <w:rsid w:val="004D7E81"/>
    <w:rsid w:val="004E00DB"/>
    <w:rsid w:val="004E1FE2"/>
    <w:rsid w:val="004E4CF3"/>
    <w:rsid w:val="004E6DE7"/>
    <w:rsid w:val="004E7813"/>
    <w:rsid w:val="004F31C1"/>
    <w:rsid w:val="004F3FB9"/>
    <w:rsid w:val="004F6AAB"/>
    <w:rsid w:val="00502081"/>
    <w:rsid w:val="00504A7E"/>
    <w:rsid w:val="00506DB9"/>
    <w:rsid w:val="00507785"/>
    <w:rsid w:val="00507E55"/>
    <w:rsid w:val="00513540"/>
    <w:rsid w:val="00515101"/>
    <w:rsid w:val="00516F98"/>
    <w:rsid w:val="005214B4"/>
    <w:rsid w:val="005216EF"/>
    <w:rsid w:val="00521797"/>
    <w:rsid w:val="005219A5"/>
    <w:rsid w:val="00521DCD"/>
    <w:rsid w:val="00522A82"/>
    <w:rsid w:val="00523755"/>
    <w:rsid w:val="005253D4"/>
    <w:rsid w:val="00526ABA"/>
    <w:rsid w:val="0052723F"/>
    <w:rsid w:val="005273E7"/>
    <w:rsid w:val="00530AFA"/>
    <w:rsid w:val="00535C76"/>
    <w:rsid w:val="0053756F"/>
    <w:rsid w:val="0054019C"/>
    <w:rsid w:val="005433E2"/>
    <w:rsid w:val="00544C03"/>
    <w:rsid w:val="00550078"/>
    <w:rsid w:val="005541D4"/>
    <w:rsid w:val="00554E7D"/>
    <w:rsid w:val="005606F8"/>
    <w:rsid w:val="00560861"/>
    <w:rsid w:val="005652C2"/>
    <w:rsid w:val="0056554B"/>
    <w:rsid w:val="005657B8"/>
    <w:rsid w:val="00570D5F"/>
    <w:rsid w:val="00572D12"/>
    <w:rsid w:val="00573F11"/>
    <w:rsid w:val="00575311"/>
    <w:rsid w:val="005765F3"/>
    <w:rsid w:val="00576602"/>
    <w:rsid w:val="005813AD"/>
    <w:rsid w:val="0058140C"/>
    <w:rsid w:val="00585920"/>
    <w:rsid w:val="00587E7A"/>
    <w:rsid w:val="005901BF"/>
    <w:rsid w:val="0059612B"/>
    <w:rsid w:val="005A0B7C"/>
    <w:rsid w:val="005A0FB0"/>
    <w:rsid w:val="005B54B3"/>
    <w:rsid w:val="005B6D08"/>
    <w:rsid w:val="005B7D00"/>
    <w:rsid w:val="005C1572"/>
    <w:rsid w:val="005C40A7"/>
    <w:rsid w:val="005C61D1"/>
    <w:rsid w:val="005C7507"/>
    <w:rsid w:val="005D0C5D"/>
    <w:rsid w:val="005E1714"/>
    <w:rsid w:val="005E3434"/>
    <w:rsid w:val="005E456B"/>
    <w:rsid w:val="005E6610"/>
    <w:rsid w:val="005E6B86"/>
    <w:rsid w:val="005E6F9E"/>
    <w:rsid w:val="005F0862"/>
    <w:rsid w:val="005F0AF8"/>
    <w:rsid w:val="005F0E44"/>
    <w:rsid w:val="005F3365"/>
    <w:rsid w:val="005F3635"/>
    <w:rsid w:val="005F4B07"/>
    <w:rsid w:val="0060380E"/>
    <w:rsid w:val="00612987"/>
    <w:rsid w:val="0061573E"/>
    <w:rsid w:val="00622D93"/>
    <w:rsid w:val="00623281"/>
    <w:rsid w:val="00627541"/>
    <w:rsid w:val="0063261B"/>
    <w:rsid w:val="00634914"/>
    <w:rsid w:val="00637E74"/>
    <w:rsid w:val="00645598"/>
    <w:rsid w:val="00647BFF"/>
    <w:rsid w:val="0065330D"/>
    <w:rsid w:val="0065591C"/>
    <w:rsid w:val="00662A38"/>
    <w:rsid w:val="00670D4E"/>
    <w:rsid w:val="00670FE7"/>
    <w:rsid w:val="00671B69"/>
    <w:rsid w:val="00673377"/>
    <w:rsid w:val="00673C02"/>
    <w:rsid w:val="0067611F"/>
    <w:rsid w:val="00677785"/>
    <w:rsid w:val="00684157"/>
    <w:rsid w:val="00684347"/>
    <w:rsid w:val="00685BBD"/>
    <w:rsid w:val="006953CB"/>
    <w:rsid w:val="00696E71"/>
    <w:rsid w:val="006A0D27"/>
    <w:rsid w:val="006A14F6"/>
    <w:rsid w:val="006A1895"/>
    <w:rsid w:val="006A2D7B"/>
    <w:rsid w:val="006A5FAC"/>
    <w:rsid w:val="006A62E4"/>
    <w:rsid w:val="006B2E80"/>
    <w:rsid w:val="006B7B25"/>
    <w:rsid w:val="006B7D6A"/>
    <w:rsid w:val="006C0B88"/>
    <w:rsid w:val="006C1B1D"/>
    <w:rsid w:val="006D1602"/>
    <w:rsid w:val="006D4BDD"/>
    <w:rsid w:val="006D7B5D"/>
    <w:rsid w:val="006E052B"/>
    <w:rsid w:val="006E347E"/>
    <w:rsid w:val="006E4217"/>
    <w:rsid w:val="006E4545"/>
    <w:rsid w:val="006E5654"/>
    <w:rsid w:val="006E6373"/>
    <w:rsid w:val="006E6CAE"/>
    <w:rsid w:val="006E76D8"/>
    <w:rsid w:val="006E79E3"/>
    <w:rsid w:val="006F40EA"/>
    <w:rsid w:val="007026E3"/>
    <w:rsid w:val="00702D18"/>
    <w:rsid w:val="00702E8A"/>
    <w:rsid w:val="00720043"/>
    <w:rsid w:val="00724462"/>
    <w:rsid w:val="00727B7B"/>
    <w:rsid w:val="00727C8D"/>
    <w:rsid w:val="007307F0"/>
    <w:rsid w:val="0073113C"/>
    <w:rsid w:val="0073532A"/>
    <w:rsid w:val="00741EA7"/>
    <w:rsid w:val="007425A0"/>
    <w:rsid w:val="00742901"/>
    <w:rsid w:val="007477B2"/>
    <w:rsid w:val="00750870"/>
    <w:rsid w:val="00751D12"/>
    <w:rsid w:val="007526DA"/>
    <w:rsid w:val="007608A7"/>
    <w:rsid w:val="0076517A"/>
    <w:rsid w:val="00770038"/>
    <w:rsid w:val="00772BDF"/>
    <w:rsid w:val="00784090"/>
    <w:rsid w:val="007841F9"/>
    <w:rsid w:val="00785AC0"/>
    <w:rsid w:val="007865F2"/>
    <w:rsid w:val="00793D5B"/>
    <w:rsid w:val="00794A17"/>
    <w:rsid w:val="007958F5"/>
    <w:rsid w:val="00795B42"/>
    <w:rsid w:val="00795BD1"/>
    <w:rsid w:val="007A4592"/>
    <w:rsid w:val="007A565F"/>
    <w:rsid w:val="007A6CDA"/>
    <w:rsid w:val="007B4A5A"/>
    <w:rsid w:val="007B6C86"/>
    <w:rsid w:val="007C17B1"/>
    <w:rsid w:val="007C2C8A"/>
    <w:rsid w:val="007C61E6"/>
    <w:rsid w:val="007D14DC"/>
    <w:rsid w:val="007D2DC9"/>
    <w:rsid w:val="007D3389"/>
    <w:rsid w:val="007D4F99"/>
    <w:rsid w:val="007D5206"/>
    <w:rsid w:val="007D7E7F"/>
    <w:rsid w:val="007E2BBA"/>
    <w:rsid w:val="007E3645"/>
    <w:rsid w:val="007E3BA5"/>
    <w:rsid w:val="007F00DE"/>
    <w:rsid w:val="007F1971"/>
    <w:rsid w:val="007F1B65"/>
    <w:rsid w:val="007F7B01"/>
    <w:rsid w:val="00801A0F"/>
    <w:rsid w:val="00801F6E"/>
    <w:rsid w:val="00802CBB"/>
    <w:rsid w:val="008049D1"/>
    <w:rsid w:val="00806153"/>
    <w:rsid w:val="0080665F"/>
    <w:rsid w:val="008112C6"/>
    <w:rsid w:val="00812BE4"/>
    <w:rsid w:val="00815A47"/>
    <w:rsid w:val="00821E38"/>
    <w:rsid w:val="00823122"/>
    <w:rsid w:val="00824857"/>
    <w:rsid w:val="00825021"/>
    <w:rsid w:val="0083201E"/>
    <w:rsid w:val="00834A6A"/>
    <w:rsid w:val="00836E0C"/>
    <w:rsid w:val="008411D9"/>
    <w:rsid w:val="008417E2"/>
    <w:rsid w:val="00842122"/>
    <w:rsid w:val="00843C87"/>
    <w:rsid w:val="00850B6F"/>
    <w:rsid w:val="008545B5"/>
    <w:rsid w:val="00856C5D"/>
    <w:rsid w:val="0086063B"/>
    <w:rsid w:val="00872C2D"/>
    <w:rsid w:val="00873591"/>
    <w:rsid w:val="0087424A"/>
    <w:rsid w:val="00882F39"/>
    <w:rsid w:val="00883AFF"/>
    <w:rsid w:val="00887602"/>
    <w:rsid w:val="00887B2E"/>
    <w:rsid w:val="008931BD"/>
    <w:rsid w:val="00895405"/>
    <w:rsid w:val="0089696A"/>
    <w:rsid w:val="0089772B"/>
    <w:rsid w:val="008A5EDE"/>
    <w:rsid w:val="008A5FF9"/>
    <w:rsid w:val="008A7125"/>
    <w:rsid w:val="008A7153"/>
    <w:rsid w:val="008B409C"/>
    <w:rsid w:val="008B70C7"/>
    <w:rsid w:val="008C0E02"/>
    <w:rsid w:val="008C1496"/>
    <w:rsid w:val="008C4077"/>
    <w:rsid w:val="008C4E99"/>
    <w:rsid w:val="008C55E2"/>
    <w:rsid w:val="008C7304"/>
    <w:rsid w:val="008C7B16"/>
    <w:rsid w:val="008D0AEB"/>
    <w:rsid w:val="008D10DB"/>
    <w:rsid w:val="008D2042"/>
    <w:rsid w:val="008D6008"/>
    <w:rsid w:val="008D7CF2"/>
    <w:rsid w:val="008E3189"/>
    <w:rsid w:val="008E369A"/>
    <w:rsid w:val="008E523C"/>
    <w:rsid w:val="008E5D56"/>
    <w:rsid w:val="008F6121"/>
    <w:rsid w:val="008F66F4"/>
    <w:rsid w:val="008F6BC2"/>
    <w:rsid w:val="008F7B35"/>
    <w:rsid w:val="00900B20"/>
    <w:rsid w:val="0090189E"/>
    <w:rsid w:val="0090216B"/>
    <w:rsid w:val="009123BB"/>
    <w:rsid w:val="009124E4"/>
    <w:rsid w:val="00912972"/>
    <w:rsid w:val="0091659C"/>
    <w:rsid w:val="009166D5"/>
    <w:rsid w:val="00920323"/>
    <w:rsid w:val="00921890"/>
    <w:rsid w:val="00922024"/>
    <w:rsid w:val="00922129"/>
    <w:rsid w:val="00922C74"/>
    <w:rsid w:val="00924A4C"/>
    <w:rsid w:val="009252A2"/>
    <w:rsid w:val="009254B5"/>
    <w:rsid w:val="00925CCE"/>
    <w:rsid w:val="00925CCF"/>
    <w:rsid w:val="00934593"/>
    <w:rsid w:val="00936CED"/>
    <w:rsid w:val="00942495"/>
    <w:rsid w:val="0094394D"/>
    <w:rsid w:val="009572A2"/>
    <w:rsid w:val="00961A15"/>
    <w:rsid w:val="00961DCD"/>
    <w:rsid w:val="009658DB"/>
    <w:rsid w:val="009672A1"/>
    <w:rsid w:val="00971E40"/>
    <w:rsid w:val="00972494"/>
    <w:rsid w:val="009727F9"/>
    <w:rsid w:val="009773B4"/>
    <w:rsid w:val="0098285D"/>
    <w:rsid w:val="009831DC"/>
    <w:rsid w:val="009836A7"/>
    <w:rsid w:val="00986695"/>
    <w:rsid w:val="0099693B"/>
    <w:rsid w:val="009A0089"/>
    <w:rsid w:val="009A07CC"/>
    <w:rsid w:val="009B08AA"/>
    <w:rsid w:val="009B3AF3"/>
    <w:rsid w:val="009B59ED"/>
    <w:rsid w:val="009B633A"/>
    <w:rsid w:val="009C003F"/>
    <w:rsid w:val="009C0A8E"/>
    <w:rsid w:val="009C118C"/>
    <w:rsid w:val="009C1CFD"/>
    <w:rsid w:val="009C3D09"/>
    <w:rsid w:val="009C438A"/>
    <w:rsid w:val="009C594C"/>
    <w:rsid w:val="009C6D31"/>
    <w:rsid w:val="009D3AED"/>
    <w:rsid w:val="009D4F5F"/>
    <w:rsid w:val="009D7E72"/>
    <w:rsid w:val="009E0CF0"/>
    <w:rsid w:val="009E11BE"/>
    <w:rsid w:val="009F2205"/>
    <w:rsid w:val="009F285B"/>
    <w:rsid w:val="009F2D0A"/>
    <w:rsid w:val="009F5277"/>
    <w:rsid w:val="009F749A"/>
    <w:rsid w:val="00A00292"/>
    <w:rsid w:val="00A01745"/>
    <w:rsid w:val="00A021BF"/>
    <w:rsid w:val="00A02743"/>
    <w:rsid w:val="00A03FAA"/>
    <w:rsid w:val="00A1031D"/>
    <w:rsid w:val="00A137A5"/>
    <w:rsid w:val="00A22BB3"/>
    <w:rsid w:val="00A35E4B"/>
    <w:rsid w:val="00A36B4C"/>
    <w:rsid w:val="00A40B5E"/>
    <w:rsid w:val="00A412DE"/>
    <w:rsid w:val="00A46A58"/>
    <w:rsid w:val="00A4793F"/>
    <w:rsid w:val="00A50281"/>
    <w:rsid w:val="00A63787"/>
    <w:rsid w:val="00A70FF5"/>
    <w:rsid w:val="00A721AE"/>
    <w:rsid w:val="00A723DA"/>
    <w:rsid w:val="00A7551E"/>
    <w:rsid w:val="00A81F7C"/>
    <w:rsid w:val="00A82001"/>
    <w:rsid w:val="00A90519"/>
    <w:rsid w:val="00A924F9"/>
    <w:rsid w:val="00A94C28"/>
    <w:rsid w:val="00A96CA2"/>
    <w:rsid w:val="00AA09B0"/>
    <w:rsid w:val="00AA1011"/>
    <w:rsid w:val="00AA1A35"/>
    <w:rsid w:val="00AA3852"/>
    <w:rsid w:val="00AA6551"/>
    <w:rsid w:val="00AA7E45"/>
    <w:rsid w:val="00AB05D9"/>
    <w:rsid w:val="00AB35C2"/>
    <w:rsid w:val="00AB58C1"/>
    <w:rsid w:val="00AB5E36"/>
    <w:rsid w:val="00AC1169"/>
    <w:rsid w:val="00AC12E1"/>
    <w:rsid w:val="00AC48A8"/>
    <w:rsid w:val="00AC5A86"/>
    <w:rsid w:val="00AC74A0"/>
    <w:rsid w:val="00AD4833"/>
    <w:rsid w:val="00AE3C14"/>
    <w:rsid w:val="00AE77A4"/>
    <w:rsid w:val="00AE7F1A"/>
    <w:rsid w:val="00AF7BA9"/>
    <w:rsid w:val="00B004DB"/>
    <w:rsid w:val="00B009DA"/>
    <w:rsid w:val="00B0579E"/>
    <w:rsid w:val="00B12616"/>
    <w:rsid w:val="00B12BFC"/>
    <w:rsid w:val="00B1453D"/>
    <w:rsid w:val="00B20593"/>
    <w:rsid w:val="00B25239"/>
    <w:rsid w:val="00B25915"/>
    <w:rsid w:val="00B26C93"/>
    <w:rsid w:val="00B31399"/>
    <w:rsid w:val="00B332B4"/>
    <w:rsid w:val="00B35170"/>
    <w:rsid w:val="00B3746D"/>
    <w:rsid w:val="00B4226F"/>
    <w:rsid w:val="00B43187"/>
    <w:rsid w:val="00B431D8"/>
    <w:rsid w:val="00B44FA0"/>
    <w:rsid w:val="00B513CB"/>
    <w:rsid w:val="00B518DF"/>
    <w:rsid w:val="00B551AC"/>
    <w:rsid w:val="00B57B8E"/>
    <w:rsid w:val="00B612D7"/>
    <w:rsid w:val="00B62721"/>
    <w:rsid w:val="00B62A31"/>
    <w:rsid w:val="00B72ABF"/>
    <w:rsid w:val="00B72B34"/>
    <w:rsid w:val="00B73573"/>
    <w:rsid w:val="00B7362C"/>
    <w:rsid w:val="00B745BA"/>
    <w:rsid w:val="00B806FA"/>
    <w:rsid w:val="00B80E64"/>
    <w:rsid w:val="00B82F7B"/>
    <w:rsid w:val="00B83005"/>
    <w:rsid w:val="00B839DE"/>
    <w:rsid w:val="00B90494"/>
    <w:rsid w:val="00B935E7"/>
    <w:rsid w:val="00B94B4E"/>
    <w:rsid w:val="00B9761B"/>
    <w:rsid w:val="00BA01C8"/>
    <w:rsid w:val="00BA4F93"/>
    <w:rsid w:val="00BB11D0"/>
    <w:rsid w:val="00BB15E9"/>
    <w:rsid w:val="00BB1C85"/>
    <w:rsid w:val="00BB372F"/>
    <w:rsid w:val="00BB3DC3"/>
    <w:rsid w:val="00BB6B68"/>
    <w:rsid w:val="00BB7292"/>
    <w:rsid w:val="00BC2976"/>
    <w:rsid w:val="00BC7469"/>
    <w:rsid w:val="00BD4D41"/>
    <w:rsid w:val="00BD6E02"/>
    <w:rsid w:val="00BE2093"/>
    <w:rsid w:val="00BE4F86"/>
    <w:rsid w:val="00BE5B31"/>
    <w:rsid w:val="00BF161F"/>
    <w:rsid w:val="00BF3B51"/>
    <w:rsid w:val="00BF5FAA"/>
    <w:rsid w:val="00C01444"/>
    <w:rsid w:val="00C03498"/>
    <w:rsid w:val="00C03991"/>
    <w:rsid w:val="00C11CB9"/>
    <w:rsid w:val="00C1606A"/>
    <w:rsid w:val="00C220D0"/>
    <w:rsid w:val="00C22207"/>
    <w:rsid w:val="00C23645"/>
    <w:rsid w:val="00C2389F"/>
    <w:rsid w:val="00C34E6F"/>
    <w:rsid w:val="00C40B72"/>
    <w:rsid w:val="00C51965"/>
    <w:rsid w:val="00C5636B"/>
    <w:rsid w:val="00C56FCC"/>
    <w:rsid w:val="00C60CE2"/>
    <w:rsid w:val="00C62893"/>
    <w:rsid w:val="00C72495"/>
    <w:rsid w:val="00C7359E"/>
    <w:rsid w:val="00C74025"/>
    <w:rsid w:val="00C7466A"/>
    <w:rsid w:val="00C81116"/>
    <w:rsid w:val="00C81F1D"/>
    <w:rsid w:val="00C83C84"/>
    <w:rsid w:val="00C854A2"/>
    <w:rsid w:val="00C922B6"/>
    <w:rsid w:val="00CA1810"/>
    <w:rsid w:val="00CA2D81"/>
    <w:rsid w:val="00CA425A"/>
    <w:rsid w:val="00CA4CE8"/>
    <w:rsid w:val="00CA53AF"/>
    <w:rsid w:val="00CA6C29"/>
    <w:rsid w:val="00CA7508"/>
    <w:rsid w:val="00CA7A2A"/>
    <w:rsid w:val="00CA7A36"/>
    <w:rsid w:val="00CC0040"/>
    <w:rsid w:val="00CC0ABC"/>
    <w:rsid w:val="00CC4C34"/>
    <w:rsid w:val="00CC50AD"/>
    <w:rsid w:val="00CC7C7D"/>
    <w:rsid w:val="00CD0C57"/>
    <w:rsid w:val="00CD1836"/>
    <w:rsid w:val="00CD3B84"/>
    <w:rsid w:val="00CD4C52"/>
    <w:rsid w:val="00CD79D4"/>
    <w:rsid w:val="00CE024A"/>
    <w:rsid w:val="00CE248E"/>
    <w:rsid w:val="00CE24C9"/>
    <w:rsid w:val="00CF20B5"/>
    <w:rsid w:val="00CF3E1E"/>
    <w:rsid w:val="00D03B25"/>
    <w:rsid w:val="00D0778B"/>
    <w:rsid w:val="00D10E4C"/>
    <w:rsid w:val="00D12077"/>
    <w:rsid w:val="00D1644A"/>
    <w:rsid w:val="00D20FB8"/>
    <w:rsid w:val="00D222B8"/>
    <w:rsid w:val="00D2240B"/>
    <w:rsid w:val="00D25E38"/>
    <w:rsid w:val="00D267D3"/>
    <w:rsid w:val="00D277DB"/>
    <w:rsid w:val="00D278E2"/>
    <w:rsid w:val="00D304A6"/>
    <w:rsid w:val="00D31D40"/>
    <w:rsid w:val="00D34C49"/>
    <w:rsid w:val="00D37AA0"/>
    <w:rsid w:val="00D453A1"/>
    <w:rsid w:val="00D47883"/>
    <w:rsid w:val="00D5120D"/>
    <w:rsid w:val="00D52E70"/>
    <w:rsid w:val="00D53D92"/>
    <w:rsid w:val="00D54ACD"/>
    <w:rsid w:val="00D54B77"/>
    <w:rsid w:val="00D574E7"/>
    <w:rsid w:val="00D63777"/>
    <w:rsid w:val="00D65F5B"/>
    <w:rsid w:val="00D713AC"/>
    <w:rsid w:val="00D76593"/>
    <w:rsid w:val="00D80B16"/>
    <w:rsid w:val="00D832C7"/>
    <w:rsid w:val="00D837EC"/>
    <w:rsid w:val="00D843AF"/>
    <w:rsid w:val="00D8796F"/>
    <w:rsid w:val="00D90C5B"/>
    <w:rsid w:val="00D917F9"/>
    <w:rsid w:val="00D9191C"/>
    <w:rsid w:val="00D95531"/>
    <w:rsid w:val="00D9631F"/>
    <w:rsid w:val="00D9672B"/>
    <w:rsid w:val="00DA6082"/>
    <w:rsid w:val="00DB0317"/>
    <w:rsid w:val="00DB13D1"/>
    <w:rsid w:val="00DB29DD"/>
    <w:rsid w:val="00DB2C3E"/>
    <w:rsid w:val="00DB2FE4"/>
    <w:rsid w:val="00DB4934"/>
    <w:rsid w:val="00DB68AF"/>
    <w:rsid w:val="00DB7FF6"/>
    <w:rsid w:val="00DC14ED"/>
    <w:rsid w:val="00DC5B1E"/>
    <w:rsid w:val="00DD17A0"/>
    <w:rsid w:val="00DD269B"/>
    <w:rsid w:val="00DD2F3F"/>
    <w:rsid w:val="00DD3D64"/>
    <w:rsid w:val="00DE5C50"/>
    <w:rsid w:val="00DE5EDE"/>
    <w:rsid w:val="00DE6F63"/>
    <w:rsid w:val="00DE70C4"/>
    <w:rsid w:val="00DF52D5"/>
    <w:rsid w:val="00DF7033"/>
    <w:rsid w:val="00E02788"/>
    <w:rsid w:val="00E03923"/>
    <w:rsid w:val="00E058CF"/>
    <w:rsid w:val="00E12BDA"/>
    <w:rsid w:val="00E15D5E"/>
    <w:rsid w:val="00E20035"/>
    <w:rsid w:val="00E215C7"/>
    <w:rsid w:val="00E21C71"/>
    <w:rsid w:val="00E23299"/>
    <w:rsid w:val="00E249FD"/>
    <w:rsid w:val="00E30D5F"/>
    <w:rsid w:val="00E31545"/>
    <w:rsid w:val="00E34217"/>
    <w:rsid w:val="00E40E70"/>
    <w:rsid w:val="00E43079"/>
    <w:rsid w:val="00E44E5D"/>
    <w:rsid w:val="00E460C7"/>
    <w:rsid w:val="00E6031C"/>
    <w:rsid w:val="00E6500D"/>
    <w:rsid w:val="00E73FA4"/>
    <w:rsid w:val="00E75AF1"/>
    <w:rsid w:val="00E77612"/>
    <w:rsid w:val="00E8165A"/>
    <w:rsid w:val="00E854DA"/>
    <w:rsid w:val="00E94252"/>
    <w:rsid w:val="00E963C5"/>
    <w:rsid w:val="00E9796C"/>
    <w:rsid w:val="00EA6ACA"/>
    <w:rsid w:val="00EA6D00"/>
    <w:rsid w:val="00EB1C35"/>
    <w:rsid w:val="00EC1316"/>
    <w:rsid w:val="00EC175E"/>
    <w:rsid w:val="00EC4C86"/>
    <w:rsid w:val="00ED0471"/>
    <w:rsid w:val="00ED0589"/>
    <w:rsid w:val="00ED13AE"/>
    <w:rsid w:val="00ED294A"/>
    <w:rsid w:val="00ED29C6"/>
    <w:rsid w:val="00ED47BB"/>
    <w:rsid w:val="00EE21CA"/>
    <w:rsid w:val="00EE2C53"/>
    <w:rsid w:val="00EE35D2"/>
    <w:rsid w:val="00EE3802"/>
    <w:rsid w:val="00EF36CF"/>
    <w:rsid w:val="00EF6784"/>
    <w:rsid w:val="00EF6931"/>
    <w:rsid w:val="00EF740A"/>
    <w:rsid w:val="00F06213"/>
    <w:rsid w:val="00F10BF0"/>
    <w:rsid w:val="00F148F7"/>
    <w:rsid w:val="00F25B27"/>
    <w:rsid w:val="00F271A2"/>
    <w:rsid w:val="00F27334"/>
    <w:rsid w:val="00F30F45"/>
    <w:rsid w:val="00F33538"/>
    <w:rsid w:val="00F43279"/>
    <w:rsid w:val="00F467C3"/>
    <w:rsid w:val="00F51401"/>
    <w:rsid w:val="00F51F86"/>
    <w:rsid w:val="00F5230B"/>
    <w:rsid w:val="00F5237E"/>
    <w:rsid w:val="00F54DA2"/>
    <w:rsid w:val="00F668C8"/>
    <w:rsid w:val="00F70136"/>
    <w:rsid w:val="00F72289"/>
    <w:rsid w:val="00F753AF"/>
    <w:rsid w:val="00F84571"/>
    <w:rsid w:val="00F87D9A"/>
    <w:rsid w:val="00F91936"/>
    <w:rsid w:val="00F92C63"/>
    <w:rsid w:val="00F95634"/>
    <w:rsid w:val="00F95F98"/>
    <w:rsid w:val="00F97BC0"/>
    <w:rsid w:val="00FA1345"/>
    <w:rsid w:val="00FA2862"/>
    <w:rsid w:val="00FA4F93"/>
    <w:rsid w:val="00FA7338"/>
    <w:rsid w:val="00FB147D"/>
    <w:rsid w:val="00FB16FC"/>
    <w:rsid w:val="00FB6ABE"/>
    <w:rsid w:val="00FB6CFE"/>
    <w:rsid w:val="00FB7B77"/>
    <w:rsid w:val="00FC288D"/>
    <w:rsid w:val="00FC3ECE"/>
    <w:rsid w:val="00FC6431"/>
    <w:rsid w:val="00FC7823"/>
    <w:rsid w:val="00FD0261"/>
    <w:rsid w:val="00FD03B4"/>
    <w:rsid w:val="00FD1299"/>
    <w:rsid w:val="00FD21D8"/>
    <w:rsid w:val="00FD3F21"/>
    <w:rsid w:val="00FD6A7D"/>
    <w:rsid w:val="00FE071A"/>
    <w:rsid w:val="00FE33A4"/>
    <w:rsid w:val="00FF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24A4C"/>
    <w:rPr>
      <w:sz w:val="24"/>
    </w:rPr>
  </w:style>
  <w:style w:type="paragraph" w:styleId="Cmsor1">
    <w:name w:val="heading 1"/>
    <w:basedOn w:val="Norml"/>
    <w:next w:val="Norml"/>
    <w:qFormat/>
    <w:rsid w:val="0014608F"/>
    <w:pPr>
      <w:keepNext/>
      <w:spacing w:before="120" w:after="120"/>
      <w:jc w:val="center"/>
      <w:outlineLvl w:val="0"/>
    </w:pPr>
    <w:rPr>
      <w:b/>
      <w:i/>
      <w:color w:val="000000"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Szövegtörzs Char"/>
    <w:basedOn w:val="Norml"/>
    <w:rsid w:val="00924A4C"/>
    <w:pPr>
      <w:jc w:val="both"/>
    </w:pPr>
    <w:rPr>
      <w:b/>
      <w:i/>
    </w:rPr>
  </w:style>
  <w:style w:type="paragraph" w:styleId="Szvegtrzs3">
    <w:name w:val="Body Text 3"/>
    <w:basedOn w:val="Norml"/>
    <w:rsid w:val="00924A4C"/>
    <w:pPr>
      <w:widowControl w:val="0"/>
      <w:jc w:val="both"/>
    </w:pPr>
    <w:rPr>
      <w:sz w:val="20"/>
    </w:rPr>
  </w:style>
  <w:style w:type="paragraph" w:styleId="Trgymutat1">
    <w:name w:val="index 1"/>
    <w:basedOn w:val="Norml"/>
    <w:next w:val="Norml"/>
    <w:autoRedefine/>
    <w:semiHidden/>
    <w:rsid w:val="00924A4C"/>
    <w:pPr>
      <w:ind w:left="240" w:hanging="240"/>
    </w:pPr>
  </w:style>
  <w:style w:type="paragraph" w:styleId="Trgymutatcm">
    <w:name w:val="index heading"/>
    <w:basedOn w:val="Norml"/>
    <w:next w:val="Trgymutat1"/>
    <w:semiHidden/>
    <w:rsid w:val="00924A4C"/>
    <w:pPr>
      <w:spacing w:before="240" w:after="120"/>
      <w:jc w:val="center"/>
    </w:pPr>
    <w:rPr>
      <w:b/>
    </w:rPr>
  </w:style>
  <w:style w:type="paragraph" w:styleId="llb">
    <w:name w:val="footer"/>
    <w:basedOn w:val="Norml"/>
    <w:rsid w:val="0014608F"/>
    <w:pPr>
      <w:tabs>
        <w:tab w:val="center" w:pos="4536"/>
        <w:tab w:val="right" w:pos="9072"/>
      </w:tabs>
      <w:jc w:val="both"/>
    </w:pPr>
    <w:rPr>
      <w:color w:val="000080"/>
    </w:rPr>
  </w:style>
  <w:style w:type="paragraph" w:styleId="Szvegtrzsbehzssal">
    <w:name w:val="Body Text Indent"/>
    <w:basedOn w:val="Norml"/>
    <w:rsid w:val="0014608F"/>
    <w:pPr>
      <w:spacing w:after="120"/>
      <w:ind w:left="283"/>
    </w:pPr>
  </w:style>
  <w:style w:type="paragraph" w:styleId="Buborkszveg">
    <w:name w:val="Balloon Text"/>
    <w:basedOn w:val="Norml"/>
    <w:semiHidden/>
    <w:rsid w:val="003C3CFA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AC74A0"/>
    <w:pPr>
      <w:tabs>
        <w:tab w:val="center" w:pos="4536"/>
        <w:tab w:val="right" w:pos="9072"/>
      </w:tabs>
      <w:jc w:val="both"/>
    </w:pPr>
  </w:style>
  <w:style w:type="paragraph" w:customStyle="1" w:styleId="cmzett2">
    <w:name w:val="címzett2"/>
    <w:basedOn w:val="Norml"/>
    <w:rsid w:val="0014712D"/>
    <w:pPr>
      <w:overflowPunct w:val="0"/>
      <w:autoSpaceDE w:val="0"/>
      <w:autoSpaceDN w:val="0"/>
      <w:adjustRightInd w:val="0"/>
    </w:pPr>
    <w:rPr>
      <w:rFonts w:cs="KerszTimes"/>
      <w:szCs w:val="24"/>
      <w:lang w:val="fi-FI"/>
    </w:rPr>
  </w:style>
  <w:style w:type="character" w:styleId="Jegyzethivatkozs">
    <w:name w:val="annotation reference"/>
    <w:semiHidden/>
    <w:rsid w:val="0014712D"/>
    <w:rPr>
      <w:sz w:val="16"/>
      <w:szCs w:val="16"/>
    </w:rPr>
  </w:style>
  <w:style w:type="paragraph" w:styleId="Jegyzetszveg">
    <w:name w:val="annotation text"/>
    <w:basedOn w:val="Norml"/>
    <w:semiHidden/>
    <w:rsid w:val="0014712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14712D"/>
    <w:rPr>
      <w:b/>
      <w:bCs/>
    </w:rPr>
  </w:style>
  <w:style w:type="paragraph" w:customStyle="1" w:styleId="Salutation1">
    <w:name w:val="Salutation1"/>
    <w:basedOn w:val="Norml"/>
    <w:rsid w:val="00D917F9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cs="KerszTimes"/>
      <w:szCs w:val="24"/>
      <w:lang w:val="fi-FI"/>
    </w:rPr>
  </w:style>
  <w:style w:type="character" w:styleId="Oldalszm">
    <w:name w:val="page number"/>
    <w:basedOn w:val="Bekezdsalapbettpusa"/>
    <w:rsid w:val="007A6CDA"/>
  </w:style>
  <w:style w:type="table" w:styleId="Rcsostblzat">
    <w:name w:val="Table Grid"/>
    <w:basedOn w:val="Normltblzat"/>
    <w:rsid w:val="00D37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6E6373"/>
    <w:rPr>
      <w:sz w:val="24"/>
    </w:rPr>
  </w:style>
  <w:style w:type="paragraph" w:styleId="Lista4">
    <w:name w:val="List 4"/>
    <w:basedOn w:val="Norml"/>
    <w:rsid w:val="0056554B"/>
    <w:pPr>
      <w:ind w:left="1132" w:hanging="283"/>
      <w:contextualSpacing/>
    </w:pPr>
  </w:style>
  <w:style w:type="paragraph" w:customStyle="1" w:styleId="standard">
    <w:name w:val="standard"/>
    <w:basedOn w:val="Norml"/>
    <w:rsid w:val="00684157"/>
    <w:rPr>
      <w:rFonts w:ascii="&amp;#39" w:hAnsi="&amp;#39"/>
      <w:szCs w:val="24"/>
    </w:rPr>
  </w:style>
  <w:style w:type="paragraph" w:customStyle="1" w:styleId="BKV">
    <w:name w:val="BKV"/>
    <w:link w:val="BKVChar"/>
    <w:rsid w:val="00142568"/>
    <w:pPr>
      <w:spacing w:line="360" w:lineRule="auto"/>
      <w:jc w:val="both"/>
    </w:pPr>
    <w:rPr>
      <w:rFonts w:ascii="Arial" w:hAnsi="Arial"/>
      <w:sz w:val="24"/>
      <w:lang w:eastAsia="ru-RU"/>
    </w:rPr>
  </w:style>
  <w:style w:type="character" w:customStyle="1" w:styleId="BKVChar">
    <w:name w:val="BKV Char"/>
    <w:link w:val="BKV"/>
    <w:locked/>
    <w:rsid w:val="00142568"/>
    <w:rPr>
      <w:rFonts w:ascii="Arial" w:hAnsi="Arial"/>
      <w:sz w:val="24"/>
      <w:lang w:val="hu-H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24A4C"/>
    <w:rPr>
      <w:sz w:val="24"/>
    </w:rPr>
  </w:style>
  <w:style w:type="paragraph" w:styleId="Cmsor1">
    <w:name w:val="heading 1"/>
    <w:basedOn w:val="Norml"/>
    <w:next w:val="Norml"/>
    <w:qFormat/>
    <w:rsid w:val="0014608F"/>
    <w:pPr>
      <w:keepNext/>
      <w:spacing w:before="120" w:after="120"/>
      <w:jc w:val="center"/>
      <w:outlineLvl w:val="0"/>
    </w:pPr>
    <w:rPr>
      <w:b/>
      <w:i/>
      <w:color w:val="000000"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Szövegtörzs Char"/>
    <w:basedOn w:val="Norml"/>
    <w:rsid w:val="00924A4C"/>
    <w:pPr>
      <w:jc w:val="both"/>
    </w:pPr>
    <w:rPr>
      <w:b/>
      <w:i/>
    </w:rPr>
  </w:style>
  <w:style w:type="paragraph" w:styleId="Szvegtrzs3">
    <w:name w:val="Body Text 3"/>
    <w:basedOn w:val="Norml"/>
    <w:rsid w:val="00924A4C"/>
    <w:pPr>
      <w:widowControl w:val="0"/>
      <w:jc w:val="both"/>
    </w:pPr>
    <w:rPr>
      <w:sz w:val="20"/>
    </w:rPr>
  </w:style>
  <w:style w:type="paragraph" w:styleId="Trgymutat1">
    <w:name w:val="index 1"/>
    <w:basedOn w:val="Norml"/>
    <w:next w:val="Norml"/>
    <w:autoRedefine/>
    <w:semiHidden/>
    <w:rsid w:val="00924A4C"/>
    <w:pPr>
      <w:ind w:left="240" w:hanging="240"/>
    </w:pPr>
  </w:style>
  <w:style w:type="paragraph" w:styleId="Trgymutatcm">
    <w:name w:val="index heading"/>
    <w:basedOn w:val="Norml"/>
    <w:next w:val="Trgymutat1"/>
    <w:semiHidden/>
    <w:rsid w:val="00924A4C"/>
    <w:pPr>
      <w:spacing w:before="240" w:after="120"/>
      <w:jc w:val="center"/>
    </w:pPr>
    <w:rPr>
      <w:b/>
    </w:rPr>
  </w:style>
  <w:style w:type="paragraph" w:styleId="llb">
    <w:name w:val="footer"/>
    <w:basedOn w:val="Norml"/>
    <w:rsid w:val="0014608F"/>
    <w:pPr>
      <w:tabs>
        <w:tab w:val="center" w:pos="4536"/>
        <w:tab w:val="right" w:pos="9072"/>
      </w:tabs>
      <w:jc w:val="both"/>
    </w:pPr>
    <w:rPr>
      <w:color w:val="000080"/>
    </w:rPr>
  </w:style>
  <w:style w:type="paragraph" w:styleId="Szvegtrzsbehzssal">
    <w:name w:val="Body Text Indent"/>
    <w:basedOn w:val="Norml"/>
    <w:rsid w:val="0014608F"/>
    <w:pPr>
      <w:spacing w:after="120"/>
      <w:ind w:left="283"/>
    </w:pPr>
  </w:style>
  <w:style w:type="paragraph" w:styleId="Buborkszveg">
    <w:name w:val="Balloon Text"/>
    <w:basedOn w:val="Norml"/>
    <w:semiHidden/>
    <w:rsid w:val="003C3CFA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AC74A0"/>
    <w:pPr>
      <w:tabs>
        <w:tab w:val="center" w:pos="4536"/>
        <w:tab w:val="right" w:pos="9072"/>
      </w:tabs>
      <w:jc w:val="both"/>
    </w:pPr>
  </w:style>
  <w:style w:type="paragraph" w:customStyle="1" w:styleId="cmzett2">
    <w:name w:val="címzett2"/>
    <w:basedOn w:val="Norml"/>
    <w:rsid w:val="0014712D"/>
    <w:pPr>
      <w:overflowPunct w:val="0"/>
      <w:autoSpaceDE w:val="0"/>
      <w:autoSpaceDN w:val="0"/>
      <w:adjustRightInd w:val="0"/>
    </w:pPr>
    <w:rPr>
      <w:rFonts w:cs="KerszTimes"/>
      <w:szCs w:val="24"/>
      <w:lang w:val="fi-FI"/>
    </w:rPr>
  </w:style>
  <w:style w:type="character" w:styleId="Jegyzethivatkozs">
    <w:name w:val="annotation reference"/>
    <w:semiHidden/>
    <w:rsid w:val="0014712D"/>
    <w:rPr>
      <w:sz w:val="16"/>
      <w:szCs w:val="16"/>
    </w:rPr>
  </w:style>
  <w:style w:type="paragraph" w:styleId="Jegyzetszveg">
    <w:name w:val="annotation text"/>
    <w:basedOn w:val="Norml"/>
    <w:semiHidden/>
    <w:rsid w:val="0014712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14712D"/>
    <w:rPr>
      <w:b/>
      <w:bCs/>
    </w:rPr>
  </w:style>
  <w:style w:type="paragraph" w:customStyle="1" w:styleId="Salutation1">
    <w:name w:val="Salutation1"/>
    <w:basedOn w:val="Norml"/>
    <w:rsid w:val="00D917F9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cs="KerszTimes"/>
      <w:szCs w:val="24"/>
      <w:lang w:val="fi-FI"/>
    </w:rPr>
  </w:style>
  <w:style w:type="character" w:styleId="Oldalszm">
    <w:name w:val="page number"/>
    <w:basedOn w:val="Bekezdsalapbettpusa"/>
    <w:rsid w:val="007A6CDA"/>
  </w:style>
  <w:style w:type="table" w:styleId="Rcsostblzat">
    <w:name w:val="Table Grid"/>
    <w:basedOn w:val="Normltblzat"/>
    <w:rsid w:val="00D37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6E6373"/>
    <w:rPr>
      <w:sz w:val="24"/>
    </w:rPr>
  </w:style>
  <w:style w:type="paragraph" w:styleId="Lista4">
    <w:name w:val="List 4"/>
    <w:basedOn w:val="Norml"/>
    <w:rsid w:val="0056554B"/>
    <w:pPr>
      <w:ind w:left="1132" w:hanging="283"/>
      <w:contextualSpacing/>
    </w:pPr>
  </w:style>
  <w:style w:type="paragraph" w:customStyle="1" w:styleId="standard">
    <w:name w:val="standard"/>
    <w:basedOn w:val="Norml"/>
    <w:rsid w:val="00684157"/>
    <w:rPr>
      <w:rFonts w:ascii="&amp;#39" w:hAnsi="&amp;#39"/>
      <w:szCs w:val="24"/>
    </w:rPr>
  </w:style>
  <w:style w:type="paragraph" w:customStyle="1" w:styleId="BKV">
    <w:name w:val="BKV"/>
    <w:link w:val="BKVChar"/>
    <w:rsid w:val="00142568"/>
    <w:pPr>
      <w:spacing w:line="360" w:lineRule="auto"/>
      <w:jc w:val="both"/>
    </w:pPr>
    <w:rPr>
      <w:rFonts w:ascii="Arial" w:hAnsi="Arial"/>
      <w:sz w:val="24"/>
      <w:lang w:eastAsia="ru-RU"/>
    </w:rPr>
  </w:style>
  <w:style w:type="character" w:customStyle="1" w:styleId="BKVChar">
    <w:name w:val="BKV Char"/>
    <w:link w:val="BKV"/>
    <w:locked/>
    <w:rsid w:val="00142568"/>
    <w:rPr>
      <w:rFonts w:ascii="Arial" w:hAnsi="Arial"/>
      <w:sz w:val="24"/>
      <w:lang w:val="hu-H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ebertgy\Dokumentumok\BA%20Zrt.%20anyagok\L&#237;dit&#337;l%20j&#246;tt%20anyagok\F&#337;v&#225;llalkoz&#243;i%20szerz&#337;d&#233;s%20minta%20HU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3FB5F-8C7B-4E52-8ED1-10E9E95B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Fővállalkozói szerződés minta HU</Template>
  <TotalTime>5</TotalTime>
  <Pages>12</Pages>
  <Words>3824</Words>
  <Characters>26387</Characters>
  <Application>Microsoft Office Word</Application>
  <DocSecurity>8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VÁLLAKOZÓI SZERZŐDÉS</vt:lpstr>
    </vt:vector>
  </TitlesOfParts>
  <Company>BARt</Company>
  <LinksUpToDate>false</LinksUpToDate>
  <CharactersWithSpaces>30151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VÁLLAKOZÓI SZERZŐDÉS</dc:title>
  <dc:creator>sziebertgy</dc:creator>
  <cp:lastModifiedBy>Marosi Gábor Péter</cp:lastModifiedBy>
  <cp:revision>5</cp:revision>
  <cp:lastPrinted>2013-09-30T08:14:00Z</cp:lastPrinted>
  <dcterms:created xsi:type="dcterms:W3CDTF">2014-01-13T10:19:00Z</dcterms:created>
  <dcterms:modified xsi:type="dcterms:W3CDTF">2014-01-13T10:24:00Z</dcterms:modified>
</cp:coreProperties>
</file>